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F85" w:rsidRPr="00DF700F" w:rsidRDefault="00F31F85" w:rsidP="00324EB5">
      <w:pPr>
        <w:spacing w:after="0"/>
        <w:jc w:val="center"/>
        <w:rPr>
          <w:rFonts w:cs="Arial"/>
          <w:b/>
          <w:sz w:val="32"/>
          <w:szCs w:val="32"/>
        </w:rPr>
      </w:pPr>
      <w:proofErr w:type="gramStart"/>
      <w:r w:rsidRPr="00F31F85">
        <w:rPr>
          <w:rFonts w:ascii="Arial Black" w:hAnsi="Arial Black" w:cs="Arial"/>
          <w:b/>
          <w:color w:val="FFC000"/>
          <w:sz w:val="32"/>
          <w:szCs w:val="32"/>
        </w:rPr>
        <w:t>n-</w:t>
      </w:r>
      <w:r>
        <w:rPr>
          <w:rFonts w:ascii="Arial Black" w:hAnsi="Arial Black" w:cs="Arial"/>
          <w:b/>
          <w:sz w:val="32"/>
          <w:szCs w:val="32"/>
        </w:rPr>
        <w:t>TRAC</w:t>
      </w:r>
      <w:r w:rsidRPr="00F31F85">
        <w:rPr>
          <w:rFonts w:ascii="Arial Black" w:hAnsi="Arial Black" w:cs="Arial"/>
          <w:b/>
          <w:color w:val="FFC000"/>
          <w:sz w:val="32"/>
          <w:szCs w:val="32"/>
        </w:rPr>
        <w:t>K</w:t>
      </w:r>
      <w:proofErr w:type="gramEnd"/>
      <w:r>
        <w:rPr>
          <w:rFonts w:ascii="Arial Black" w:hAnsi="Arial Black"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>Open</w:t>
      </w:r>
      <w:r w:rsidRPr="00DF700F">
        <w:rPr>
          <w:rFonts w:cs="Arial"/>
          <w:b/>
          <w:sz w:val="32"/>
          <w:szCs w:val="32"/>
        </w:rPr>
        <w:t xml:space="preserve"> Day </w:t>
      </w:r>
      <w:r>
        <w:rPr>
          <w:rFonts w:cs="Arial"/>
          <w:b/>
          <w:sz w:val="32"/>
          <w:szCs w:val="32"/>
        </w:rPr>
        <w:t xml:space="preserve">2019 </w:t>
      </w:r>
      <w:r w:rsidRPr="00DF700F">
        <w:rPr>
          <w:rFonts w:cs="Arial"/>
          <w:b/>
          <w:sz w:val="32"/>
          <w:szCs w:val="32"/>
        </w:rPr>
        <w:t>Workshop</w:t>
      </w:r>
    </w:p>
    <w:p w:rsidR="00F31F85" w:rsidRDefault="00F31F85" w:rsidP="00324EB5">
      <w:pPr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Trinity Hall, Cambridge</w:t>
      </w:r>
    </w:p>
    <w:p w:rsidR="00F31F85" w:rsidRDefault="00F31F85" w:rsidP="00324EB5">
      <w:pPr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30</w:t>
      </w:r>
      <w:r w:rsidRPr="00F31F85">
        <w:rPr>
          <w:rFonts w:cs="Arial"/>
          <w:b/>
          <w:sz w:val="24"/>
          <w:szCs w:val="24"/>
          <w:vertAlign w:val="superscript"/>
        </w:rPr>
        <w:t>th</w:t>
      </w:r>
      <w:r>
        <w:rPr>
          <w:rFonts w:cs="Arial"/>
          <w:b/>
          <w:sz w:val="24"/>
          <w:szCs w:val="24"/>
        </w:rPr>
        <w:t xml:space="preserve"> October </w:t>
      </w:r>
      <w:r w:rsidRPr="00DF700F">
        <w:rPr>
          <w:rFonts w:cs="Arial"/>
          <w:b/>
          <w:sz w:val="24"/>
          <w:szCs w:val="24"/>
        </w:rPr>
        <w:t>201</w:t>
      </w:r>
      <w:r>
        <w:rPr>
          <w:rFonts w:cs="Arial"/>
          <w:b/>
          <w:sz w:val="24"/>
          <w:szCs w:val="24"/>
        </w:rPr>
        <w:t>9</w:t>
      </w:r>
    </w:p>
    <w:p w:rsidR="00324EB5" w:rsidRDefault="00324EB5" w:rsidP="00324EB5">
      <w:pPr>
        <w:spacing w:after="0"/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</w:p>
    <w:p w:rsidR="00F31F85" w:rsidRPr="00EF5A2D" w:rsidRDefault="00F31F85" w:rsidP="00F31F85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Registration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69"/>
      </w:tblGrid>
      <w:tr w:rsidR="00F31F85" w:rsidRPr="00EC3F56" w:rsidTr="00F31F85">
        <w:trPr>
          <w:trHeight w:val="487"/>
        </w:trPr>
        <w:tc>
          <w:tcPr>
            <w:tcW w:w="2518" w:type="dxa"/>
            <w:shd w:val="clear" w:color="auto" w:fill="FFDA65"/>
          </w:tcPr>
          <w:p w:rsidR="00F31F85" w:rsidRPr="00EC3F56" w:rsidRDefault="00F31F85" w:rsidP="001F5158">
            <w:pPr>
              <w:rPr>
                <w:rFonts w:cs="Arial"/>
                <w:b/>
                <w:szCs w:val="20"/>
                <w:lang w:val="en"/>
              </w:rPr>
            </w:pPr>
            <w:r w:rsidRPr="00EC3F56">
              <w:rPr>
                <w:rFonts w:cs="Arial"/>
                <w:b/>
                <w:szCs w:val="20"/>
                <w:lang w:val="en"/>
              </w:rPr>
              <w:t xml:space="preserve">Participant Name:  </w:t>
            </w:r>
          </w:p>
          <w:p w:rsidR="00F31F85" w:rsidRPr="00EC3F56" w:rsidRDefault="00F31F85" w:rsidP="001F5158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  <w:lang w:val="en"/>
              </w:rPr>
              <w:t>(</w:t>
            </w:r>
            <w:r w:rsidRPr="00622A42">
              <w:rPr>
                <w:rFonts w:cs="Arial"/>
                <w:i/>
                <w:szCs w:val="20"/>
              </w:rPr>
              <w:t>please</w:t>
            </w:r>
            <w:r w:rsidRPr="00622A42">
              <w:rPr>
                <w:rFonts w:cs="Arial"/>
                <w:i/>
                <w:szCs w:val="20"/>
                <w:lang w:val="en"/>
              </w:rPr>
              <w:t xml:space="preserve"> insert photo</w:t>
            </w:r>
            <w:r w:rsidRPr="00622A42">
              <w:rPr>
                <w:rFonts w:cs="Arial"/>
                <w:b/>
                <w:i/>
                <w:szCs w:val="20"/>
                <w:lang w:val="en"/>
              </w:rPr>
              <w:t>)</w:t>
            </w:r>
          </w:p>
        </w:tc>
        <w:tc>
          <w:tcPr>
            <w:tcW w:w="6769" w:type="dxa"/>
          </w:tcPr>
          <w:p w:rsidR="00F31F85" w:rsidRDefault="00F31F85" w:rsidP="001F5158">
            <w:pPr>
              <w:rPr>
                <w:rFonts w:cs="Arial"/>
                <w:szCs w:val="20"/>
              </w:rPr>
            </w:pPr>
            <w:r>
              <w:rPr>
                <w:rFonts w:cs="Arial"/>
                <w:noProof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78E520" wp14:editId="5EFAD2F1">
                      <wp:simplePos x="0" y="0"/>
                      <wp:positionH relativeFrom="column">
                        <wp:posOffset>3230707</wp:posOffset>
                      </wp:positionH>
                      <wp:positionV relativeFrom="paragraph">
                        <wp:posOffset>5715</wp:posOffset>
                      </wp:positionV>
                      <wp:extent cx="998220" cy="1028700"/>
                      <wp:effectExtent l="0" t="0" r="11430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822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1F85" w:rsidRPr="00FD165F" w:rsidRDefault="00F31F85" w:rsidP="00F31F85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D165F">
                                    <w:rPr>
                                      <w:b/>
                                      <w:noProof/>
                                      <w:color w:val="EEECE1" w:themeColor="background2"/>
                                      <w:spacing w:val="10"/>
                                      <w:lang w:eastAsia="en-GB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8E5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54.4pt;margin-top:.45pt;width:78.6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" fillcolor="white [3201]" strokeweight=".5pt">
                      <v:textbox style="layout-flow:vertical">
                        <w:txbxContent>
                          <w:p w:rsidR="00F31F85" w:rsidRPr="00FD165F" w:rsidRDefault="00F31F85" w:rsidP="00F31F85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165F">
                              <w:rPr>
                                <w:b/>
                                <w:noProof/>
                                <w:color w:val="EEECE1" w:themeColor="background2"/>
                                <w:spacing w:val="10"/>
                                <w:lang w:eastAsia="en-GB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1F85" w:rsidRDefault="00F31F85" w:rsidP="001F5158">
            <w:pPr>
              <w:rPr>
                <w:rFonts w:cs="Arial"/>
                <w:szCs w:val="20"/>
              </w:rPr>
            </w:pPr>
          </w:p>
          <w:p w:rsidR="00F31F85" w:rsidRPr="00EC3F56" w:rsidRDefault="00F31F85" w:rsidP="001F5158">
            <w:pPr>
              <w:rPr>
                <w:rFonts w:cs="Arial"/>
                <w:szCs w:val="20"/>
              </w:rPr>
            </w:pPr>
          </w:p>
        </w:tc>
      </w:tr>
      <w:tr w:rsidR="00F31F85" w:rsidRPr="00EC3F56" w:rsidTr="00F31F85">
        <w:trPr>
          <w:trHeight w:val="497"/>
        </w:trPr>
        <w:tc>
          <w:tcPr>
            <w:tcW w:w="2518" w:type="dxa"/>
            <w:shd w:val="clear" w:color="auto" w:fill="FFDA65"/>
          </w:tcPr>
          <w:p w:rsidR="00F31F85" w:rsidRPr="00EC3F56" w:rsidRDefault="00F31F85" w:rsidP="001F5158">
            <w:pPr>
              <w:rPr>
                <w:rFonts w:cs="Arial"/>
                <w:b/>
                <w:szCs w:val="20"/>
                <w:lang w:val="en"/>
              </w:rPr>
            </w:pPr>
            <w:r w:rsidRPr="00EC3F56">
              <w:rPr>
                <w:rFonts w:cs="Arial"/>
                <w:b/>
                <w:szCs w:val="20"/>
                <w:lang w:val="en"/>
              </w:rPr>
              <w:t xml:space="preserve">Email address:  </w:t>
            </w:r>
          </w:p>
        </w:tc>
        <w:tc>
          <w:tcPr>
            <w:tcW w:w="6769" w:type="dxa"/>
          </w:tcPr>
          <w:p w:rsidR="00F31F85" w:rsidRDefault="00F31F85" w:rsidP="001F5158">
            <w:pPr>
              <w:rPr>
                <w:rFonts w:cs="Arial"/>
                <w:szCs w:val="20"/>
              </w:rPr>
            </w:pPr>
          </w:p>
        </w:tc>
      </w:tr>
      <w:tr w:rsidR="00F31F85" w:rsidRPr="00EC3F56" w:rsidTr="00F31F85">
        <w:trPr>
          <w:trHeight w:val="419"/>
        </w:trPr>
        <w:tc>
          <w:tcPr>
            <w:tcW w:w="2518" w:type="dxa"/>
            <w:shd w:val="clear" w:color="auto" w:fill="FFDA65"/>
          </w:tcPr>
          <w:p w:rsidR="00F31F85" w:rsidRPr="00EC3F56" w:rsidRDefault="002D74BC" w:rsidP="001F5158">
            <w:pPr>
              <w:rPr>
                <w:rFonts w:cs="Arial"/>
                <w:b/>
                <w:szCs w:val="20"/>
                <w:lang w:val="en"/>
              </w:rPr>
            </w:pPr>
            <w:proofErr w:type="spellStart"/>
            <w:r w:rsidRPr="00EC3F56">
              <w:rPr>
                <w:rFonts w:cs="Arial"/>
                <w:b/>
                <w:szCs w:val="20"/>
                <w:lang w:val="en"/>
              </w:rPr>
              <w:t>Organisation</w:t>
            </w:r>
            <w:proofErr w:type="spellEnd"/>
            <w:r w:rsidRPr="00EC3F56">
              <w:rPr>
                <w:rFonts w:cs="Arial"/>
                <w:b/>
                <w:szCs w:val="20"/>
                <w:lang w:val="en"/>
              </w:rPr>
              <w:t xml:space="preserve"> name:</w:t>
            </w:r>
            <w:r w:rsidRPr="00EC3F56">
              <w:rPr>
                <w:rFonts w:cs="Arial"/>
                <w:szCs w:val="20"/>
                <w:lang w:val="en"/>
              </w:rPr>
              <w:t xml:space="preserve"> </w:t>
            </w:r>
            <w:r w:rsidRPr="00EC3F56">
              <w:rPr>
                <w:rFonts w:cs="Arial"/>
                <w:b/>
                <w:szCs w:val="20"/>
                <w:lang w:val="en"/>
              </w:rPr>
              <w:t xml:space="preserve"> </w:t>
            </w:r>
          </w:p>
        </w:tc>
        <w:tc>
          <w:tcPr>
            <w:tcW w:w="6769" w:type="dxa"/>
          </w:tcPr>
          <w:p w:rsidR="00F31F85" w:rsidRDefault="00F31F85" w:rsidP="001F5158">
            <w:pPr>
              <w:rPr>
                <w:rFonts w:cs="Arial"/>
                <w:szCs w:val="20"/>
              </w:rPr>
            </w:pPr>
          </w:p>
        </w:tc>
      </w:tr>
      <w:tr w:rsidR="00F31F85" w:rsidRPr="00EC3F56" w:rsidTr="00F31F85">
        <w:trPr>
          <w:trHeight w:val="441"/>
        </w:trPr>
        <w:tc>
          <w:tcPr>
            <w:tcW w:w="2518" w:type="dxa"/>
            <w:shd w:val="clear" w:color="auto" w:fill="FFDA65"/>
          </w:tcPr>
          <w:p w:rsidR="00F31F85" w:rsidRPr="00EC3F56" w:rsidRDefault="002D74BC" w:rsidP="001F5158">
            <w:pPr>
              <w:rPr>
                <w:rFonts w:cs="Arial"/>
                <w:szCs w:val="20"/>
              </w:rPr>
            </w:pPr>
            <w:proofErr w:type="spellStart"/>
            <w:r w:rsidRPr="00EC3F56">
              <w:rPr>
                <w:rFonts w:cs="Arial"/>
                <w:b/>
                <w:szCs w:val="20"/>
                <w:lang w:val="en"/>
              </w:rPr>
              <w:t>Organisation</w:t>
            </w:r>
            <w:proofErr w:type="spellEnd"/>
            <w:r w:rsidRPr="00EC3F56">
              <w:rPr>
                <w:rFonts w:cs="Arial"/>
                <w:b/>
                <w:szCs w:val="20"/>
                <w:lang w:val="en"/>
              </w:rPr>
              <w:t xml:space="preserve"> address</w:t>
            </w:r>
            <w:r>
              <w:rPr>
                <w:rFonts w:cs="Arial"/>
                <w:b/>
                <w:szCs w:val="20"/>
                <w:lang w:val="en"/>
              </w:rPr>
              <w:t>:</w:t>
            </w:r>
          </w:p>
        </w:tc>
        <w:tc>
          <w:tcPr>
            <w:tcW w:w="6769" w:type="dxa"/>
          </w:tcPr>
          <w:p w:rsidR="002D74BC" w:rsidRDefault="002D74BC" w:rsidP="001F5158">
            <w:pPr>
              <w:rPr>
                <w:rFonts w:cs="Arial"/>
                <w:szCs w:val="20"/>
              </w:rPr>
            </w:pPr>
          </w:p>
          <w:p w:rsidR="002D74BC" w:rsidRDefault="002D74BC" w:rsidP="001F5158">
            <w:pPr>
              <w:rPr>
                <w:rFonts w:cs="Arial"/>
                <w:szCs w:val="20"/>
              </w:rPr>
            </w:pPr>
          </w:p>
          <w:p w:rsidR="002D74BC" w:rsidRPr="00EC3F56" w:rsidRDefault="002D74BC" w:rsidP="001F5158">
            <w:pPr>
              <w:rPr>
                <w:rFonts w:cs="Arial"/>
                <w:szCs w:val="20"/>
              </w:rPr>
            </w:pPr>
          </w:p>
        </w:tc>
      </w:tr>
      <w:tr w:rsidR="00F31F85" w:rsidRPr="00EC3F56" w:rsidTr="002D74BC">
        <w:trPr>
          <w:trHeight w:val="601"/>
        </w:trPr>
        <w:tc>
          <w:tcPr>
            <w:tcW w:w="2518" w:type="dxa"/>
            <w:shd w:val="clear" w:color="auto" w:fill="FFDA65"/>
          </w:tcPr>
          <w:p w:rsidR="00F31F85" w:rsidRPr="002D74BC" w:rsidRDefault="002D74BC" w:rsidP="001F5158">
            <w:pPr>
              <w:rPr>
                <w:rFonts w:cs="Arial"/>
                <w:b/>
                <w:szCs w:val="20"/>
              </w:rPr>
            </w:pPr>
            <w:r w:rsidRPr="002D74BC">
              <w:rPr>
                <w:rFonts w:cs="Arial"/>
                <w:b/>
                <w:szCs w:val="20"/>
              </w:rPr>
              <w:t>City &amp; Country (inclu</w:t>
            </w:r>
            <w:r w:rsidR="00D01A92">
              <w:rPr>
                <w:rFonts w:cs="Arial"/>
                <w:b/>
                <w:szCs w:val="20"/>
              </w:rPr>
              <w:t>ding post</w:t>
            </w:r>
            <w:r w:rsidRPr="002D74BC">
              <w:rPr>
                <w:rFonts w:cs="Arial"/>
                <w:b/>
                <w:szCs w:val="20"/>
              </w:rPr>
              <w:t>code)</w:t>
            </w:r>
          </w:p>
        </w:tc>
        <w:tc>
          <w:tcPr>
            <w:tcW w:w="6769" w:type="dxa"/>
          </w:tcPr>
          <w:p w:rsidR="00F31F85" w:rsidRPr="00EC3F56" w:rsidRDefault="00F31F85" w:rsidP="001F5158">
            <w:pPr>
              <w:rPr>
                <w:rFonts w:cs="Arial"/>
                <w:szCs w:val="20"/>
              </w:rPr>
            </w:pPr>
          </w:p>
        </w:tc>
      </w:tr>
      <w:tr w:rsidR="00F31F85" w:rsidRPr="00EC3F56" w:rsidTr="00F31F85">
        <w:trPr>
          <w:trHeight w:val="230"/>
        </w:trPr>
        <w:tc>
          <w:tcPr>
            <w:tcW w:w="2518" w:type="dxa"/>
            <w:shd w:val="clear" w:color="auto" w:fill="FFDA65"/>
          </w:tcPr>
          <w:p w:rsidR="00F31F85" w:rsidRDefault="00F31F85" w:rsidP="001F5158">
            <w:pPr>
              <w:rPr>
                <w:rFonts w:cs="Arial"/>
                <w:b/>
                <w:szCs w:val="20"/>
                <w:lang w:val="en"/>
              </w:rPr>
            </w:pPr>
            <w:r>
              <w:rPr>
                <w:rFonts w:cs="Arial"/>
                <w:b/>
                <w:szCs w:val="20"/>
                <w:lang w:val="en"/>
              </w:rPr>
              <w:t>Website</w:t>
            </w:r>
            <w:r w:rsidRPr="00EC3F56">
              <w:rPr>
                <w:rFonts w:cs="Arial"/>
                <w:b/>
                <w:szCs w:val="20"/>
                <w:lang w:val="en"/>
              </w:rPr>
              <w:t>:</w:t>
            </w:r>
          </w:p>
          <w:p w:rsidR="00F31F85" w:rsidRPr="00C3635A" w:rsidRDefault="00F31F85" w:rsidP="001F5158">
            <w:pPr>
              <w:rPr>
                <w:rFonts w:cs="Arial"/>
                <w:b/>
                <w:szCs w:val="20"/>
                <w:lang w:val="en"/>
              </w:rPr>
            </w:pPr>
            <w:r w:rsidRPr="00EC3F56">
              <w:rPr>
                <w:rFonts w:cs="Arial"/>
                <w:b/>
                <w:szCs w:val="20"/>
                <w:lang w:val="en"/>
              </w:rPr>
              <w:t xml:space="preserve"> </w:t>
            </w:r>
            <w:r w:rsidRPr="00EC3F56">
              <w:rPr>
                <w:rFonts w:cs="Arial"/>
                <w:szCs w:val="20"/>
                <w:lang w:val="en"/>
              </w:rPr>
              <w:t xml:space="preserve"> </w:t>
            </w:r>
          </w:p>
        </w:tc>
        <w:tc>
          <w:tcPr>
            <w:tcW w:w="6769" w:type="dxa"/>
          </w:tcPr>
          <w:p w:rsidR="00F31F85" w:rsidRPr="00EC3F56" w:rsidRDefault="00F31F85" w:rsidP="001F5158">
            <w:pPr>
              <w:rPr>
                <w:rFonts w:cs="Arial"/>
                <w:szCs w:val="20"/>
              </w:rPr>
            </w:pPr>
          </w:p>
        </w:tc>
      </w:tr>
    </w:tbl>
    <w:tbl>
      <w:tblPr>
        <w:tblStyle w:val="TableGrid1"/>
        <w:tblW w:w="0" w:type="auto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F31F85" w:rsidTr="00F31F85">
        <w:tc>
          <w:tcPr>
            <w:tcW w:w="9356" w:type="dxa"/>
            <w:shd w:val="clear" w:color="auto" w:fill="FFDA65"/>
          </w:tcPr>
          <w:p w:rsidR="00F31F85" w:rsidRDefault="00F31F85" w:rsidP="001F5158">
            <w:pPr>
              <w:spacing w:line="276" w:lineRule="auto"/>
              <w:rPr>
                <w:rFonts w:cs="Arial"/>
                <w:b/>
                <w:lang w:val="en"/>
              </w:rPr>
            </w:pPr>
            <w:proofErr w:type="spellStart"/>
            <w:r>
              <w:rPr>
                <w:rFonts w:cs="Arial"/>
                <w:b/>
                <w:lang w:val="en"/>
              </w:rPr>
              <w:t>Organisation</w:t>
            </w:r>
            <w:proofErr w:type="spellEnd"/>
            <w:r>
              <w:rPr>
                <w:rFonts w:cs="Arial"/>
                <w:b/>
                <w:lang w:val="en"/>
              </w:rPr>
              <w:t xml:space="preserve"> profil</w:t>
            </w:r>
            <w:r w:rsidRPr="00BE0945">
              <w:rPr>
                <w:rFonts w:cs="Arial"/>
                <w:b/>
                <w:lang w:val="en"/>
              </w:rPr>
              <w:t>e</w:t>
            </w:r>
            <w:r>
              <w:rPr>
                <w:rFonts w:cs="Arial"/>
                <w:b/>
                <w:lang w:val="en"/>
              </w:rPr>
              <w:t xml:space="preserve"> (size, industry, main activities &amp; products)</w:t>
            </w:r>
            <w:r w:rsidRPr="00BE0945">
              <w:rPr>
                <w:rFonts w:cs="Arial"/>
                <w:b/>
                <w:lang w:val="en"/>
              </w:rPr>
              <w:t>:</w:t>
            </w:r>
          </w:p>
          <w:p w:rsidR="00F31F85" w:rsidRPr="00F73C99" w:rsidRDefault="00F31F85" w:rsidP="001F5158">
            <w:pPr>
              <w:spacing w:line="276" w:lineRule="auto"/>
              <w:rPr>
                <w:rFonts w:cs="Arial"/>
                <w:b/>
                <w:lang w:val="en"/>
              </w:rPr>
            </w:pPr>
          </w:p>
        </w:tc>
      </w:tr>
      <w:tr w:rsidR="00F31F85" w:rsidTr="00F31F85">
        <w:tc>
          <w:tcPr>
            <w:tcW w:w="9356" w:type="dxa"/>
          </w:tcPr>
          <w:p w:rsidR="00F31F85" w:rsidRDefault="00F31F85" w:rsidP="001F5158">
            <w:pPr>
              <w:spacing w:line="276" w:lineRule="auto"/>
              <w:rPr>
                <w:rFonts w:cs="Arial"/>
              </w:rPr>
            </w:pPr>
          </w:p>
          <w:p w:rsidR="00F31F85" w:rsidRDefault="00F31F85" w:rsidP="001F5158">
            <w:pPr>
              <w:spacing w:line="276" w:lineRule="auto"/>
              <w:rPr>
                <w:rFonts w:cs="Arial"/>
              </w:rPr>
            </w:pPr>
          </w:p>
        </w:tc>
      </w:tr>
      <w:tr w:rsidR="00F31F85" w:rsidTr="00F31F85">
        <w:tc>
          <w:tcPr>
            <w:tcW w:w="9356" w:type="dxa"/>
            <w:shd w:val="clear" w:color="auto" w:fill="FFDA65"/>
          </w:tcPr>
          <w:p w:rsidR="00F31F85" w:rsidRDefault="00F31F85" w:rsidP="001F5158">
            <w:pPr>
              <w:spacing w:line="276" w:lineRule="auto"/>
              <w:rPr>
                <w:rFonts w:cs="Arial"/>
                <w:b/>
                <w:lang w:val="en"/>
              </w:rPr>
            </w:pPr>
            <w:r>
              <w:rPr>
                <w:rFonts w:cs="Arial"/>
                <w:b/>
                <w:lang w:val="en"/>
              </w:rPr>
              <w:t>Short Participant Biography</w:t>
            </w:r>
            <w:r w:rsidRPr="00D34B7D">
              <w:rPr>
                <w:rFonts w:cs="Arial"/>
                <w:b/>
                <w:lang w:val="en"/>
              </w:rPr>
              <w:t>:</w:t>
            </w:r>
          </w:p>
          <w:p w:rsidR="00F31F85" w:rsidRDefault="00F31F85" w:rsidP="001F5158">
            <w:pPr>
              <w:spacing w:line="276" w:lineRule="auto"/>
              <w:rPr>
                <w:rFonts w:cs="Arial"/>
              </w:rPr>
            </w:pPr>
          </w:p>
        </w:tc>
      </w:tr>
      <w:tr w:rsidR="00F31F85" w:rsidTr="00F31F85">
        <w:tc>
          <w:tcPr>
            <w:tcW w:w="9356" w:type="dxa"/>
          </w:tcPr>
          <w:p w:rsidR="00F31F85" w:rsidRDefault="00F31F85" w:rsidP="001F5158">
            <w:pPr>
              <w:rPr>
                <w:rFonts w:cs="Arial"/>
              </w:rPr>
            </w:pPr>
          </w:p>
          <w:p w:rsidR="00F31F85" w:rsidRDefault="00F31F85" w:rsidP="001F5158">
            <w:pPr>
              <w:rPr>
                <w:rFonts w:cs="Arial"/>
              </w:rPr>
            </w:pPr>
          </w:p>
          <w:p w:rsidR="00F31F85" w:rsidRDefault="00F31F85" w:rsidP="001F5158">
            <w:pPr>
              <w:rPr>
                <w:rFonts w:cs="Arial"/>
              </w:rPr>
            </w:pPr>
          </w:p>
        </w:tc>
      </w:tr>
      <w:tr w:rsidR="00F31F85" w:rsidTr="00F31F85">
        <w:tc>
          <w:tcPr>
            <w:tcW w:w="9356" w:type="dxa"/>
            <w:shd w:val="clear" w:color="auto" w:fill="FFDA65"/>
          </w:tcPr>
          <w:p w:rsidR="00F31F85" w:rsidRDefault="00F31F85" w:rsidP="001F5158">
            <w:pPr>
              <w:spacing w:line="276" w:lineRule="auto"/>
              <w:rPr>
                <w:rFonts w:cs="Arial"/>
                <w:b/>
                <w:lang w:val="en"/>
              </w:rPr>
            </w:pPr>
            <w:r>
              <w:rPr>
                <w:rFonts w:cs="Arial"/>
                <w:b/>
                <w:lang w:val="en"/>
              </w:rPr>
              <w:t xml:space="preserve">Your interest regarding </w:t>
            </w:r>
            <w:r>
              <w:rPr>
                <w:rFonts w:ascii="Arial Black" w:hAnsi="Arial Black" w:cs="Arial"/>
                <w:b/>
                <w:lang w:val="en"/>
              </w:rPr>
              <w:t>n-TRACK</w:t>
            </w:r>
          </w:p>
          <w:p w:rsidR="00F31F85" w:rsidRDefault="00F31F85" w:rsidP="001F5158">
            <w:pPr>
              <w:spacing w:line="276" w:lineRule="auto"/>
              <w:rPr>
                <w:rFonts w:cs="Arial"/>
              </w:rPr>
            </w:pPr>
          </w:p>
        </w:tc>
      </w:tr>
      <w:tr w:rsidR="00F31F85" w:rsidTr="00F31F85">
        <w:tc>
          <w:tcPr>
            <w:tcW w:w="9356" w:type="dxa"/>
          </w:tcPr>
          <w:p w:rsidR="00F31F85" w:rsidRDefault="00F31F85" w:rsidP="001F5158">
            <w:pPr>
              <w:rPr>
                <w:rFonts w:cs="Arial"/>
              </w:rPr>
            </w:pPr>
          </w:p>
          <w:p w:rsidR="003C00AE" w:rsidRDefault="003C00AE" w:rsidP="001F5158">
            <w:pPr>
              <w:rPr>
                <w:rFonts w:cs="Arial"/>
              </w:rPr>
            </w:pPr>
          </w:p>
          <w:p w:rsidR="003C00AE" w:rsidRDefault="003C00AE" w:rsidP="001F5158">
            <w:pPr>
              <w:rPr>
                <w:rFonts w:cs="Arial"/>
              </w:rPr>
            </w:pPr>
          </w:p>
          <w:p w:rsidR="00F31F85" w:rsidRDefault="00F31F85" w:rsidP="001F5158">
            <w:pPr>
              <w:rPr>
                <w:rFonts w:cs="Arial"/>
              </w:rPr>
            </w:pPr>
          </w:p>
        </w:tc>
      </w:tr>
      <w:tr w:rsidR="00F31F85" w:rsidTr="00F31F85">
        <w:tc>
          <w:tcPr>
            <w:tcW w:w="9356" w:type="dxa"/>
            <w:shd w:val="clear" w:color="auto" w:fill="FFDA65"/>
          </w:tcPr>
          <w:p w:rsidR="00F31F85" w:rsidRDefault="00F31F85" w:rsidP="001F5158">
            <w:pPr>
              <w:rPr>
                <w:rFonts w:cs="Arial"/>
                <w:b/>
                <w:lang w:val="en"/>
              </w:rPr>
            </w:pPr>
            <w:r>
              <w:rPr>
                <w:rFonts w:cs="Arial"/>
                <w:b/>
                <w:lang w:val="en"/>
              </w:rPr>
              <w:t>Comments: (</w:t>
            </w:r>
            <w:r w:rsidRPr="00CF0C53">
              <w:rPr>
                <w:rFonts w:cs="Arial"/>
                <w:i/>
                <w:lang w:val="en"/>
              </w:rPr>
              <w:t xml:space="preserve">please </w:t>
            </w:r>
            <w:r>
              <w:rPr>
                <w:rFonts w:cs="Arial"/>
                <w:i/>
                <w:lang w:val="en"/>
              </w:rPr>
              <w:t xml:space="preserve">also </w:t>
            </w:r>
            <w:r w:rsidRPr="00CF0C53">
              <w:rPr>
                <w:rFonts w:cs="Arial"/>
                <w:i/>
                <w:lang w:val="en"/>
              </w:rPr>
              <w:t xml:space="preserve">specify </w:t>
            </w:r>
            <w:r>
              <w:rPr>
                <w:rFonts w:cs="Arial"/>
                <w:i/>
                <w:lang w:val="en"/>
              </w:rPr>
              <w:t>if you have any special</w:t>
            </w:r>
            <w:r w:rsidRPr="00CF0C53">
              <w:rPr>
                <w:rFonts w:cs="Arial"/>
                <w:i/>
                <w:lang w:val="en"/>
              </w:rPr>
              <w:t xml:space="preserve"> </w:t>
            </w:r>
            <w:r w:rsidRPr="00DE7FF4">
              <w:rPr>
                <w:rFonts w:cs="Arial"/>
                <w:i/>
                <w:u w:val="single"/>
                <w:lang w:val="en"/>
              </w:rPr>
              <w:t>dietary requirements</w:t>
            </w:r>
            <w:r>
              <w:rPr>
                <w:rFonts w:cs="Arial"/>
                <w:b/>
                <w:lang w:val="en"/>
              </w:rPr>
              <w:t>)</w:t>
            </w:r>
            <w:r w:rsidRPr="00D34B7D">
              <w:rPr>
                <w:rFonts w:cs="Arial"/>
                <w:b/>
                <w:lang w:val="en"/>
              </w:rPr>
              <w:t xml:space="preserve"> </w:t>
            </w:r>
          </w:p>
          <w:p w:rsidR="00F31F85" w:rsidRDefault="00F31F85" w:rsidP="001F5158">
            <w:pPr>
              <w:rPr>
                <w:rFonts w:cs="Arial"/>
              </w:rPr>
            </w:pPr>
          </w:p>
        </w:tc>
      </w:tr>
      <w:tr w:rsidR="00F31F85" w:rsidTr="00F31F85">
        <w:tc>
          <w:tcPr>
            <w:tcW w:w="9356" w:type="dxa"/>
          </w:tcPr>
          <w:p w:rsidR="00F31F85" w:rsidRDefault="00F31F85" w:rsidP="001F5158">
            <w:pPr>
              <w:rPr>
                <w:rFonts w:cs="Arial"/>
              </w:rPr>
            </w:pPr>
          </w:p>
          <w:p w:rsidR="00F31F85" w:rsidRDefault="00F31F85" w:rsidP="001F5158">
            <w:pPr>
              <w:rPr>
                <w:rFonts w:cs="Arial"/>
              </w:rPr>
            </w:pPr>
          </w:p>
          <w:p w:rsidR="00F31F85" w:rsidRDefault="00F31F85" w:rsidP="001F5158">
            <w:pPr>
              <w:rPr>
                <w:rFonts w:cs="Arial"/>
              </w:rPr>
            </w:pPr>
          </w:p>
        </w:tc>
      </w:tr>
      <w:tr w:rsidR="00F31F85" w:rsidRPr="00666EF7" w:rsidTr="00F31F85">
        <w:tc>
          <w:tcPr>
            <w:tcW w:w="9356" w:type="dxa"/>
            <w:shd w:val="clear" w:color="auto" w:fill="FFDA65"/>
          </w:tcPr>
          <w:p w:rsidR="00F31F85" w:rsidRDefault="00F31F85" w:rsidP="001F5158">
            <w:pPr>
              <w:rPr>
                <w:rFonts w:cs="Arial"/>
                <w:i/>
              </w:rPr>
            </w:pPr>
          </w:p>
          <w:p w:rsidR="00F31F85" w:rsidRPr="00730D00" w:rsidRDefault="00F31F85" w:rsidP="003C00AE">
            <w:pPr>
              <w:rPr>
                <w:rFonts w:cs="Arial"/>
                <w:i/>
              </w:rPr>
            </w:pPr>
            <w:r w:rsidRPr="00730D00">
              <w:rPr>
                <w:rFonts w:cs="Arial"/>
                <w:i/>
              </w:rPr>
              <w:t xml:space="preserve">Please email this form back to: </w:t>
            </w:r>
            <w:hyperlink r:id="rId8" w:history="1">
              <w:r w:rsidRPr="00F31F85">
                <w:rPr>
                  <w:rStyle w:val="Hyperlink"/>
                  <w:rFonts w:cs="Arial"/>
                  <w:b/>
                  <w:i/>
                </w:rPr>
                <w:t>info@cnt-ltd.co.uk</w:t>
              </w:r>
            </w:hyperlink>
            <w:r>
              <w:rPr>
                <w:rFonts w:cs="Arial"/>
                <w:i/>
              </w:rPr>
              <w:t xml:space="preserve"> </w:t>
            </w:r>
          </w:p>
        </w:tc>
      </w:tr>
    </w:tbl>
    <w:p w:rsidR="00323639" w:rsidRPr="00B62093" w:rsidRDefault="00323639" w:rsidP="00D01A92">
      <w:pPr>
        <w:rPr>
          <w:rFonts w:ascii="Avenir" w:hAnsi="Avenir"/>
        </w:rPr>
      </w:pPr>
      <w:r w:rsidRPr="00D76AAC">
        <w:rPr>
          <w:rFonts w:cs="Arial"/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779A5F" wp14:editId="4E6A1FBA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896610" cy="670560"/>
                <wp:effectExtent l="0" t="0" r="27940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6610" cy="6705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3639" w:rsidRPr="002C398A" w:rsidRDefault="00323639" w:rsidP="0032363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D6A0B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Privacy Notice: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518C9">
                              <w:rPr>
                                <w:rFonts w:cs="Arial"/>
                                <w:sz w:val="18"/>
                                <w:szCs w:val="18"/>
                              </w:rPr>
                              <w:t>All the information provided by you in this form will be used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only</w:t>
                            </w:r>
                            <w:r w:rsidRPr="00E518C9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by 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Cambridge Nanomaterials Technology Ltd., on behalf of the </w:t>
                            </w:r>
                            <w:r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n-TRACK</w:t>
                            </w:r>
                            <w:r w:rsidRPr="00667F5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67F56" w:rsidRPr="00667F5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 xml:space="preserve">Project 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for the purpose of this event</w:t>
                            </w:r>
                            <w:r w:rsidRPr="00E518C9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and not share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d</w:t>
                            </w:r>
                            <w:r w:rsidRPr="00E518C9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with any 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third parties. If you have any query,</w:t>
                            </w:r>
                            <w:r w:rsidRPr="00E518C9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please send</w:t>
                            </w:r>
                            <w:r w:rsidRPr="002C398A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an email to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57543F">
                                <w:rPr>
                                  <w:rStyle w:val="Hyperlink"/>
                                  <w:rFonts w:cs="Arial"/>
                                  <w:sz w:val="18"/>
                                  <w:szCs w:val="18"/>
                                </w:rPr>
                                <w:t>info@cnt-ltd.co.uk</w:t>
                              </w:r>
                            </w:hyperlink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C398A">
                              <w:rPr>
                                <w:rFonts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323639" w:rsidRPr="002C398A" w:rsidRDefault="00323639" w:rsidP="0032363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79A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0;margin-top:27pt;width:464.3pt;height:52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" fillcolor="white [3201]" strokecolor="#f79646 [3209]" strokeweight="2pt">
                <v:textbox>
                  <w:txbxContent>
                    <w:p w:rsidR="00323639" w:rsidRPr="002C398A" w:rsidRDefault="00323639" w:rsidP="0032363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D6A0B">
                        <w:rPr>
                          <w:rFonts w:cs="Arial"/>
                          <w:b/>
                          <w:sz w:val="18"/>
                          <w:szCs w:val="18"/>
                        </w:rPr>
                        <w:t>Privacy Notice: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 </w:t>
                      </w:r>
                      <w:r w:rsidRPr="00E518C9">
                        <w:rPr>
                          <w:rFonts w:cs="Arial"/>
                          <w:sz w:val="18"/>
                          <w:szCs w:val="18"/>
                        </w:rPr>
                        <w:t>All the information provided by you in this form will be used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 only</w:t>
                      </w:r>
                      <w:r w:rsidRPr="00E518C9">
                        <w:rPr>
                          <w:rFonts w:cs="Arial"/>
                          <w:sz w:val="18"/>
                          <w:szCs w:val="18"/>
                        </w:rPr>
                        <w:t xml:space="preserve"> by 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Cambrid</w:t>
                      </w:r>
                      <w:bookmarkStart w:id="1" w:name="_GoBack"/>
                      <w:bookmarkEnd w:id="1"/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ge Nanomaterials Technology Ltd., on behalf of the </w:t>
                      </w:r>
                      <w:r>
                        <w:rPr>
                          <w:rFonts w:cs="Arial"/>
                          <w:b/>
                          <w:sz w:val="18"/>
                          <w:szCs w:val="18"/>
                        </w:rPr>
                        <w:t>n-TRACK</w:t>
                      </w:r>
                      <w:r w:rsidRPr="00667F56">
                        <w:rPr>
                          <w:rFonts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67F56" w:rsidRPr="00667F56">
                        <w:rPr>
                          <w:rFonts w:cs="Arial"/>
                          <w:b/>
                          <w:sz w:val="18"/>
                          <w:szCs w:val="18"/>
                        </w:rPr>
                        <w:t xml:space="preserve">Project 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for the purpose of this event</w:t>
                      </w:r>
                      <w:r w:rsidRPr="00E518C9">
                        <w:rPr>
                          <w:rFonts w:cs="Arial"/>
                          <w:sz w:val="18"/>
                          <w:szCs w:val="18"/>
                        </w:rPr>
                        <w:t xml:space="preserve"> and not share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d</w:t>
                      </w:r>
                      <w:r w:rsidRPr="00E518C9">
                        <w:rPr>
                          <w:rFonts w:cs="Arial"/>
                          <w:sz w:val="18"/>
                          <w:szCs w:val="18"/>
                        </w:rPr>
                        <w:t xml:space="preserve"> with any 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third parties. If you have any query,</w:t>
                      </w:r>
                      <w:r w:rsidRPr="00E518C9">
                        <w:rPr>
                          <w:rFonts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>please send</w:t>
                      </w:r>
                      <w:r w:rsidRPr="002C398A">
                        <w:rPr>
                          <w:rFonts w:cs="Arial"/>
                          <w:sz w:val="18"/>
                          <w:szCs w:val="18"/>
                        </w:rPr>
                        <w:t xml:space="preserve"> an email to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 </w:t>
                      </w:r>
                      <w:hyperlink r:id="rId10" w:history="1">
                        <w:r w:rsidRPr="0057543F">
                          <w:rPr>
                            <w:rStyle w:val="Hyperlink"/>
                            <w:rFonts w:cs="Arial"/>
                            <w:sz w:val="18"/>
                            <w:szCs w:val="18"/>
                          </w:rPr>
                          <w:t>info@cnt-ltd.co.uk</w:t>
                        </w:r>
                      </w:hyperlink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 </w:t>
                      </w:r>
                      <w:r w:rsidRPr="002C398A">
                        <w:rPr>
                          <w:rFonts w:cs="Arial"/>
                          <w:sz w:val="18"/>
                          <w:szCs w:val="18"/>
                        </w:rPr>
                        <w:t>.</w:t>
                      </w:r>
                    </w:p>
                    <w:p w:rsidR="00323639" w:rsidRPr="002C398A" w:rsidRDefault="00323639" w:rsidP="0032363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23639" w:rsidRPr="00B62093" w:rsidSect="0019572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D05" w:rsidRDefault="008D1D05" w:rsidP="008918DE">
      <w:pPr>
        <w:spacing w:after="0" w:line="240" w:lineRule="auto"/>
      </w:pPr>
      <w:r>
        <w:separator/>
      </w:r>
    </w:p>
  </w:endnote>
  <w:endnote w:type="continuationSeparator" w:id="0">
    <w:p w:rsidR="008D1D05" w:rsidRDefault="008D1D05" w:rsidP="00891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79444"/>
      <w:docPartObj>
        <w:docPartGallery w:val="Page Numbers (Bottom of Page)"/>
        <w:docPartUnique/>
      </w:docPartObj>
    </w:sdtPr>
    <w:sdtEndPr/>
    <w:sdtContent>
      <w:sdt>
        <w:sdtPr>
          <w:id w:val="10679443"/>
          <w:docPartObj>
            <w:docPartGallery w:val="Page Numbers (Top of Page)"/>
            <w:docPartUnique/>
          </w:docPartObj>
        </w:sdtPr>
        <w:sdtEndPr/>
        <w:sdtContent>
          <w:p w:rsidR="00340455" w:rsidRDefault="00B62093">
            <w:pPr>
              <w:pStyle w:val="Footer"/>
              <w:jc w:val="righ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6704" behindDoc="1" locked="0" layoutInCell="1" allowOverlap="1" wp14:anchorId="1447844B" wp14:editId="16AADAD6">
                  <wp:simplePos x="0" y="0"/>
                  <wp:positionH relativeFrom="column">
                    <wp:posOffset>-581660</wp:posOffset>
                  </wp:positionH>
                  <wp:positionV relativeFrom="paragraph">
                    <wp:posOffset>6350</wp:posOffset>
                  </wp:positionV>
                  <wp:extent cx="745807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1572" y="21046"/>
                      <wp:lineTo x="21572" y="0"/>
                      <wp:lineTo x="0" y="0"/>
                    </wp:wrapPolygon>
                  </wp:wrapThrough>
                  <wp:docPr id="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e-pagina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807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24195" w:rsidRDefault="00624195">
            <w:pPr>
              <w:pStyle w:val="Footer"/>
              <w:jc w:val="right"/>
            </w:pPr>
            <w:proofErr w:type="spellStart"/>
            <w:r w:rsidRPr="00B62093">
              <w:rPr>
                <w:color w:val="FFFFFF" w:themeColor="background1"/>
              </w:rPr>
              <w:t>Página</w:t>
            </w:r>
            <w:proofErr w:type="spellEnd"/>
            <w:r w:rsidRPr="00B62093">
              <w:rPr>
                <w:color w:val="FFFFFF" w:themeColor="background1"/>
              </w:rPr>
              <w:t xml:space="preserve"> </w:t>
            </w:r>
            <w:r w:rsidRPr="00B62093">
              <w:rPr>
                <w:b/>
                <w:color w:val="FFFFFF" w:themeColor="background1"/>
                <w:sz w:val="24"/>
                <w:szCs w:val="24"/>
              </w:rPr>
              <w:fldChar w:fldCharType="begin"/>
            </w:r>
            <w:r w:rsidRPr="00B62093">
              <w:rPr>
                <w:b/>
                <w:color w:val="FFFFFF" w:themeColor="background1"/>
              </w:rPr>
              <w:instrText>PAGE</w:instrText>
            </w:r>
            <w:r w:rsidRPr="00B62093">
              <w:rPr>
                <w:b/>
                <w:color w:val="FFFFFF" w:themeColor="background1"/>
                <w:sz w:val="24"/>
                <w:szCs w:val="24"/>
              </w:rPr>
              <w:fldChar w:fldCharType="separate"/>
            </w:r>
            <w:r w:rsidR="00323639">
              <w:rPr>
                <w:b/>
                <w:noProof/>
                <w:color w:val="FFFFFF" w:themeColor="background1"/>
              </w:rPr>
              <w:t>2</w:t>
            </w:r>
            <w:r w:rsidRPr="00B62093">
              <w:rPr>
                <w:b/>
                <w:color w:val="FFFFFF" w:themeColor="background1"/>
                <w:sz w:val="24"/>
                <w:szCs w:val="24"/>
              </w:rPr>
              <w:fldChar w:fldCharType="end"/>
            </w:r>
            <w:r w:rsidRPr="00B62093">
              <w:rPr>
                <w:color w:val="FFFFFF" w:themeColor="background1"/>
              </w:rPr>
              <w:t xml:space="preserve"> de </w:t>
            </w:r>
            <w:r w:rsidRPr="00B62093">
              <w:rPr>
                <w:b/>
                <w:color w:val="FFFFFF" w:themeColor="background1"/>
                <w:sz w:val="24"/>
                <w:szCs w:val="24"/>
              </w:rPr>
              <w:fldChar w:fldCharType="begin"/>
            </w:r>
            <w:r w:rsidRPr="00B62093">
              <w:rPr>
                <w:b/>
                <w:color w:val="FFFFFF" w:themeColor="background1"/>
              </w:rPr>
              <w:instrText>NUMPAGES</w:instrText>
            </w:r>
            <w:r w:rsidRPr="00B62093">
              <w:rPr>
                <w:b/>
                <w:color w:val="FFFFFF" w:themeColor="background1"/>
                <w:sz w:val="24"/>
                <w:szCs w:val="24"/>
              </w:rPr>
              <w:fldChar w:fldCharType="separate"/>
            </w:r>
            <w:r w:rsidR="00323639">
              <w:rPr>
                <w:b/>
                <w:noProof/>
                <w:color w:val="FFFFFF" w:themeColor="background1"/>
              </w:rPr>
              <w:t>2</w:t>
            </w:r>
            <w:r w:rsidRPr="00B62093">
              <w:rPr>
                <w:b/>
                <w:color w:val="FFFFFF" w:themeColor="background1"/>
                <w:sz w:val="24"/>
                <w:szCs w:val="24"/>
              </w:rPr>
              <w:fldChar w:fldCharType="end"/>
            </w:r>
          </w:p>
        </w:sdtContent>
      </w:sdt>
    </w:sdtContent>
  </w:sdt>
  <w:p w:rsidR="00624195" w:rsidRDefault="006241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55" w:rsidRDefault="00B620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67E267D5" wp14:editId="73B65514">
          <wp:simplePos x="0" y="0"/>
          <wp:positionH relativeFrom="column">
            <wp:posOffset>-583565</wp:posOffset>
          </wp:positionH>
          <wp:positionV relativeFrom="paragraph">
            <wp:posOffset>-280670</wp:posOffset>
          </wp:positionV>
          <wp:extent cx="7458075" cy="742950"/>
          <wp:effectExtent l="0" t="0" r="0" b="0"/>
          <wp:wrapThrough wrapText="bothSides">
            <wp:wrapPolygon edited="0">
              <wp:start x="0" y="0"/>
              <wp:lineTo x="0" y="21046"/>
              <wp:lineTo x="21572" y="21046"/>
              <wp:lineTo x="21572" y="0"/>
              <wp:lineTo x="0" y="0"/>
            </wp:wrapPolygon>
          </wp:wrapThrough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i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8075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D05" w:rsidRDefault="008D1D05" w:rsidP="008918DE">
      <w:pPr>
        <w:spacing w:after="0" w:line="240" w:lineRule="auto"/>
      </w:pPr>
      <w:r>
        <w:separator/>
      </w:r>
    </w:p>
  </w:footnote>
  <w:footnote w:type="continuationSeparator" w:id="0">
    <w:p w:rsidR="008D1D05" w:rsidRDefault="008D1D05" w:rsidP="00891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195" w:rsidRDefault="00340455" w:rsidP="00122384">
    <w:pPr>
      <w:pStyle w:val="Header"/>
      <w:pBdr>
        <w:bottom w:val="single" w:sz="4" w:space="1" w:color="auto"/>
      </w:pBdr>
      <w:jc w:val="center"/>
    </w:pPr>
    <w:r>
      <w:t>N-TRACK</w:t>
    </w:r>
    <w:r w:rsidR="00624195">
      <w:t xml:space="preserve"> – </w:t>
    </w:r>
    <w:r w:rsidR="00445B21">
      <w:t>Open Day 2019 Cambridge – Registration 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1"/>
      <w:gridCol w:w="6225"/>
    </w:tblGrid>
    <w:tr w:rsidR="00624195" w:rsidTr="00877614">
      <w:tc>
        <w:tcPr>
          <w:tcW w:w="1621" w:type="pct"/>
          <w:vMerge w:val="restart"/>
          <w:vAlign w:val="center"/>
        </w:tcPr>
        <w:p w:rsidR="00624195" w:rsidRDefault="00624195" w:rsidP="00877614">
          <w:pPr>
            <w:pStyle w:val="Header"/>
          </w:pPr>
          <w:r w:rsidRPr="00624195">
            <w:rPr>
              <w:noProof/>
              <w:lang w:eastAsia="en-GB"/>
            </w:rPr>
            <w:drawing>
              <wp:inline distT="0" distB="0" distL="0" distR="0">
                <wp:extent cx="2098881" cy="314325"/>
                <wp:effectExtent l="0" t="0" r="0" b="0"/>
                <wp:docPr id="15" name="Imagen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 descr="C:\Users\mdella\AppData\Local\Microsoft\Windows\Temporary Internet Files\Content.Word\26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6369" cy="3154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79" w:type="pct"/>
          <w:vAlign w:val="center"/>
        </w:tcPr>
        <w:p w:rsidR="00624195" w:rsidRDefault="00624195" w:rsidP="00877614">
          <w:pPr>
            <w:pStyle w:val="Header"/>
            <w:jc w:val="right"/>
          </w:pPr>
          <w:r w:rsidRPr="008918DE">
            <w:rPr>
              <w:noProof/>
              <w:lang w:eastAsia="en-GB"/>
            </w:rPr>
            <w:drawing>
              <wp:inline distT="0" distB="0" distL="0" distR="0">
                <wp:extent cx="720079" cy="483556"/>
                <wp:effectExtent l="19050" t="0" r="3821" b="0"/>
                <wp:docPr id="14" name="Imagen 8" descr="E:\DCRD\documentos_generales\Energy storage area\Presentations\Logo\UE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2" descr="E:\DCRD\documentos_generales\Energy storage area\Presentations\Logo\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79" cy="48355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624195" w:rsidRPr="00361A63" w:rsidTr="00877614">
      <w:tc>
        <w:tcPr>
          <w:tcW w:w="1621" w:type="pct"/>
          <w:vMerge/>
        </w:tcPr>
        <w:p w:rsidR="00624195" w:rsidRDefault="00624195" w:rsidP="00877614">
          <w:pPr>
            <w:pStyle w:val="Header"/>
          </w:pPr>
        </w:p>
      </w:tc>
      <w:tc>
        <w:tcPr>
          <w:tcW w:w="3379" w:type="pct"/>
          <w:vAlign w:val="center"/>
        </w:tcPr>
        <w:p w:rsidR="00624195" w:rsidRPr="00624195" w:rsidRDefault="00624195" w:rsidP="004036A8">
          <w:pPr>
            <w:pStyle w:val="Header"/>
            <w:jc w:val="right"/>
            <w:rPr>
              <w:sz w:val="16"/>
              <w:szCs w:val="18"/>
            </w:rPr>
          </w:pPr>
          <w:r w:rsidRPr="00347240">
            <w:rPr>
              <w:sz w:val="16"/>
              <w:szCs w:val="18"/>
            </w:rPr>
            <w:t xml:space="preserve">This project has received funding from the European Union’s Horizon 2020 research and innovation programme under grant agreement </w:t>
          </w:r>
          <w:r w:rsidR="00B62093">
            <w:rPr>
              <w:sz w:val="16"/>
              <w:szCs w:val="18"/>
            </w:rPr>
            <w:t xml:space="preserve">No </w:t>
          </w:r>
          <w:r w:rsidR="004036A8">
            <w:rPr>
              <w:sz w:val="16"/>
              <w:szCs w:val="18"/>
            </w:rPr>
            <w:t>761031</w:t>
          </w:r>
          <w:r>
            <w:rPr>
              <w:sz w:val="16"/>
              <w:szCs w:val="18"/>
            </w:rPr>
            <w:t>.</w:t>
          </w:r>
        </w:p>
      </w:tc>
    </w:tr>
  </w:tbl>
  <w:p w:rsidR="00624195" w:rsidRDefault="006241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8348E"/>
    <w:multiLevelType w:val="hybridMultilevel"/>
    <w:tmpl w:val="9F3640C8"/>
    <w:lvl w:ilvl="0" w:tplc="3DE4AEDC">
      <w:start w:val="1"/>
      <w:numFmt w:val="decimal"/>
      <w:pStyle w:val="Heading2"/>
      <w:lvlText w:val="5.%1"/>
      <w:lvlJc w:val="left"/>
      <w:pPr>
        <w:ind w:left="1191" w:hanging="48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B30B10"/>
    <w:multiLevelType w:val="hybridMultilevel"/>
    <w:tmpl w:val="DBE8176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92FC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E3D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E4BD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08DB7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C66E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0E24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4EF4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7E84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63BD8"/>
    <w:multiLevelType w:val="hybridMultilevel"/>
    <w:tmpl w:val="22346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E6B11"/>
    <w:multiLevelType w:val="hybridMultilevel"/>
    <w:tmpl w:val="91480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C57E2"/>
    <w:multiLevelType w:val="hybridMultilevel"/>
    <w:tmpl w:val="A2866C58"/>
    <w:lvl w:ilvl="0" w:tplc="CAE66B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12D7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B4EA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EBA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490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016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24D3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5474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365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6434F"/>
    <w:multiLevelType w:val="hybridMultilevel"/>
    <w:tmpl w:val="98520F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  <w:lvl w:ilvl="1" w:tplc="FFFFFFFF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CAE3D50"/>
    <w:multiLevelType w:val="hybridMultilevel"/>
    <w:tmpl w:val="D666C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87E2F"/>
    <w:multiLevelType w:val="hybridMultilevel"/>
    <w:tmpl w:val="3F5E55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D144B"/>
    <w:multiLevelType w:val="hybridMultilevel"/>
    <w:tmpl w:val="8E5A88EC"/>
    <w:lvl w:ilvl="0" w:tplc="25A0C3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1AE7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B422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88A8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09E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3054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AE0E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00B40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A9D0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B7CC7"/>
    <w:multiLevelType w:val="hybridMultilevel"/>
    <w:tmpl w:val="CFC4472C"/>
    <w:lvl w:ilvl="0" w:tplc="D4D82500">
      <w:start w:val="1"/>
      <w:numFmt w:val="decimal"/>
      <w:pStyle w:val="Heading3"/>
      <w:lvlText w:val="5.1.%1"/>
      <w:lvlJc w:val="left"/>
      <w:pPr>
        <w:ind w:left="550" w:hanging="2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26" w:hanging="360"/>
      </w:pPr>
    </w:lvl>
    <w:lvl w:ilvl="2" w:tplc="0C0A001B" w:tentative="1">
      <w:start w:val="1"/>
      <w:numFmt w:val="lowerRoman"/>
      <w:lvlText w:val="%3."/>
      <w:lvlJc w:val="right"/>
      <w:pPr>
        <w:ind w:left="1746" w:hanging="180"/>
      </w:pPr>
    </w:lvl>
    <w:lvl w:ilvl="3" w:tplc="0C0A000F" w:tentative="1">
      <w:start w:val="1"/>
      <w:numFmt w:val="decimal"/>
      <w:lvlText w:val="%4."/>
      <w:lvlJc w:val="left"/>
      <w:pPr>
        <w:ind w:left="2466" w:hanging="360"/>
      </w:pPr>
    </w:lvl>
    <w:lvl w:ilvl="4" w:tplc="0C0A0019" w:tentative="1">
      <w:start w:val="1"/>
      <w:numFmt w:val="lowerLetter"/>
      <w:lvlText w:val="%5."/>
      <w:lvlJc w:val="left"/>
      <w:pPr>
        <w:ind w:left="3186" w:hanging="360"/>
      </w:pPr>
    </w:lvl>
    <w:lvl w:ilvl="5" w:tplc="0C0A001B" w:tentative="1">
      <w:start w:val="1"/>
      <w:numFmt w:val="lowerRoman"/>
      <w:lvlText w:val="%6."/>
      <w:lvlJc w:val="right"/>
      <w:pPr>
        <w:ind w:left="3906" w:hanging="180"/>
      </w:pPr>
    </w:lvl>
    <w:lvl w:ilvl="6" w:tplc="0C0A000F" w:tentative="1">
      <w:start w:val="1"/>
      <w:numFmt w:val="decimal"/>
      <w:lvlText w:val="%7."/>
      <w:lvlJc w:val="left"/>
      <w:pPr>
        <w:ind w:left="4626" w:hanging="360"/>
      </w:pPr>
    </w:lvl>
    <w:lvl w:ilvl="7" w:tplc="0C0A0019" w:tentative="1">
      <w:start w:val="1"/>
      <w:numFmt w:val="lowerLetter"/>
      <w:lvlText w:val="%8."/>
      <w:lvlJc w:val="left"/>
      <w:pPr>
        <w:ind w:left="5346" w:hanging="360"/>
      </w:pPr>
    </w:lvl>
    <w:lvl w:ilvl="8" w:tplc="0C0A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0" w15:restartNumberingAfterBreak="0">
    <w:nsid w:val="4187103F"/>
    <w:multiLevelType w:val="hybridMultilevel"/>
    <w:tmpl w:val="E44256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8E61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AE818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8E3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CCCD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002AC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B8ADE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AC5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9C46F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C4E94"/>
    <w:multiLevelType w:val="hybridMultilevel"/>
    <w:tmpl w:val="9684B0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CC32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FA21E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8C02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56A6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F699A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9E7A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3E744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E250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8D6"/>
    <w:multiLevelType w:val="hybridMultilevel"/>
    <w:tmpl w:val="E2F212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F4321"/>
    <w:multiLevelType w:val="hybridMultilevel"/>
    <w:tmpl w:val="0F6010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1624A"/>
    <w:multiLevelType w:val="hybridMultilevel"/>
    <w:tmpl w:val="E3967D74"/>
    <w:lvl w:ilvl="0" w:tplc="09A69B6C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D66002"/>
    <w:multiLevelType w:val="hybridMultilevel"/>
    <w:tmpl w:val="023C0F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51E8D"/>
    <w:multiLevelType w:val="hybridMultilevel"/>
    <w:tmpl w:val="6240B24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ECD2A8A"/>
    <w:multiLevelType w:val="hybridMultilevel"/>
    <w:tmpl w:val="54BC2D06"/>
    <w:lvl w:ilvl="0" w:tplc="08A023C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82654"/>
    <w:multiLevelType w:val="multilevel"/>
    <w:tmpl w:val="AF086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9" w15:restartNumberingAfterBreak="0">
    <w:nsid w:val="63FC75A1"/>
    <w:multiLevelType w:val="hybridMultilevel"/>
    <w:tmpl w:val="09DA3ECE"/>
    <w:lvl w:ilvl="0" w:tplc="DF6838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C6D2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8C0A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EC2E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426C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46F1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9C22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F61E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5299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B2ABC"/>
    <w:multiLevelType w:val="hybridMultilevel"/>
    <w:tmpl w:val="85F0DABC"/>
    <w:lvl w:ilvl="0" w:tplc="0CE641E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442B2"/>
    <w:multiLevelType w:val="hybridMultilevel"/>
    <w:tmpl w:val="D78833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46EB7"/>
    <w:multiLevelType w:val="hybridMultilevel"/>
    <w:tmpl w:val="6C8840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60E4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D8BB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F42E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7E9E7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9E5E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4A7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ADB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B2F4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4138C"/>
    <w:multiLevelType w:val="hybridMultilevel"/>
    <w:tmpl w:val="250455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97D73"/>
    <w:multiLevelType w:val="hybridMultilevel"/>
    <w:tmpl w:val="0EEAACA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11C00"/>
    <w:multiLevelType w:val="hybridMultilevel"/>
    <w:tmpl w:val="0AFA69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100FB"/>
    <w:multiLevelType w:val="hybridMultilevel"/>
    <w:tmpl w:val="881E46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2"/>
  </w:num>
  <w:num w:numId="4">
    <w:abstractNumId w:val="19"/>
  </w:num>
  <w:num w:numId="5">
    <w:abstractNumId w:val="11"/>
  </w:num>
  <w:num w:numId="6">
    <w:abstractNumId w:val="4"/>
  </w:num>
  <w:num w:numId="7">
    <w:abstractNumId w:val="22"/>
  </w:num>
  <w:num w:numId="8">
    <w:abstractNumId w:val="8"/>
  </w:num>
  <w:num w:numId="9">
    <w:abstractNumId w:val="10"/>
  </w:num>
  <w:num w:numId="10">
    <w:abstractNumId w:val="1"/>
  </w:num>
  <w:num w:numId="11">
    <w:abstractNumId w:val="17"/>
  </w:num>
  <w:num w:numId="12">
    <w:abstractNumId w:val="12"/>
  </w:num>
  <w:num w:numId="13">
    <w:abstractNumId w:val="6"/>
  </w:num>
  <w:num w:numId="14">
    <w:abstractNumId w:val="0"/>
  </w:num>
  <w:num w:numId="15">
    <w:abstractNumId w:val="24"/>
  </w:num>
  <w:num w:numId="16">
    <w:abstractNumId w:val="7"/>
  </w:num>
  <w:num w:numId="17">
    <w:abstractNumId w:val="16"/>
  </w:num>
  <w:num w:numId="18">
    <w:abstractNumId w:val="26"/>
  </w:num>
  <w:num w:numId="19">
    <w:abstractNumId w:val="13"/>
  </w:num>
  <w:num w:numId="20">
    <w:abstractNumId w:val="21"/>
  </w:num>
  <w:num w:numId="21">
    <w:abstractNumId w:val="23"/>
  </w:num>
  <w:num w:numId="22">
    <w:abstractNumId w:val="0"/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9"/>
  </w:num>
  <w:num w:numId="27">
    <w:abstractNumId w:val="3"/>
  </w:num>
  <w:num w:numId="28">
    <w:abstractNumId w:val="5"/>
  </w:num>
  <w:num w:numId="29">
    <w:abstractNumId w:val="15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ADB"/>
    <w:rsid w:val="0000023B"/>
    <w:rsid w:val="00000994"/>
    <w:rsid w:val="00000A72"/>
    <w:rsid w:val="00001137"/>
    <w:rsid w:val="000027C3"/>
    <w:rsid w:val="00002D52"/>
    <w:rsid w:val="00002EAB"/>
    <w:rsid w:val="000030E8"/>
    <w:rsid w:val="000032CF"/>
    <w:rsid w:val="00003AD0"/>
    <w:rsid w:val="00004249"/>
    <w:rsid w:val="0000477D"/>
    <w:rsid w:val="000056D9"/>
    <w:rsid w:val="000058C1"/>
    <w:rsid w:val="00005F1A"/>
    <w:rsid w:val="00006511"/>
    <w:rsid w:val="000065AE"/>
    <w:rsid w:val="00006A6D"/>
    <w:rsid w:val="00006DD9"/>
    <w:rsid w:val="00006FD1"/>
    <w:rsid w:val="000071D8"/>
    <w:rsid w:val="000071E0"/>
    <w:rsid w:val="00007244"/>
    <w:rsid w:val="0001087C"/>
    <w:rsid w:val="00010B58"/>
    <w:rsid w:val="000111FF"/>
    <w:rsid w:val="00011CDA"/>
    <w:rsid w:val="00012022"/>
    <w:rsid w:val="00012A97"/>
    <w:rsid w:val="00012C2C"/>
    <w:rsid w:val="00013069"/>
    <w:rsid w:val="00013500"/>
    <w:rsid w:val="000135BA"/>
    <w:rsid w:val="00013CD9"/>
    <w:rsid w:val="00014074"/>
    <w:rsid w:val="00014541"/>
    <w:rsid w:val="00014B4B"/>
    <w:rsid w:val="00014E60"/>
    <w:rsid w:val="00015098"/>
    <w:rsid w:val="00015124"/>
    <w:rsid w:val="00015B26"/>
    <w:rsid w:val="00015E12"/>
    <w:rsid w:val="00015EDE"/>
    <w:rsid w:val="00016CC9"/>
    <w:rsid w:val="00017039"/>
    <w:rsid w:val="000177FF"/>
    <w:rsid w:val="00017D7F"/>
    <w:rsid w:val="00017E4F"/>
    <w:rsid w:val="00020172"/>
    <w:rsid w:val="00020E61"/>
    <w:rsid w:val="00020FEF"/>
    <w:rsid w:val="00021E1E"/>
    <w:rsid w:val="00022613"/>
    <w:rsid w:val="0002265C"/>
    <w:rsid w:val="00022D17"/>
    <w:rsid w:val="000239A0"/>
    <w:rsid w:val="00023AD0"/>
    <w:rsid w:val="0002421C"/>
    <w:rsid w:val="00025636"/>
    <w:rsid w:val="00025E47"/>
    <w:rsid w:val="0002691B"/>
    <w:rsid w:val="00026B2F"/>
    <w:rsid w:val="00027A50"/>
    <w:rsid w:val="00027BD3"/>
    <w:rsid w:val="00027C93"/>
    <w:rsid w:val="000307CD"/>
    <w:rsid w:val="00030C0F"/>
    <w:rsid w:val="000312E4"/>
    <w:rsid w:val="00031626"/>
    <w:rsid w:val="000318EC"/>
    <w:rsid w:val="00031E2B"/>
    <w:rsid w:val="00031ECD"/>
    <w:rsid w:val="00033577"/>
    <w:rsid w:val="00033FC4"/>
    <w:rsid w:val="000340D7"/>
    <w:rsid w:val="00034988"/>
    <w:rsid w:val="00034AE8"/>
    <w:rsid w:val="00034C9C"/>
    <w:rsid w:val="00035954"/>
    <w:rsid w:val="00035B60"/>
    <w:rsid w:val="000363B3"/>
    <w:rsid w:val="000369F1"/>
    <w:rsid w:val="000373B3"/>
    <w:rsid w:val="00037F6A"/>
    <w:rsid w:val="00040B0D"/>
    <w:rsid w:val="00040E02"/>
    <w:rsid w:val="00040E0E"/>
    <w:rsid w:val="0004146A"/>
    <w:rsid w:val="0004149A"/>
    <w:rsid w:val="0004236F"/>
    <w:rsid w:val="00042379"/>
    <w:rsid w:val="00042C17"/>
    <w:rsid w:val="00042DFC"/>
    <w:rsid w:val="0004392A"/>
    <w:rsid w:val="0004431C"/>
    <w:rsid w:val="0004514A"/>
    <w:rsid w:val="000451B1"/>
    <w:rsid w:val="00045452"/>
    <w:rsid w:val="00046209"/>
    <w:rsid w:val="00046E44"/>
    <w:rsid w:val="000503A8"/>
    <w:rsid w:val="000508E2"/>
    <w:rsid w:val="00050A0E"/>
    <w:rsid w:val="00051261"/>
    <w:rsid w:val="00051358"/>
    <w:rsid w:val="00051994"/>
    <w:rsid w:val="0005204B"/>
    <w:rsid w:val="0005267D"/>
    <w:rsid w:val="0005288B"/>
    <w:rsid w:val="00052A7B"/>
    <w:rsid w:val="00052F87"/>
    <w:rsid w:val="00053811"/>
    <w:rsid w:val="00053B4E"/>
    <w:rsid w:val="0005467B"/>
    <w:rsid w:val="00054793"/>
    <w:rsid w:val="0005498D"/>
    <w:rsid w:val="00055D8A"/>
    <w:rsid w:val="00055E01"/>
    <w:rsid w:val="00055E7E"/>
    <w:rsid w:val="000564AE"/>
    <w:rsid w:val="000566CD"/>
    <w:rsid w:val="00057094"/>
    <w:rsid w:val="00057F2F"/>
    <w:rsid w:val="0006059D"/>
    <w:rsid w:val="00060CF0"/>
    <w:rsid w:val="00060FF2"/>
    <w:rsid w:val="000614D1"/>
    <w:rsid w:val="0006160F"/>
    <w:rsid w:val="0006210D"/>
    <w:rsid w:val="0006213D"/>
    <w:rsid w:val="000628B1"/>
    <w:rsid w:val="00062E4F"/>
    <w:rsid w:val="000630E4"/>
    <w:rsid w:val="0006332D"/>
    <w:rsid w:val="000634C2"/>
    <w:rsid w:val="00063DB9"/>
    <w:rsid w:val="00063F96"/>
    <w:rsid w:val="00063FDD"/>
    <w:rsid w:val="000642D2"/>
    <w:rsid w:val="00064C4A"/>
    <w:rsid w:val="00065340"/>
    <w:rsid w:val="0006555B"/>
    <w:rsid w:val="0006564D"/>
    <w:rsid w:val="0006580E"/>
    <w:rsid w:val="000660A3"/>
    <w:rsid w:val="00066201"/>
    <w:rsid w:val="00066B5B"/>
    <w:rsid w:val="000672E2"/>
    <w:rsid w:val="00067999"/>
    <w:rsid w:val="000706F2"/>
    <w:rsid w:val="00070EBB"/>
    <w:rsid w:val="0007154E"/>
    <w:rsid w:val="00071C56"/>
    <w:rsid w:val="00072341"/>
    <w:rsid w:val="000723DF"/>
    <w:rsid w:val="00072619"/>
    <w:rsid w:val="000726D7"/>
    <w:rsid w:val="00072A97"/>
    <w:rsid w:val="0007430B"/>
    <w:rsid w:val="0007442A"/>
    <w:rsid w:val="00074585"/>
    <w:rsid w:val="00074646"/>
    <w:rsid w:val="00074D4E"/>
    <w:rsid w:val="00075EE2"/>
    <w:rsid w:val="000763C2"/>
    <w:rsid w:val="0007667F"/>
    <w:rsid w:val="00077042"/>
    <w:rsid w:val="000771C5"/>
    <w:rsid w:val="00077757"/>
    <w:rsid w:val="00077C10"/>
    <w:rsid w:val="00077F34"/>
    <w:rsid w:val="000800F5"/>
    <w:rsid w:val="00080312"/>
    <w:rsid w:val="00080B56"/>
    <w:rsid w:val="00080B65"/>
    <w:rsid w:val="0008195D"/>
    <w:rsid w:val="00081F6E"/>
    <w:rsid w:val="000820C6"/>
    <w:rsid w:val="0008242B"/>
    <w:rsid w:val="0008245D"/>
    <w:rsid w:val="00083A5A"/>
    <w:rsid w:val="00083B87"/>
    <w:rsid w:val="0008447A"/>
    <w:rsid w:val="0008495E"/>
    <w:rsid w:val="00084B89"/>
    <w:rsid w:val="00084DC5"/>
    <w:rsid w:val="00085B4A"/>
    <w:rsid w:val="00085E43"/>
    <w:rsid w:val="00085EA8"/>
    <w:rsid w:val="00086567"/>
    <w:rsid w:val="00086D5F"/>
    <w:rsid w:val="00086EB7"/>
    <w:rsid w:val="00087356"/>
    <w:rsid w:val="000876F8"/>
    <w:rsid w:val="00091098"/>
    <w:rsid w:val="00092347"/>
    <w:rsid w:val="0009269A"/>
    <w:rsid w:val="000926F9"/>
    <w:rsid w:val="00092750"/>
    <w:rsid w:val="00092A44"/>
    <w:rsid w:val="00092A79"/>
    <w:rsid w:val="00092AC9"/>
    <w:rsid w:val="00092BD0"/>
    <w:rsid w:val="00095141"/>
    <w:rsid w:val="00096CF2"/>
    <w:rsid w:val="00097506"/>
    <w:rsid w:val="0009756E"/>
    <w:rsid w:val="000A10D9"/>
    <w:rsid w:val="000A1276"/>
    <w:rsid w:val="000A1397"/>
    <w:rsid w:val="000A17B6"/>
    <w:rsid w:val="000A1FDB"/>
    <w:rsid w:val="000A26E7"/>
    <w:rsid w:val="000A2AFF"/>
    <w:rsid w:val="000A2B3A"/>
    <w:rsid w:val="000A2C36"/>
    <w:rsid w:val="000A2CD3"/>
    <w:rsid w:val="000A40EB"/>
    <w:rsid w:val="000A421E"/>
    <w:rsid w:val="000A4363"/>
    <w:rsid w:val="000A48D7"/>
    <w:rsid w:val="000A4B23"/>
    <w:rsid w:val="000A5352"/>
    <w:rsid w:val="000A64EF"/>
    <w:rsid w:val="000A6C2F"/>
    <w:rsid w:val="000A6DBA"/>
    <w:rsid w:val="000A71CA"/>
    <w:rsid w:val="000A756F"/>
    <w:rsid w:val="000A7B6C"/>
    <w:rsid w:val="000B13D4"/>
    <w:rsid w:val="000B17CA"/>
    <w:rsid w:val="000B1936"/>
    <w:rsid w:val="000B2844"/>
    <w:rsid w:val="000B2B74"/>
    <w:rsid w:val="000B2F0E"/>
    <w:rsid w:val="000B3050"/>
    <w:rsid w:val="000B3123"/>
    <w:rsid w:val="000B65DA"/>
    <w:rsid w:val="000B68B6"/>
    <w:rsid w:val="000B7413"/>
    <w:rsid w:val="000B7814"/>
    <w:rsid w:val="000B7BAC"/>
    <w:rsid w:val="000B7E96"/>
    <w:rsid w:val="000C110C"/>
    <w:rsid w:val="000C1819"/>
    <w:rsid w:val="000C18D1"/>
    <w:rsid w:val="000C1C4A"/>
    <w:rsid w:val="000C20A0"/>
    <w:rsid w:val="000C2CC2"/>
    <w:rsid w:val="000C2EF5"/>
    <w:rsid w:val="000C3775"/>
    <w:rsid w:val="000C37E9"/>
    <w:rsid w:val="000C3A03"/>
    <w:rsid w:val="000C41D4"/>
    <w:rsid w:val="000C4D85"/>
    <w:rsid w:val="000C4EBF"/>
    <w:rsid w:val="000C4F6D"/>
    <w:rsid w:val="000C5055"/>
    <w:rsid w:val="000C590F"/>
    <w:rsid w:val="000C5C8D"/>
    <w:rsid w:val="000C661F"/>
    <w:rsid w:val="000C689B"/>
    <w:rsid w:val="000C6D4B"/>
    <w:rsid w:val="000C7AC3"/>
    <w:rsid w:val="000C7F33"/>
    <w:rsid w:val="000D05F5"/>
    <w:rsid w:val="000D18F9"/>
    <w:rsid w:val="000D1A74"/>
    <w:rsid w:val="000D1AAF"/>
    <w:rsid w:val="000D1B57"/>
    <w:rsid w:val="000D21F9"/>
    <w:rsid w:val="000D2AD8"/>
    <w:rsid w:val="000D2E69"/>
    <w:rsid w:val="000D3F98"/>
    <w:rsid w:val="000D4097"/>
    <w:rsid w:val="000D5280"/>
    <w:rsid w:val="000D56F4"/>
    <w:rsid w:val="000D56F8"/>
    <w:rsid w:val="000D59E6"/>
    <w:rsid w:val="000D5C5F"/>
    <w:rsid w:val="000D65F6"/>
    <w:rsid w:val="000D661E"/>
    <w:rsid w:val="000D690C"/>
    <w:rsid w:val="000D6D6E"/>
    <w:rsid w:val="000D72E8"/>
    <w:rsid w:val="000D73E0"/>
    <w:rsid w:val="000D76DA"/>
    <w:rsid w:val="000E0809"/>
    <w:rsid w:val="000E08AD"/>
    <w:rsid w:val="000E10C0"/>
    <w:rsid w:val="000E2F17"/>
    <w:rsid w:val="000E326B"/>
    <w:rsid w:val="000E4268"/>
    <w:rsid w:val="000E4ACF"/>
    <w:rsid w:val="000E6102"/>
    <w:rsid w:val="000E63E5"/>
    <w:rsid w:val="000E6936"/>
    <w:rsid w:val="000E6D03"/>
    <w:rsid w:val="000E7634"/>
    <w:rsid w:val="000E7F2E"/>
    <w:rsid w:val="000F0104"/>
    <w:rsid w:val="000F08B3"/>
    <w:rsid w:val="000F0EE8"/>
    <w:rsid w:val="000F11E0"/>
    <w:rsid w:val="000F13CC"/>
    <w:rsid w:val="000F1BC7"/>
    <w:rsid w:val="000F1CAA"/>
    <w:rsid w:val="000F22A2"/>
    <w:rsid w:val="000F2840"/>
    <w:rsid w:val="000F297A"/>
    <w:rsid w:val="000F2D94"/>
    <w:rsid w:val="000F3414"/>
    <w:rsid w:val="000F34CB"/>
    <w:rsid w:val="000F47F6"/>
    <w:rsid w:val="000F495D"/>
    <w:rsid w:val="000F4D03"/>
    <w:rsid w:val="000F5364"/>
    <w:rsid w:val="000F53C7"/>
    <w:rsid w:val="000F5546"/>
    <w:rsid w:val="000F5CD8"/>
    <w:rsid w:val="000F5E56"/>
    <w:rsid w:val="000F7B96"/>
    <w:rsid w:val="000F7D27"/>
    <w:rsid w:val="0010103C"/>
    <w:rsid w:val="00101AD2"/>
    <w:rsid w:val="00101CCB"/>
    <w:rsid w:val="00102721"/>
    <w:rsid w:val="00102766"/>
    <w:rsid w:val="00103B77"/>
    <w:rsid w:val="00103CFC"/>
    <w:rsid w:val="00104978"/>
    <w:rsid w:val="00105286"/>
    <w:rsid w:val="001056C2"/>
    <w:rsid w:val="0010604B"/>
    <w:rsid w:val="001061B4"/>
    <w:rsid w:val="00106C1F"/>
    <w:rsid w:val="00106DBE"/>
    <w:rsid w:val="001107FD"/>
    <w:rsid w:val="00111009"/>
    <w:rsid w:val="0011156A"/>
    <w:rsid w:val="00111813"/>
    <w:rsid w:val="00111AE4"/>
    <w:rsid w:val="00111BBE"/>
    <w:rsid w:val="001120D6"/>
    <w:rsid w:val="001128DA"/>
    <w:rsid w:val="00112BCE"/>
    <w:rsid w:val="00113331"/>
    <w:rsid w:val="0011367E"/>
    <w:rsid w:val="00113B5F"/>
    <w:rsid w:val="00113F3E"/>
    <w:rsid w:val="0011505D"/>
    <w:rsid w:val="00115629"/>
    <w:rsid w:val="00115A7A"/>
    <w:rsid w:val="00115F2D"/>
    <w:rsid w:val="00116E2A"/>
    <w:rsid w:val="00117C29"/>
    <w:rsid w:val="00117EFA"/>
    <w:rsid w:val="00120179"/>
    <w:rsid w:val="00120311"/>
    <w:rsid w:val="00120539"/>
    <w:rsid w:val="0012110A"/>
    <w:rsid w:val="0012125D"/>
    <w:rsid w:val="0012135E"/>
    <w:rsid w:val="00121872"/>
    <w:rsid w:val="00121ED6"/>
    <w:rsid w:val="0012235C"/>
    <w:rsid w:val="00122384"/>
    <w:rsid w:val="00122442"/>
    <w:rsid w:val="001227F5"/>
    <w:rsid w:val="00122A5B"/>
    <w:rsid w:val="00124CCD"/>
    <w:rsid w:val="00125311"/>
    <w:rsid w:val="00125EC8"/>
    <w:rsid w:val="00126453"/>
    <w:rsid w:val="001268BB"/>
    <w:rsid w:val="00126B53"/>
    <w:rsid w:val="00126C32"/>
    <w:rsid w:val="0012751F"/>
    <w:rsid w:val="00127F79"/>
    <w:rsid w:val="00130447"/>
    <w:rsid w:val="0013111D"/>
    <w:rsid w:val="00131197"/>
    <w:rsid w:val="001312BA"/>
    <w:rsid w:val="00131664"/>
    <w:rsid w:val="00131AB8"/>
    <w:rsid w:val="001327AC"/>
    <w:rsid w:val="00132B85"/>
    <w:rsid w:val="00133914"/>
    <w:rsid w:val="00134819"/>
    <w:rsid w:val="00134D45"/>
    <w:rsid w:val="00134DE5"/>
    <w:rsid w:val="00135B13"/>
    <w:rsid w:val="001362E0"/>
    <w:rsid w:val="0013687F"/>
    <w:rsid w:val="00136945"/>
    <w:rsid w:val="00136DA9"/>
    <w:rsid w:val="00136F1E"/>
    <w:rsid w:val="0013720F"/>
    <w:rsid w:val="0013777F"/>
    <w:rsid w:val="00140E67"/>
    <w:rsid w:val="0014116D"/>
    <w:rsid w:val="00141667"/>
    <w:rsid w:val="00141D7B"/>
    <w:rsid w:val="00142342"/>
    <w:rsid w:val="00142AC2"/>
    <w:rsid w:val="00144053"/>
    <w:rsid w:val="00144414"/>
    <w:rsid w:val="001446EE"/>
    <w:rsid w:val="00144F50"/>
    <w:rsid w:val="0014511C"/>
    <w:rsid w:val="001452E8"/>
    <w:rsid w:val="001452FC"/>
    <w:rsid w:val="001455BE"/>
    <w:rsid w:val="00145FDE"/>
    <w:rsid w:val="0014672E"/>
    <w:rsid w:val="00146828"/>
    <w:rsid w:val="00146BD9"/>
    <w:rsid w:val="00146DA0"/>
    <w:rsid w:val="001476DF"/>
    <w:rsid w:val="0015032B"/>
    <w:rsid w:val="001508F5"/>
    <w:rsid w:val="00150AEB"/>
    <w:rsid w:val="0015169F"/>
    <w:rsid w:val="0015189A"/>
    <w:rsid w:val="00151D68"/>
    <w:rsid w:val="00152761"/>
    <w:rsid w:val="00152905"/>
    <w:rsid w:val="001529ED"/>
    <w:rsid w:val="00152E6A"/>
    <w:rsid w:val="0015318E"/>
    <w:rsid w:val="001533C5"/>
    <w:rsid w:val="0015357C"/>
    <w:rsid w:val="00153B9A"/>
    <w:rsid w:val="00153E28"/>
    <w:rsid w:val="00153FBD"/>
    <w:rsid w:val="00154A08"/>
    <w:rsid w:val="00154F86"/>
    <w:rsid w:val="0015543B"/>
    <w:rsid w:val="00155BF4"/>
    <w:rsid w:val="00156984"/>
    <w:rsid w:val="00156C4E"/>
    <w:rsid w:val="00156D41"/>
    <w:rsid w:val="00156E33"/>
    <w:rsid w:val="001573D0"/>
    <w:rsid w:val="00160398"/>
    <w:rsid w:val="001607B0"/>
    <w:rsid w:val="00161E43"/>
    <w:rsid w:val="00162615"/>
    <w:rsid w:val="0016349F"/>
    <w:rsid w:val="001635A7"/>
    <w:rsid w:val="00163635"/>
    <w:rsid w:val="00163865"/>
    <w:rsid w:val="00164AE7"/>
    <w:rsid w:val="00164C92"/>
    <w:rsid w:val="001650B6"/>
    <w:rsid w:val="00165131"/>
    <w:rsid w:val="00165F09"/>
    <w:rsid w:val="00165F9A"/>
    <w:rsid w:val="00166094"/>
    <w:rsid w:val="001662C6"/>
    <w:rsid w:val="00166742"/>
    <w:rsid w:val="00166AEC"/>
    <w:rsid w:val="00166CB3"/>
    <w:rsid w:val="00167BE3"/>
    <w:rsid w:val="0017032E"/>
    <w:rsid w:val="00170793"/>
    <w:rsid w:val="001708D5"/>
    <w:rsid w:val="001725A4"/>
    <w:rsid w:val="001726E0"/>
    <w:rsid w:val="001727B8"/>
    <w:rsid w:val="00172A42"/>
    <w:rsid w:val="00173377"/>
    <w:rsid w:val="00173F8D"/>
    <w:rsid w:val="00174293"/>
    <w:rsid w:val="001742B2"/>
    <w:rsid w:val="00175605"/>
    <w:rsid w:val="00175DEC"/>
    <w:rsid w:val="00176090"/>
    <w:rsid w:val="00176224"/>
    <w:rsid w:val="00176259"/>
    <w:rsid w:val="001772BC"/>
    <w:rsid w:val="001773E2"/>
    <w:rsid w:val="00177808"/>
    <w:rsid w:val="0018034A"/>
    <w:rsid w:val="0018050D"/>
    <w:rsid w:val="00180874"/>
    <w:rsid w:val="0018135B"/>
    <w:rsid w:val="00181465"/>
    <w:rsid w:val="0018194E"/>
    <w:rsid w:val="00182392"/>
    <w:rsid w:val="0018263C"/>
    <w:rsid w:val="001828D7"/>
    <w:rsid w:val="00182D4D"/>
    <w:rsid w:val="00182E59"/>
    <w:rsid w:val="00183013"/>
    <w:rsid w:val="0018354A"/>
    <w:rsid w:val="001837FE"/>
    <w:rsid w:val="00183A62"/>
    <w:rsid w:val="00183DAD"/>
    <w:rsid w:val="00183E38"/>
    <w:rsid w:val="00184F58"/>
    <w:rsid w:val="001858B8"/>
    <w:rsid w:val="00185E77"/>
    <w:rsid w:val="0018653A"/>
    <w:rsid w:val="00186B8E"/>
    <w:rsid w:val="00186F1B"/>
    <w:rsid w:val="00186FE8"/>
    <w:rsid w:val="00187F10"/>
    <w:rsid w:val="00190F3C"/>
    <w:rsid w:val="001916DF"/>
    <w:rsid w:val="00191897"/>
    <w:rsid w:val="00192603"/>
    <w:rsid w:val="00192CF8"/>
    <w:rsid w:val="001955D5"/>
    <w:rsid w:val="00195720"/>
    <w:rsid w:val="00195AF4"/>
    <w:rsid w:val="00195DB7"/>
    <w:rsid w:val="00196753"/>
    <w:rsid w:val="00196BEE"/>
    <w:rsid w:val="00197300"/>
    <w:rsid w:val="00197712"/>
    <w:rsid w:val="00197A5C"/>
    <w:rsid w:val="001A0866"/>
    <w:rsid w:val="001A0A3D"/>
    <w:rsid w:val="001A0F57"/>
    <w:rsid w:val="001A1532"/>
    <w:rsid w:val="001A15B8"/>
    <w:rsid w:val="001A1F82"/>
    <w:rsid w:val="001A2223"/>
    <w:rsid w:val="001A23E4"/>
    <w:rsid w:val="001A305A"/>
    <w:rsid w:val="001A3060"/>
    <w:rsid w:val="001A3C6B"/>
    <w:rsid w:val="001A3E03"/>
    <w:rsid w:val="001A47A4"/>
    <w:rsid w:val="001A49C5"/>
    <w:rsid w:val="001A5127"/>
    <w:rsid w:val="001A56C7"/>
    <w:rsid w:val="001A5CB0"/>
    <w:rsid w:val="001A60E3"/>
    <w:rsid w:val="001A6F70"/>
    <w:rsid w:val="001A7351"/>
    <w:rsid w:val="001B01AA"/>
    <w:rsid w:val="001B073E"/>
    <w:rsid w:val="001B0B87"/>
    <w:rsid w:val="001B1801"/>
    <w:rsid w:val="001B1BBC"/>
    <w:rsid w:val="001B1CCA"/>
    <w:rsid w:val="001B2B9D"/>
    <w:rsid w:val="001B389C"/>
    <w:rsid w:val="001B3C22"/>
    <w:rsid w:val="001B3D24"/>
    <w:rsid w:val="001B4217"/>
    <w:rsid w:val="001B4349"/>
    <w:rsid w:val="001B478D"/>
    <w:rsid w:val="001B4A4B"/>
    <w:rsid w:val="001B5030"/>
    <w:rsid w:val="001B5C53"/>
    <w:rsid w:val="001B5CCD"/>
    <w:rsid w:val="001B70FB"/>
    <w:rsid w:val="001B743F"/>
    <w:rsid w:val="001C0A49"/>
    <w:rsid w:val="001C0FBF"/>
    <w:rsid w:val="001C1441"/>
    <w:rsid w:val="001C1F27"/>
    <w:rsid w:val="001C209F"/>
    <w:rsid w:val="001C2517"/>
    <w:rsid w:val="001C356E"/>
    <w:rsid w:val="001C366B"/>
    <w:rsid w:val="001C3B94"/>
    <w:rsid w:val="001C3DD1"/>
    <w:rsid w:val="001C3E6A"/>
    <w:rsid w:val="001C49ED"/>
    <w:rsid w:val="001C4B15"/>
    <w:rsid w:val="001C581F"/>
    <w:rsid w:val="001C6330"/>
    <w:rsid w:val="001C71EB"/>
    <w:rsid w:val="001C774A"/>
    <w:rsid w:val="001D0120"/>
    <w:rsid w:val="001D03A4"/>
    <w:rsid w:val="001D089D"/>
    <w:rsid w:val="001D0A30"/>
    <w:rsid w:val="001D0C29"/>
    <w:rsid w:val="001D1013"/>
    <w:rsid w:val="001D1B0B"/>
    <w:rsid w:val="001D1B4C"/>
    <w:rsid w:val="001D2564"/>
    <w:rsid w:val="001D25CF"/>
    <w:rsid w:val="001D2A5E"/>
    <w:rsid w:val="001D2AA6"/>
    <w:rsid w:val="001D2ADF"/>
    <w:rsid w:val="001D2EF4"/>
    <w:rsid w:val="001D2F51"/>
    <w:rsid w:val="001D3259"/>
    <w:rsid w:val="001D330C"/>
    <w:rsid w:val="001D3FEF"/>
    <w:rsid w:val="001D44D8"/>
    <w:rsid w:val="001D4567"/>
    <w:rsid w:val="001D494E"/>
    <w:rsid w:val="001D5010"/>
    <w:rsid w:val="001D556E"/>
    <w:rsid w:val="001D651C"/>
    <w:rsid w:val="001D66B5"/>
    <w:rsid w:val="001D7033"/>
    <w:rsid w:val="001D70C9"/>
    <w:rsid w:val="001D728A"/>
    <w:rsid w:val="001D77DB"/>
    <w:rsid w:val="001E0507"/>
    <w:rsid w:val="001E0C9E"/>
    <w:rsid w:val="001E12BA"/>
    <w:rsid w:val="001E1AF7"/>
    <w:rsid w:val="001E267D"/>
    <w:rsid w:val="001E2767"/>
    <w:rsid w:val="001E283D"/>
    <w:rsid w:val="001E290B"/>
    <w:rsid w:val="001E2A69"/>
    <w:rsid w:val="001E2FDA"/>
    <w:rsid w:val="001E328A"/>
    <w:rsid w:val="001E3483"/>
    <w:rsid w:val="001E39FF"/>
    <w:rsid w:val="001E3C47"/>
    <w:rsid w:val="001E49AA"/>
    <w:rsid w:val="001E4A60"/>
    <w:rsid w:val="001E4CF2"/>
    <w:rsid w:val="001E50E9"/>
    <w:rsid w:val="001E517F"/>
    <w:rsid w:val="001E6128"/>
    <w:rsid w:val="001E6AD5"/>
    <w:rsid w:val="001E7449"/>
    <w:rsid w:val="001E7B60"/>
    <w:rsid w:val="001E7C09"/>
    <w:rsid w:val="001F10DD"/>
    <w:rsid w:val="001F18B6"/>
    <w:rsid w:val="001F22A5"/>
    <w:rsid w:val="001F22C6"/>
    <w:rsid w:val="001F29FC"/>
    <w:rsid w:val="001F392D"/>
    <w:rsid w:val="001F3A71"/>
    <w:rsid w:val="001F3EAE"/>
    <w:rsid w:val="001F474E"/>
    <w:rsid w:val="001F4B58"/>
    <w:rsid w:val="001F55CF"/>
    <w:rsid w:val="001F5D29"/>
    <w:rsid w:val="001F5DC4"/>
    <w:rsid w:val="001F6370"/>
    <w:rsid w:val="001F6F14"/>
    <w:rsid w:val="001F7680"/>
    <w:rsid w:val="001F77B9"/>
    <w:rsid w:val="001F7D64"/>
    <w:rsid w:val="001F7E54"/>
    <w:rsid w:val="001F7E80"/>
    <w:rsid w:val="002011DB"/>
    <w:rsid w:val="00201BFE"/>
    <w:rsid w:val="00203390"/>
    <w:rsid w:val="00203428"/>
    <w:rsid w:val="0020344F"/>
    <w:rsid w:val="00203746"/>
    <w:rsid w:val="002038EA"/>
    <w:rsid w:val="00203A36"/>
    <w:rsid w:val="002040E8"/>
    <w:rsid w:val="002042CE"/>
    <w:rsid w:val="00204496"/>
    <w:rsid w:val="00204BA7"/>
    <w:rsid w:val="00204DFD"/>
    <w:rsid w:val="00205238"/>
    <w:rsid w:val="00206085"/>
    <w:rsid w:val="00206343"/>
    <w:rsid w:val="002069EE"/>
    <w:rsid w:val="00206C11"/>
    <w:rsid w:val="0020797F"/>
    <w:rsid w:val="00207A6F"/>
    <w:rsid w:val="00210AE3"/>
    <w:rsid w:val="00210C29"/>
    <w:rsid w:val="00210E65"/>
    <w:rsid w:val="002118EB"/>
    <w:rsid w:val="0021206E"/>
    <w:rsid w:val="00212858"/>
    <w:rsid w:val="00213240"/>
    <w:rsid w:val="002133F6"/>
    <w:rsid w:val="00213CA4"/>
    <w:rsid w:val="00213EDF"/>
    <w:rsid w:val="00213F82"/>
    <w:rsid w:val="0021430D"/>
    <w:rsid w:val="00214481"/>
    <w:rsid w:val="0021482B"/>
    <w:rsid w:val="00214A86"/>
    <w:rsid w:val="002154A7"/>
    <w:rsid w:val="002159DE"/>
    <w:rsid w:val="00215CBB"/>
    <w:rsid w:val="00215E05"/>
    <w:rsid w:val="00216C9C"/>
    <w:rsid w:val="0021791A"/>
    <w:rsid w:val="002200B5"/>
    <w:rsid w:val="00221723"/>
    <w:rsid w:val="00221D2D"/>
    <w:rsid w:val="00222D78"/>
    <w:rsid w:val="002231D3"/>
    <w:rsid w:val="00223402"/>
    <w:rsid w:val="00223AB2"/>
    <w:rsid w:val="00223B94"/>
    <w:rsid w:val="00223D16"/>
    <w:rsid w:val="00223F4E"/>
    <w:rsid w:val="00223F62"/>
    <w:rsid w:val="002245F9"/>
    <w:rsid w:val="002247C1"/>
    <w:rsid w:val="00225654"/>
    <w:rsid w:val="00225672"/>
    <w:rsid w:val="002258D3"/>
    <w:rsid w:val="00225DB8"/>
    <w:rsid w:val="00226780"/>
    <w:rsid w:val="002267BF"/>
    <w:rsid w:val="002267EE"/>
    <w:rsid w:val="002268BA"/>
    <w:rsid w:val="00226EC2"/>
    <w:rsid w:val="00227931"/>
    <w:rsid w:val="00227935"/>
    <w:rsid w:val="00227AB9"/>
    <w:rsid w:val="002300B3"/>
    <w:rsid w:val="0023094E"/>
    <w:rsid w:val="00230EFC"/>
    <w:rsid w:val="002311A2"/>
    <w:rsid w:val="0023208D"/>
    <w:rsid w:val="002327BF"/>
    <w:rsid w:val="00232929"/>
    <w:rsid w:val="00232C2B"/>
    <w:rsid w:val="00232FF9"/>
    <w:rsid w:val="00233607"/>
    <w:rsid w:val="0023376C"/>
    <w:rsid w:val="00233AD1"/>
    <w:rsid w:val="00233D25"/>
    <w:rsid w:val="00233D3E"/>
    <w:rsid w:val="00233EDB"/>
    <w:rsid w:val="002345BD"/>
    <w:rsid w:val="00234B53"/>
    <w:rsid w:val="00234E33"/>
    <w:rsid w:val="00235024"/>
    <w:rsid w:val="002352A2"/>
    <w:rsid w:val="00235868"/>
    <w:rsid w:val="00235E18"/>
    <w:rsid w:val="002361CC"/>
    <w:rsid w:val="0023628E"/>
    <w:rsid w:val="0023684C"/>
    <w:rsid w:val="00236CE7"/>
    <w:rsid w:val="00237D07"/>
    <w:rsid w:val="002404DC"/>
    <w:rsid w:val="00240D3F"/>
    <w:rsid w:val="00240DCB"/>
    <w:rsid w:val="00241187"/>
    <w:rsid w:val="002415BD"/>
    <w:rsid w:val="0024180F"/>
    <w:rsid w:val="0024181E"/>
    <w:rsid w:val="002419C8"/>
    <w:rsid w:val="00241AD9"/>
    <w:rsid w:val="00241CBF"/>
    <w:rsid w:val="00241FFA"/>
    <w:rsid w:val="00242317"/>
    <w:rsid w:val="00242DAA"/>
    <w:rsid w:val="00243003"/>
    <w:rsid w:val="002431F6"/>
    <w:rsid w:val="00243273"/>
    <w:rsid w:val="00243B66"/>
    <w:rsid w:val="002446F0"/>
    <w:rsid w:val="00245085"/>
    <w:rsid w:val="00245595"/>
    <w:rsid w:val="0024567B"/>
    <w:rsid w:val="002456B5"/>
    <w:rsid w:val="002457AF"/>
    <w:rsid w:val="00245AF3"/>
    <w:rsid w:val="0024739B"/>
    <w:rsid w:val="00247447"/>
    <w:rsid w:val="00247901"/>
    <w:rsid w:val="0025103B"/>
    <w:rsid w:val="00251393"/>
    <w:rsid w:val="00251C2E"/>
    <w:rsid w:val="00251E70"/>
    <w:rsid w:val="00251F04"/>
    <w:rsid w:val="00254BDB"/>
    <w:rsid w:val="00254BF5"/>
    <w:rsid w:val="002556A0"/>
    <w:rsid w:val="0025574F"/>
    <w:rsid w:val="0025619B"/>
    <w:rsid w:val="00256884"/>
    <w:rsid w:val="00256B0B"/>
    <w:rsid w:val="00256DD3"/>
    <w:rsid w:val="002572DA"/>
    <w:rsid w:val="00257403"/>
    <w:rsid w:val="002575E7"/>
    <w:rsid w:val="0026049C"/>
    <w:rsid w:val="002605D1"/>
    <w:rsid w:val="002606EF"/>
    <w:rsid w:val="00261534"/>
    <w:rsid w:val="002615AF"/>
    <w:rsid w:val="0026175C"/>
    <w:rsid w:val="002617C4"/>
    <w:rsid w:val="002623F6"/>
    <w:rsid w:val="00262706"/>
    <w:rsid w:val="002629F4"/>
    <w:rsid w:val="00262D7A"/>
    <w:rsid w:val="00262DAA"/>
    <w:rsid w:val="0026387E"/>
    <w:rsid w:val="002638CF"/>
    <w:rsid w:val="00263913"/>
    <w:rsid w:val="00263DC0"/>
    <w:rsid w:val="00263E19"/>
    <w:rsid w:val="00266638"/>
    <w:rsid w:val="0026674B"/>
    <w:rsid w:val="002669C5"/>
    <w:rsid w:val="00267813"/>
    <w:rsid w:val="0026784E"/>
    <w:rsid w:val="00267B9B"/>
    <w:rsid w:val="00270158"/>
    <w:rsid w:val="00270766"/>
    <w:rsid w:val="00270AAC"/>
    <w:rsid w:val="00271075"/>
    <w:rsid w:val="002713E9"/>
    <w:rsid w:val="0027177A"/>
    <w:rsid w:val="002717D9"/>
    <w:rsid w:val="002718DD"/>
    <w:rsid w:val="00271AF6"/>
    <w:rsid w:val="002730E4"/>
    <w:rsid w:val="0027385A"/>
    <w:rsid w:val="00273900"/>
    <w:rsid w:val="00273A25"/>
    <w:rsid w:val="00273A3F"/>
    <w:rsid w:val="002741DA"/>
    <w:rsid w:val="002743FD"/>
    <w:rsid w:val="002745A2"/>
    <w:rsid w:val="002748EE"/>
    <w:rsid w:val="00274C63"/>
    <w:rsid w:val="00275B70"/>
    <w:rsid w:val="00275E92"/>
    <w:rsid w:val="00276481"/>
    <w:rsid w:val="002764C8"/>
    <w:rsid w:val="00277B98"/>
    <w:rsid w:val="002803E9"/>
    <w:rsid w:val="0028066D"/>
    <w:rsid w:val="002821FE"/>
    <w:rsid w:val="0028235F"/>
    <w:rsid w:val="002824EC"/>
    <w:rsid w:val="002836DB"/>
    <w:rsid w:val="00283C42"/>
    <w:rsid w:val="0028548A"/>
    <w:rsid w:val="00285B14"/>
    <w:rsid w:val="002860F2"/>
    <w:rsid w:val="002869FF"/>
    <w:rsid w:val="00287494"/>
    <w:rsid w:val="002874EB"/>
    <w:rsid w:val="00287787"/>
    <w:rsid w:val="00290747"/>
    <w:rsid w:val="00290A69"/>
    <w:rsid w:val="00291437"/>
    <w:rsid w:val="00292A73"/>
    <w:rsid w:val="00292CEF"/>
    <w:rsid w:val="00293062"/>
    <w:rsid w:val="0029458B"/>
    <w:rsid w:val="00295407"/>
    <w:rsid w:val="00295A99"/>
    <w:rsid w:val="00295ACE"/>
    <w:rsid w:val="00295BA9"/>
    <w:rsid w:val="002975C9"/>
    <w:rsid w:val="00297776"/>
    <w:rsid w:val="002A016D"/>
    <w:rsid w:val="002A0D34"/>
    <w:rsid w:val="002A149A"/>
    <w:rsid w:val="002A14B1"/>
    <w:rsid w:val="002A188E"/>
    <w:rsid w:val="002A1C10"/>
    <w:rsid w:val="002A26D5"/>
    <w:rsid w:val="002A2C96"/>
    <w:rsid w:val="002A36F5"/>
    <w:rsid w:val="002A3A2C"/>
    <w:rsid w:val="002A3F68"/>
    <w:rsid w:val="002A4CAE"/>
    <w:rsid w:val="002A54AE"/>
    <w:rsid w:val="002A55AB"/>
    <w:rsid w:val="002A63FE"/>
    <w:rsid w:val="002A6805"/>
    <w:rsid w:val="002A7208"/>
    <w:rsid w:val="002A7DC2"/>
    <w:rsid w:val="002B0DBD"/>
    <w:rsid w:val="002B0E22"/>
    <w:rsid w:val="002B1649"/>
    <w:rsid w:val="002B242D"/>
    <w:rsid w:val="002B2722"/>
    <w:rsid w:val="002B2EC0"/>
    <w:rsid w:val="002B3DB1"/>
    <w:rsid w:val="002B4985"/>
    <w:rsid w:val="002B4F24"/>
    <w:rsid w:val="002B5D89"/>
    <w:rsid w:val="002B66D3"/>
    <w:rsid w:val="002B6A16"/>
    <w:rsid w:val="002B7127"/>
    <w:rsid w:val="002B7C56"/>
    <w:rsid w:val="002C059E"/>
    <w:rsid w:val="002C1A63"/>
    <w:rsid w:val="002C1C4F"/>
    <w:rsid w:val="002C1E68"/>
    <w:rsid w:val="002C1FB5"/>
    <w:rsid w:val="002C225D"/>
    <w:rsid w:val="002C2BDE"/>
    <w:rsid w:val="002C3875"/>
    <w:rsid w:val="002C3C58"/>
    <w:rsid w:val="002C3F15"/>
    <w:rsid w:val="002C40C5"/>
    <w:rsid w:val="002C4294"/>
    <w:rsid w:val="002C49BF"/>
    <w:rsid w:val="002C50FF"/>
    <w:rsid w:val="002C5205"/>
    <w:rsid w:val="002C68A3"/>
    <w:rsid w:val="002C6A6C"/>
    <w:rsid w:val="002C6B6C"/>
    <w:rsid w:val="002C719C"/>
    <w:rsid w:val="002C7E25"/>
    <w:rsid w:val="002D032B"/>
    <w:rsid w:val="002D03C7"/>
    <w:rsid w:val="002D0497"/>
    <w:rsid w:val="002D05EB"/>
    <w:rsid w:val="002D12DC"/>
    <w:rsid w:val="002D27CF"/>
    <w:rsid w:val="002D3089"/>
    <w:rsid w:val="002D32F6"/>
    <w:rsid w:val="002D3336"/>
    <w:rsid w:val="002D351E"/>
    <w:rsid w:val="002D38A5"/>
    <w:rsid w:val="002D3B6E"/>
    <w:rsid w:val="002D3F7D"/>
    <w:rsid w:val="002D469E"/>
    <w:rsid w:val="002D4B2B"/>
    <w:rsid w:val="002D4B84"/>
    <w:rsid w:val="002D5246"/>
    <w:rsid w:val="002D5B50"/>
    <w:rsid w:val="002D6926"/>
    <w:rsid w:val="002D6E0E"/>
    <w:rsid w:val="002D72D2"/>
    <w:rsid w:val="002D749E"/>
    <w:rsid w:val="002D74BC"/>
    <w:rsid w:val="002E0591"/>
    <w:rsid w:val="002E151E"/>
    <w:rsid w:val="002E1A04"/>
    <w:rsid w:val="002E2AB6"/>
    <w:rsid w:val="002E2C5C"/>
    <w:rsid w:val="002E31DA"/>
    <w:rsid w:val="002E342C"/>
    <w:rsid w:val="002E36AB"/>
    <w:rsid w:val="002E3872"/>
    <w:rsid w:val="002E4806"/>
    <w:rsid w:val="002E5100"/>
    <w:rsid w:val="002E5166"/>
    <w:rsid w:val="002E5EEA"/>
    <w:rsid w:val="002E6194"/>
    <w:rsid w:val="002E6275"/>
    <w:rsid w:val="002E63FF"/>
    <w:rsid w:val="002E6EDD"/>
    <w:rsid w:val="002E7147"/>
    <w:rsid w:val="002E767F"/>
    <w:rsid w:val="002E79D2"/>
    <w:rsid w:val="002F000A"/>
    <w:rsid w:val="002F019D"/>
    <w:rsid w:val="002F0396"/>
    <w:rsid w:val="002F05B8"/>
    <w:rsid w:val="002F098B"/>
    <w:rsid w:val="002F09FD"/>
    <w:rsid w:val="002F0B92"/>
    <w:rsid w:val="002F0D00"/>
    <w:rsid w:val="002F0FCB"/>
    <w:rsid w:val="002F11B5"/>
    <w:rsid w:val="002F1FE4"/>
    <w:rsid w:val="002F2335"/>
    <w:rsid w:val="002F2498"/>
    <w:rsid w:val="002F24B1"/>
    <w:rsid w:val="002F2A1E"/>
    <w:rsid w:val="002F2F22"/>
    <w:rsid w:val="002F3701"/>
    <w:rsid w:val="002F4514"/>
    <w:rsid w:val="002F4CA7"/>
    <w:rsid w:val="002F5F58"/>
    <w:rsid w:val="002F673E"/>
    <w:rsid w:val="002F6E1E"/>
    <w:rsid w:val="002F70C5"/>
    <w:rsid w:val="002F7222"/>
    <w:rsid w:val="002F73B7"/>
    <w:rsid w:val="002F7439"/>
    <w:rsid w:val="002F756A"/>
    <w:rsid w:val="002F77AC"/>
    <w:rsid w:val="002F798F"/>
    <w:rsid w:val="002F7AC7"/>
    <w:rsid w:val="0030100A"/>
    <w:rsid w:val="00301113"/>
    <w:rsid w:val="00301449"/>
    <w:rsid w:val="0030174F"/>
    <w:rsid w:val="003017FF"/>
    <w:rsid w:val="00301AAE"/>
    <w:rsid w:val="00301F20"/>
    <w:rsid w:val="003037A3"/>
    <w:rsid w:val="003037D7"/>
    <w:rsid w:val="00303BEC"/>
    <w:rsid w:val="00303D8D"/>
    <w:rsid w:val="00304285"/>
    <w:rsid w:val="00304D17"/>
    <w:rsid w:val="00304F01"/>
    <w:rsid w:val="0030556F"/>
    <w:rsid w:val="00305938"/>
    <w:rsid w:val="003059C8"/>
    <w:rsid w:val="003070D5"/>
    <w:rsid w:val="00307210"/>
    <w:rsid w:val="0030722B"/>
    <w:rsid w:val="00307A34"/>
    <w:rsid w:val="00307A97"/>
    <w:rsid w:val="00307FB5"/>
    <w:rsid w:val="0031007D"/>
    <w:rsid w:val="00311172"/>
    <w:rsid w:val="00311840"/>
    <w:rsid w:val="00311CE3"/>
    <w:rsid w:val="003120DC"/>
    <w:rsid w:val="003124C1"/>
    <w:rsid w:val="003128EF"/>
    <w:rsid w:val="00312AEC"/>
    <w:rsid w:val="00312C8D"/>
    <w:rsid w:val="003131D0"/>
    <w:rsid w:val="003134D4"/>
    <w:rsid w:val="00313A13"/>
    <w:rsid w:val="00313A79"/>
    <w:rsid w:val="00313BEB"/>
    <w:rsid w:val="0031494E"/>
    <w:rsid w:val="00315089"/>
    <w:rsid w:val="003155C3"/>
    <w:rsid w:val="0031560C"/>
    <w:rsid w:val="003159F2"/>
    <w:rsid w:val="00315CBE"/>
    <w:rsid w:val="003163FD"/>
    <w:rsid w:val="00316D37"/>
    <w:rsid w:val="00316D3A"/>
    <w:rsid w:val="003176AB"/>
    <w:rsid w:val="00317790"/>
    <w:rsid w:val="00317EF7"/>
    <w:rsid w:val="00317FB5"/>
    <w:rsid w:val="00320B6D"/>
    <w:rsid w:val="00320F13"/>
    <w:rsid w:val="00321268"/>
    <w:rsid w:val="003217A9"/>
    <w:rsid w:val="00321A72"/>
    <w:rsid w:val="00321DC9"/>
    <w:rsid w:val="0032261D"/>
    <w:rsid w:val="0032270C"/>
    <w:rsid w:val="00322A2C"/>
    <w:rsid w:val="0032347D"/>
    <w:rsid w:val="00323639"/>
    <w:rsid w:val="00323857"/>
    <w:rsid w:val="0032413F"/>
    <w:rsid w:val="00324EB5"/>
    <w:rsid w:val="00324FCD"/>
    <w:rsid w:val="00325C7F"/>
    <w:rsid w:val="00327094"/>
    <w:rsid w:val="00327A26"/>
    <w:rsid w:val="00327B2C"/>
    <w:rsid w:val="003304BF"/>
    <w:rsid w:val="003308A9"/>
    <w:rsid w:val="00330A0A"/>
    <w:rsid w:val="00331014"/>
    <w:rsid w:val="00331225"/>
    <w:rsid w:val="003316F7"/>
    <w:rsid w:val="0033270D"/>
    <w:rsid w:val="003327D5"/>
    <w:rsid w:val="00332C60"/>
    <w:rsid w:val="00333099"/>
    <w:rsid w:val="003330C5"/>
    <w:rsid w:val="003333A4"/>
    <w:rsid w:val="00333A6E"/>
    <w:rsid w:val="0033412B"/>
    <w:rsid w:val="00334184"/>
    <w:rsid w:val="00334311"/>
    <w:rsid w:val="0033439C"/>
    <w:rsid w:val="003351CE"/>
    <w:rsid w:val="0033580F"/>
    <w:rsid w:val="00335CE5"/>
    <w:rsid w:val="00335DFF"/>
    <w:rsid w:val="00335EAC"/>
    <w:rsid w:val="00335F52"/>
    <w:rsid w:val="003360AA"/>
    <w:rsid w:val="00336379"/>
    <w:rsid w:val="003364CE"/>
    <w:rsid w:val="003366D1"/>
    <w:rsid w:val="0033696C"/>
    <w:rsid w:val="00336D4C"/>
    <w:rsid w:val="00337730"/>
    <w:rsid w:val="0034008C"/>
    <w:rsid w:val="00340455"/>
    <w:rsid w:val="003404A2"/>
    <w:rsid w:val="00340CCC"/>
    <w:rsid w:val="00342484"/>
    <w:rsid w:val="003428D7"/>
    <w:rsid w:val="00343013"/>
    <w:rsid w:val="003433E4"/>
    <w:rsid w:val="00343615"/>
    <w:rsid w:val="003436E0"/>
    <w:rsid w:val="003438D6"/>
    <w:rsid w:val="00344269"/>
    <w:rsid w:val="00344DDB"/>
    <w:rsid w:val="00346791"/>
    <w:rsid w:val="00347CA6"/>
    <w:rsid w:val="00347E5D"/>
    <w:rsid w:val="00347EAD"/>
    <w:rsid w:val="00347F8B"/>
    <w:rsid w:val="00350281"/>
    <w:rsid w:val="00350538"/>
    <w:rsid w:val="00350B8E"/>
    <w:rsid w:val="0035103B"/>
    <w:rsid w:val="003515B6"/>
    <w:rsid w:val="003523C4"/>
    <w:rsid w:val="00352514"/>
    <w:rsid w:val="00353343"/>
    <w:rsid w:val="00353DD4"/>
    <w:rsid w:val="00354BE7"/>
    <w:rsid w:val="00354D1D"/>
    <w:rsid w:val="0035552F"/>
    <w:rsid w:val="00355BAF"/>
    <w:rsid w:val="00357300"/>
    <w:rsid w:val="003573DD"/>
    <w:rsid w:val="00357564"/>
    <w:rsid w:val="003575BC"/>
    <w:rsid w:val="00357859"/>
    <w:rsid w:val="003579CB"/>
    <w:rsid w:val="003602D4"/>
    <w:rsid w:val="00360349"/>
    <w:rsid w:val="003609EF"/>
    <w:rsid w:val="0036199A"/>
    <w:rsid w:val="003619B5"/>
    <w:rsid w:val="00361A63"/>
    <w:rsid w:val="00361A70"/>
    <w:rsid w:val="00362156"/>
    <w:rsid w:val="00362864"/>
    <w:rsid w:val="00363722"/>
    <w:rsid w:val="00364AA1"/>
    <w:rsid w:val="00364C5A"/>
    <w:rsid w:val="00364D9E"/>
    <w:rsid w:val="003659ED"/>
    <w:rsid w:val="00365A45"/>
    <w:rsid w:val="00365B2D"/>
    <w:rsid w:val="003667DA"/>
    <w:rsid w:val="00366ACB"/>
    <w:rsid w:val="003674F8"/>
    <w:rsid w:val="00367A25"/>
    <w:rsid w:val="00370197"/>
    <w:rsid w:val="00370B22"/>
    <w:rsid w:val="0037145C"/>
    <w:rsid w:val="00371797"/>
    <w:rsid w:val="00371C78"/>
    <w:rsid w:val="00371EC7"/>
    <w:rsid w:val="003727EB"/>
    <w:rsid w:val="00373573"/>
    <w:rsid w:val="003737D5"/>
    <w:rsid w:val="00373970"/>
    <w:rsid w:val="00374A2A"/>
    <w:rsid w:val="00374A79"/>
    <w:rsid w:val="00375122"/>
    <w:rsid w:val="003758AC"/>
    <w:rsid w:val="003758AD"/>
    <w:rsid w:val="00375E00"/>
    <w:rsid w:val="00375F34"/>
    <w:rsid w:val="00376587"/>
    <w:rsid w:val="00376795"/>
    <w:rsid w:val="00377DA4"/>
    <w:rsid w:val="00377FC2"/>
    <w:rsid w:val="00381925"/>
    <w:rsid w:val="00381A1B"/>
    <w:rsid w:val="00381BEE"/>
    <w:rsid w:val="0038226B"/>
    <w:rsid w:val="0038270A"/>
    <w:rsid w:val="00383247"/>
    <w:rsid w:val="00383376"/>
    <w:rsid w:val="00383C8A"/>
    <w:rsid w:val="0038464B"/>
    <w:rsid w:val="00384792"/>
    <w:rsid w:val="0038490B"/>
    <w:rsid w:val="00384F9A"/>
    <w:rsid w:val="003852AC"/>
    <w:rsid w:val="00385794"/>
    <w:rsid w:val="00385C5D"/>
    <w:rsid w:val="00386018"/>
    <w:rsid w:val="00386451"/>
    <w:rsid w:val="00386B9B"/>
    <w:rsid w:val="00386CCF"/>
    <w:rsid w:val="00386E12"/>
    <w:rsid w:val="00387329"/>
    <w:rsid w:val="003905BC"/>
    <w:rsid w:val="0039087C"/>
    <w:rsid w:val="00391EE0"/>
    <w:rsid w:val="00392712"/>
    <w:rsid w:val="003927D4"/>
    <w:rsid w:val="00392938"/>
    <w:rsid w:val="003936FC"/>
    <w:rsid w:val="00393BB5"/>
    <w:rsid w:val="0039461F"/>
    <w:rsid w:val="00394974"/>
    <w:rsid w:val="00394BD9"/>
    <w:rsid w:val="0039568C"/>
    <w:rsid w:val="00395DC9"/>
    <w:rsid w:val="00395F06"/>
    <w:rsid w:val="00396106"/>
    <w:rsid w:val="003969A0"/>
    <w:rsid w:val="00396C35"/>
    <w:rsid w:val="00396EF6"/>
    <w:rsid w:val="00396FCB"/>
    <w:rsid w:val="0039757F"/>
    <w:rsid w:val="003979E9"/>
    <w:rsid w:val="00397A08"/>
    <w:rsid w:val="00397CCA"/>
    <w:rsid w:val="00397DE1"/>
    <w:rsid w:val="00397FE2"/>
    <w:rsid w:val="003A031F"/>
    <w:rsid w:val="003A0BE3"/>
    <w:rsid w:val="003A17E4"/>
    <w:rsid w:val="003A1EB6"/>
    <w:rsid w:val="003A225A"/>
    <w:rsid w:val="003A27BE"/>
    <w:rsid w:val="003A3231"/>
    <w:rsid w:val="003A32C3"/>
    <w:rsid w:val="003A38D7"/>
    <w:rsid w:val="003A3953"/>
    <w:rsid w:val="003A443D"/>
    <w:rsid w:val="003A482B"/>
    <w:rsid w:val="003A4A60"/>
    <w:rsid w:val="003A5DBA"/>
    <w:rsid w:val="003A6B9F"/>
    <w:rsid w:val="003A7E2F"/>
    <w:rsid w:val="003B02B8"/>
    <w:rsid w:val="003B0FE5"/>
    <w:rsid w:val="003B10D7"/>
    <w:rsid w:val="003B1137"/>
    <w:rsid w:val="003B154E"/>
    <w:rsid w:val="003B2A93"/>
    <w:rsid w:val="003B2C4C"/>
    <w:rsid w:val="003B2EC8"/>
    <w:rsid w:val="003B36C6"/>
    <w:rsid w:val="003B4009"/>
    <w:rsid w:val="003B4387"/>
    <w:rsid w:val="003B44AE"/>
    <w:rsid w:val="003B45CE"/>
    <w:rsid w:val="003B4626"/>
    <w:rsid w:val="003B5501"/>
    <w:rsid w:val="003B6398"/>
    <w:rsid w:val="003B64F3"/>
    <w:rsid w:val="003B6BCA"/>
    <w:rsid w:val="003B6EDB"/>
    <w:rsid w:val="003B7139"/>
    <w:rsid w:val="003B7DD6"/>
    <w:rsid w:val="003C00AE"/>
    <w:rsid w:val="003C092B"/>
    <w:rsid w:val="003C0FDE"/>
    <w:rsid w:val="003C1626"/>
    <w:rsid w:val="003C2B27"/>
    <w:rsid w:val="003C2BDD"/>
    <w:rsid w:val="003C2FC2"/>
    <w:rsid w:val="003C30DE"/>
    <w:rsid w:val="003C3A91"/>
    <w:rsid w:val="003C3B8B"/>
    <w:rsid w:val="003C4253"/>
    <w:rsid w:val="003C4E8F"/>
    <w:rsid w:val="003C54B3"/>
    <w:rsid w:val="003C6593"/>
    <w:rsid w:val="003C6E19"/>
    <w:rsid w:val="003C6F3F"/>
    <w:rsid w:val="003C7376"/>
    <w:rsid w:val="003C7746"/>
    <w:rsid w:val="003D0072"/>
    <w:rsid w:val="003D09BC"/>
    <w:rsid w:val="003D0A57"/>
    <w:rsid w:val="003D12B9"/>
    <w:rsid w:val="003D17EB"/>
    <w:rsid w:val="003D1FBF"/>
    <w:rsid w:val="003D253D"/>
    <w:rsid w:val="003D2763"/>
    <w:rsid w:val="003D2AA2"/>
    <w:rsid w:val="003D3BF2"/>
    <w:rsid w:val="003D4076"/>
    <w:rsid w:val="003D45A3"/>
    <w:rsid w:val="003D579B"/>
    <w:rsid w:val="003D5DB6"/>
    <w:rsid w:val="003D5DB8"/>
    <w:rsid w:val="003D65D7"/>
    <w:rsid w:val="003D6D61"/>
    <w:rsid w:val="003D7386"/>
    <w:rsid w:val="003D78B3"/>
    <w:rsid w:val="003D7958"/>
    <w:rsid w:val="003D7B70"/>
    <w:rsid w:val="003D7E1C"/>
    <w:rsid w:val="003D7F04"/>
    <w:rsid w:val="003D7F91"/>
    <w:rsid w:val="003E0772"/>
    <w:rsid w:val="003E0AEF"/>
    <w:rsid w:val="003E10D7"/>
    <w:rsid w:val="003E1177"/>
    <w:rsid w:val="003E12DA"/>
    <w:rsid w:val="003E14CF"/>
    <w:rsid w:val="003E1FCF"/>
    <w:rsid w:val="003E234F"/>
    <w:rsid w:val="003E2D1F"/>
    <w:rsid w:val="003E344D"/>
    <w:rsid w:val="003E3538"/>
    <w:rsid w:val="003E3ECF"/>
    <w:rsid w:val="003E3F0C"/>
    <w:rsid w:val="003E4171"/>
    <w:rsid w:val="003E4B2D"/>
    <w:rsid w:val="003E4BE3"/>
    <w:rsid w:val="003E5211"/>
    <w:rsid w:val="003E570B"/>
    <w:rsid w:val="003E5752"/>
    <w:rsid w:val="003E6192"/>
    <w:rsid w:val="003E66D4"/>
    <w:rsid w:val="003E672E"/>
    <w:rsid w:val="003E6B70"/>
    <w:rsid w:val="003E70D4"/>
    <w:rsid w:val="003E72B8"/>
    <w:rsid w:val="003E72CB"/>
    <w:rsid w:val="003E7BFD"/>
    <w:rsid w:val="003F0304"/>
    <w:rsid w:val="003F0531"/>
    <w:rsid w:val="003F163B"/>
    <w:rsid w:val="003F1694"/>
    <w:rsid w:val="003F177D"/>
    <w:rsid w:val="003F1ECF"/>
    <w:rsid w:val="003F36AB"/>
    <w:rsid w:val="003F411F"/>
    <w:rsid w:val="003F4A93"/>
    <w:rsid w:val="003F4CD8"/>
    <w:rsid w:val="003F4ED4"/>
    <w:rsid w:val="003F6155"/>
    <w:rsid w:val="003F6956"/>
    <w:rsid w:val="003F6C3C"/>
    <w:rsid w:val="003F71FA"/>
    <w:rsid w:val="00400CF3"/>
    <w:rsid w:val="00400FAA"/>
    <w:rsid w:val="00401174"/>
    <w:rsid w:val="00401F85"/>
    <w:rsid w:val="004021D1"/>
    <w:rsid w:val="00402ECA"/>
    <w:rsid w:val="00402FB0"/>
    <w:rsid w:val="00402FB2"/>
    <w:rsid w:val="004032D2"/>
    <w:rsid w:val="004036A8"/>
    <w:rsid w:val="00403E52"/>
    <w:rsid w:val="00404029"/>
    <w:rsid w:val="004045CA"/>
    <w:rsid w:val="00404F91"/>
    <w:rsid w:val="004050D8"/>
    <w:rsid w:val="00405290"/>
    <w:rsid w:val="00405335"/>
    <w:rsid w:val="00405432"/>
    <w:rsid w:val="004063B8"/>
    <w:rsid w:val="004065A9"/>
    <w:rsid w:val="004067E6"/>
    <w:rsid w:val="00406FBA"/>
    <w:rsid w:val="00407029"/>
    <w:rsid w:val="0040739D"/>
    <w:rsid w:val="004078D0"/>
    <w:rsid w:val="004106F4"/>
    <w:rsid w:val="00411442"/>
    <w:rsid w:val="0041156C"/>
    <w:rsid w:val="00411714"/>
    <w:rsid w:val="004128C9"/>
    <w:rsid w:val="00412A1C"/>
    <w:rsid w:val="00412BE8"/>
    <w:rsid w:val="00412C92"/>
    <w:rsid w:val="00412D40"/>
    <w:rsid w:val="00412EC3"/>
    <w:rsid w:val="004136F7"/>
    <w:rsid w:val="00413DA6"/>
    <w:rsid w:val="00414757"/>
    <w:rsid w:val="0041506F"/>
    <w:rsid w:val="004150EA"/>
    <w:rsid w:val="0041596A"/>
    <w:rsid w:val="004159D0"/>
    <w:rsid w:val="00415E09"/>
    <w:rsid w:val="0041612B"/>
    <w:rsid w:val="004164CB"/>
    <w:rsid w:val="004166BB"/>
    <w:rsid w:val="004168D6"/>
    <w:rsid w:val="00417691"/>
    <w:rsid w:val="00417742"/>
    <w:rsid w:val="00417CF9"/>
    <w:rsid w:val="00420345"/>
    <w:rsid w:val="00420729"/>
    <w:rsid w:val="00422686"/>
    <w:rsid w:val="004228EB"/>
    <w:rsid w:val="00423587"/>
    <w:rsid w:val="004259B2"/>
    <w:rsid w:val="004264E2"/>
    <w:rsid w:val="00426A2C"/>
    <w:rsid w:val="00426C6F"/>
    <w:rsid w:val="00426E09"/>
    <w:rsid w:val="00427721"/>
    <w:rsid w:val="004278EB"/>
    <w:rsid w:val="004300A2"/>
    <w:rsid w:val="0043046F"/>
    <w:rsid w:val="004308F1"/>
    <w:rsid w:val="00430BB4"/>
    <w:rsid w:val="00431202"/>
    <w:rsid w:val="00431D05"/>
    <w:rsid w:val="00431F7F"/>
    <w:rsid w:val="004326B9"/>
    <w:rsid w:val="00432A9C"/>
    <w:rsid w:val="004340BD"/>
    <w:rsid w:val="0043450F"/>
    <w:rsid w:val="00434855"/>
    <w:rsid w:val="00435E0B"/>
    <w:rsid w:val="00435F17"/>
    <w:rsid w:val="004362A7"/>
    <w:rsid w:val="00436BDA"/>
    <w:rsid w:val="004373B8"/>
    <w:rsid w:val="004376E6"/>
    <w:rsid w:val="004378D7"/>
    <w:rsid w:val="00437FDB"/>
    <w:rsid w:val="00440173"/>
    <w:rsid w:val="00440798"/>
    <w:rsid w:val="00440874"/>
    <w:rsid w:val="00441430"/>
    <w:rsid w:val="00441E25"/>
    <w:rsid w:val="004424C5"/>
    <w:rsid w:val="00443C35"/>
    <w:rsid w:val="004449AC"/>
    <w:rsid w:val="00444A2F"/>
    <w:rsid w:val="00444C59"/>
    <w:rsid w:val="004456E9"/>
    <w:rsid w:val="004458D6"/>
    <w:rsid w:val="00445B21"/>
    <w:rsid w:val="00445ED7"/>
    <w:rsid w:val="00446C0B"/>
    <w:rsid w:val="00446C75"/>
    <w:rsid w:val="00446E9C"/>
    <w:rsid w:val="00447C8C"/>
    <w:rsid w:val="00447E01"/>
    <w:rsid w:val="004500B9"/>
    <w:rsid w:val="004500E2"/>
    <w:rsid w:val="00451C98"/>
    <w:rsid w:val="00452858"/>
    <w:rsid w:val="004529E7"/>
    <w:rsid w:val="00452EA8"/>
    <w:rsid w:val="004530E3"/>
    <w:rsid w:val="00453BB3"/>
    <w:rsid w:val="00454472"/>
    <w:rsid w:val="0045447D"/>
    <w:rsid w:val="00455192"/>
    <w:rsid w:val="0045598B"/>
    <w:rsid w:val="00455D25"/>
    <w:rsid w:val="00456045"/>
    <w:rsid w:val="00456350"/>
    <w:rsid w:val="00456CA3"/>
    <w:rsid w:val="004573C4"/>
    <w:rsid w:val="00460BE3"/>
    <w:rsid w:val="00461039"/>
    <w:rsid w:val="00461A32"/>
    <w:rsid w:val="00461BCE"/>
    <w:rsid w:val="00461F0D"/>
    <w:rsid w:val="00462D53"/>
    <w:rsid w:val="00463BC1"/>
    <w:rsid w:val="00463BFD"/>
    <w:rsid w:val="00463D7A"/>
    <w:rsid w:val="0046415A"/>
    <w:rsid w:val="00465086"/>
    <w:rsid w:val="00465610"/>
    <w:rsid w:val="00465ED7"/>
    <w:rsid w:val="00466937"/>
    <w:rsid w:val="00466CD8"/>
    <w:rsid w:val="004674E4"/>
    <w:rsid w:val="00467B11"/>
    <w:rsid w:val="00470300"/>
    <w:rsid w:val="00470704"/>
    <w:rsid w:val="00470ED0"/>
    <w:rsid w:val="00471391"/>
    <w:rsid w:val="004715AC"/>
    <w:rsid w:val="004716F6"/>
    <w:rsid w:val="004718FA"/>
    <w:rsid w:val="00471E92"/>
    <w:rsid w:val="004721B8"/>
    <w:rsid w:val="004724A5"/>
    <w:rsid w:val="004729CC"/>
    <w:rsid w:val="00473029"/>
    <w:rsid w:val="0047351D"/>
    <w:rsid w:val="004736EE"/>
    <w:rsid w:val="00473C2D"/>
    <w:rsid w:val="0047493F"/>
    <w:rsid w:val="00475095"/>
    <w:rsid w:val="00475523"/>
    <w:rsid w:val="00475789"/>
    <w:rsid w:val="0047590D"/>
    <w:rsid w:val="00475A89"/>
    <w:rsid w:val="00475B79"/>
    <w:rsid w:val="00475B95"/>
    <w:rsid w:val="00475DDF"/>
    <w:rsid w:val="00476852"/>
    <w:rsid w:val="00477B07"/>
    <w:rsid w:val="004802B6"/>
    <w:rsid w:val="004808EE"/>
    <w:rsid w:val="00480993"/>
    <w:rsid w:val="00480E9A"/>
    <w:rsid w:val="00481202"/>
    <w:rsid w:val="00481745"/>
    <w:rsid w:val="004818FC"/>
    <w:rsid w:val="00482161"/>
    <w:rsid w:val="00482AC2"/>
    <w:rsid w:val="004833AC"/>
    <w:rsid w:val="0048340A"/>
    <w:rsid w:val="00483968"/>
    <w:rsid w:val="0048433D"/>
    <w:rsid w:val="00484D88"/>
    <w:rsid w:val="004854B5"/>
    <w:rsid w:val="004857F4"/>
    <w:rsid w:val="004860C6"/>
    <w:rsid w:val="0048633E"/>
    <w:rsid w:val="00487E5E"/>
    <w:rsid w:val="004904D8"/>
    <w:rsid w:val="004907F7"/>
    <w:rsid w:val="00490F23"/>
    <w:rsid w:val="0049113C"/>
    <w:rsid w:val="004911F0"/>
    <w:rsid w:val="004912AD"/>
    <w:rsid w:val="00491489"/>
    <w:rsid w:val="00491724"/>
    <w:rsid w:val="004921CF"/>
    <w:rsid w:val="0049223A"/>
    <w:rsid w:val="004930A1"/>
    <w:rsid w:val="004936BD"/>
    <w:rsid w:val="00493DB4"/>
    <w:rsid w:val="00493F02"/>
    <w:rsid w:val="00494F33"/>
    <w:rsid w:val="004954BB"/>
    <w:rsid w:val="00496628"/>
    <w:rsid w:val="0049677A"/>
    <w:rsid w:val="00496985"/>
    <w:rsid w:val="004971FA"/>
    <w:rsid w:val="00497222"/>
    <w:rsid w:val="00497401"/>
    <w:rsid w:val="00497865"/>
    <w:rsid w:val="004A036C"/>
    <w:rsid w:val="004A064D"/>
    <w:rsid w:val="004A0A41"/>
    <w:rsid w:val="004A0ABD"/>
    <w:rsid w:val="004A0B11"/>
    <w:rsid w:val="004A10BF"/>
    <w:rsid w:val="004A1181"/>
    <w:rsid w:val="004A1666"/>
    <w:rsid w:val="004A1795"/>
    <w:rsid w:val="004A2689"/>
    <w:rsid w:val="004A296A"/>
    <w:rsid w:val="004A2999"/>
    <w:rsid w:val="004A2A78"/>
    <w:rsid w:val="004A32E7"/>
    <w:rsid w:val="004A33DA"/>
    <w:rsid w:val="004A3854"/>
    <w:rsid w:val="004A3A8F"/>
    <w:rsid w:val="004A4579"/>
    <w:rsid w:val="004A4868"/>
    <w:rsid w:val="004A56F9"/>
    <w:rsid w:val="004A5858"/>
    <w:rsid w:val="004A5D61"/>
    <w:rsid w:val="004A5FA4"/>
    <w:rsid w:val="004A6934"/>
    <w:rsid w:val="004A740D"/>
    <w:rsid w:val="004A784D"/>
    <w:rsid w:val="004A7E64"/>
    <w:rsid w:val="004B02C1"/>
    <w:rsid w:val="004B0C29"/>
    <w:rsid w:val="004B0D1F"/>
    <w:rsid w:val="004B3522"/>
    <w:rsid w:val="004B3F5C"/>
    <w:rsid w:val="004B3FBC"/>
    <w:rsid w:val="004B4103"/>
    <w:rsid w:val="004B4F8E"/>
    <w:rsid w:val="004B5257"/>
    <w:rsid w:val="004B5638"/>
    <w:rsid w:val="004B690C"/>
    <w:rsid w:val="004B6D01"/>
    <w:rsid w:val="004B6D34"/>
    <w:rsid w:val="004B6D69"/>
    <w:rsid w:val="004B6ED6"/>
    <w:rsid w:val="004B75CA"/>
    <w:rsid w:val="004B76C3"/>
    <w:rsid w:val="004B7838"/>
    <w:rsid w:val="004B7892"/>
    <w:rsid w:val="004B7D47"/>
    <w:rsid w:val="004C0146"/>
    <w:rsid w:val="004C0B41"/>
    <w:rsid w:val="004C1ABC"/>
    <w:rsid w:val="004C247E"/>
    <w:rsid w:val="004C2FDA"/>
    <w:rsid w:val="004C3044"/>
    <w:rsid w:val="004C3377"/>
    <w:rsid w:val="004C3455"/>
    <w:rsid w:val="004C3B06"/>
    <w:rsid w:val="004C3DB5"/>
    <w:rsid w:val="004C53AA"/>
    <w:rsid w:val="004C5482"/>
    <w:rsid w:val="004C6B8B"/>
    <w:rsid w:val="004C700D"/>
    <w:rsid w:val="004C7416"/>
    <w:rsid w:val="004C7893"/>
    <w:rsid w:val="004C7956"/>
    <w:rsid w:val="004D00D5"/>
    <w:rsid w:val="004D06D4"/>
    <w:rsid w:val="004D0DA9"/>
    <w:rsid w:val="004D1380"/>
    <w:rsid w:val="004D1454"/>
    <w:rsid w:val="004D1D38"/>
    <w:rsid w:val="004D2859"/>
    <w:rsid w:val="004D28DB"/>
    <w:rsid w:val="004D29A4"/>
    <w:rsid w:val="004D3339"/>
    <w:rsid w:val="004D4FAB"/>
    <w:rsid w:val="004D5886"/>
    <w:rsid w:val="004D5938"/>
    <w:rsid w:val="004D5B02"/>
    <w:rsid w:val="004D6060"/>
    <w:rsid w:val="004D60F7"/>
    <w:rsid w:val="004D63D4"/>
    <w:rsid w:val="004D66A2"/>
    <w:rsid w:val="004D67EF"/>
    <w:rsid w:val="004D6D9B"/>
    <w:rsid w:val="004D6E1F"/>
    <w:rsid w:val="004D72E5"/>
    <w:rsid w:val="004D741C"/>
    <w:rsid w:val="004D752D"/>
    <w:rsid w:val="004D7600"/>
    <w:rsid w:val="004D7A76"/>
    <w:rsid w:val="004D7E29"/>
    <w:rsid w:val="004E0435"/>
    <w:rsid w:val="004E05AC"/>
    <w:rsid w:val="004E0C28"/>
    <w:rsid w:val="004E1091"/>
    <w:rsid w:val="004E1530"/>
    <w:rsid w:val="004E19CC"/>
    <w:rsid w:val="004E20FE"/>
    <w:rsid w:val="004E210B"/>
    <w:rsid w:val="004E269A"/>
    <w:rsid w:val="004E2A4A"/>
    <w:rsid w:val="004E3079"/>
    <w:rsid w:val="004E3C87"/>
    <w:rsid w:val="004E4955"/>
    <w:rsid w:val="004E512B"/>
    <w:rsid w:val="004E626F"/>
    <w:rsid w:val="004E6621"/>
    <w:rsid w:val="004E6655"/>
    <w:rsid w:val="004E67E1"/>
    <w:rsid w:val="004E6921"/>
    <w:rsid w:val="004E698E"/>
    <w:rsid w:val="004E6EDC"/>
    <w:rsid w:val="004E743E"/>
    <w:rsid w:val="004E7C69"/>
    <w:rsid w:val="004F059E"/>
    <w:rsid w:val="004F08E1"/>
    <w:rsid w:val="004F0968"/>
    <w:rsid w:val="004F0E20"/>
    <w:rsid w:val="004F20C8"/>
    <w:rsid w:val="004F2746"/>
    <w:rsid w:val="004F2CE5"/>
    <w:rsid w:val="004F2DA2"/>
    <w:rsid w:val="004F4075"/>
    <w:rsid w:val="004F55E1"/>
    <w:rsid w:val="004F569F"/>
    <w:rsid w:val="004F5CE5"/>
    <w:rsid w:val="004F5F45"/>
    <w:rsid w:val="004F6708"/>
    <w:rsid w:val="004F6722"/>
    <w:rsid w:val="004F692F"/>
    <w:rsid w:val="004F6CBF"/>
    <w:rsid w:val="004F6F70"/>
    <w:rsid w:val="004F773F"/>
    <w:rsid w:val="004F7760"/>
    <w:rsid w:val="004F7A11"/>
    <w:rsid w:val="00500AA0"/>
    <w:rsid w:val="005016EC"/>
    <w:rsid w:val="00501CFB"/>
    <w:rsid w:val="00502118"/>
    <w:rsid w:val="005031C2"/>
    <w:rsid w:val="00503EED"/>
    <w:rsid w:val="00504298"/>
    <w:rsid w:val="00504B84"/>
    <w:rsid w:val="00505747"/>
    <w:rsid w:val="00506107"/>
    <w:rsid w:val="0050745A"/>
    <w:rsid w:val="005075FB"/>
    <w:rsid w:val="005076B6"/>
    <w:rsid w:val="00510559"/>
    <w:rsid w:val="005106AB"/>
    <w:rsid w:val="0051084B"/>
    <w:rsid w:val="00510EA6"/>
    <w:rsid w:val="0051159F"/>
    <w:rsid w:val="00512849"/>
    <w:rsid w:val="005135B6"/>
    <w:rsid w:val="00513907"/>
    <w:rsid w:val="00513BEC"/>
    <w:rsid w:val="00514364"/>
    <w:rsid w:val="005149DF"/>
    <w:rsid w:val="00514A73"/>
    <w:rsid w:val="00514F1A"/>
    <w:rsid w:val="00515A5B"/>
    <w:rsid w:val="00515C47"/>
    <w:rsid w:val="00516FF0"/>
    <w:rsid w:val="00517108"/>
    <w:rsid w:val="005173B8"/>
    <w:rsid w:val="00517A03"/>
    <w:rsid w:val="00517AD1"/>
    <w:rsid w:val="005203F9"/>
    <w:rsid w:val="0052093A"/>
    <w:rsid w:val="00520C79"/>
    <w:rsid w:val="00520E7B"/>
    <w:rsid w:val="0052176C"/>
    <w:rsid w:val="00521A2F"/>
    <w:rsid w:val="00521DFC"/>
    <w:rsid w:val="00521E43"/>
    <w:rsid w:val="005229CC"/>
    <w:rsid w:val="00522D1B"/>
    <w:rsid w:val="00522D71"/>
    <w:rsid w:val="00522E23"/>
    <w:rsid w:val="00523767"/>
    <w:rsid w:val="00523E5A"/>
    <w:rsid w:val="005242BE"/>
    <w:rsid w:val="00525FC3"/>
    <w:rsid w:val="00526AB9"/>
    <w:rsid w:val="0052707C"/>
    <w:rsid w:val="00527A4F"/>
    <w:rsid w:val="00527E04"/>
    <w:rsid w:val="00527E1B"/>
    <w:rsid w:val="00530630"/>
    <w:rsid w:val="005307A3"/>
    <w:rsid w:val="00530AD6"/>
    <w:rsid w:val="00530BF3"/>
    <w:rsid w:val="00530F66"/>
    <w:rsid w:val="005310BC"/>
    <w:rsid w:val="005312FA"/>
    <w:rsid w:val="00531543"/>
    <w:rsid w:val="0053177A"/>
    <w:rsid w:val="00531F41"/>
    <w:rsid w:val="0053206F"/>
    <w:rsid w:val="0053220A"/>
    <w:rsid w:val="005336A8"/>
    <w:rsid w:val="00534369"/>
    <w:rsid w:val="005345F5"/>
    <w:rsid w:val="00535284"/>
    <w:rsid w:val="00536566"/>
    <w:rsid w:val="00536855"/>
    <w:rsid w:val="00536CCD"/>
    <w:rsid w:val="00537458"/>
    <w:rsid w:val="005376F8"/>
    <w:rsid w:val="00540504"/>
    <w:rsid w:val="0054053C"/>
    <w:rsid w:val="005408CE"/>
    <w:rsid w:val="005411E5"/>
    <w:rsid w:val="005414AF"/>
    <w:rsid w:val="005423A4"/>
    <w:rsid w:val="00542AE0"/>
    <w:rsid w:val="00542C1D"/>
    <w:rsid w:val="00543682"/>
    <w:rsid w:val="00543F10"/>
    <w:rsid w:val="00544194"/>
    <w:rsid w:val="0054479A"/>
    <w:rsid w:val="00545E82"/>
    <w:rsid w:val="00545FCC"/>
    <w:rsid w:val="0054656A"/>
    <w:rsid w:val="0054681A"/>
    <w:rsid w:val="00547809"/>
    <w:rsid w:val="00547824"/>
    <w:rsid w:val="00547CBF"/>
    <w:rsid w:val="00550239"/>
    <w:rsid w:val="0055036A"/>
    <w:rsid w:val="00550F4F"/>
    <w:rsid w:val="005510C0"/>
    <w:rsid w:val="005529C5"/>
    <w:rsid w:val="00552E35"/>
    <w:rsid w:val="005538CA"/>
    <w:rsid w:val="00553BC7"/>
    <w:rsid w:val="00554097"/>
    <w:rsid w:val="0055475C"/>
    <w:rsid w:val="00554AE1"/>
    <w:rsid w:val="00555505"/>
    <w:rsid w:val="00555B52"/>
    <w:rsid w:val="0055699E"/>
    <w:rsid w:val="005570F8"/>
    <w:rsid w:val="00557307"/>
    <w:rsid w:val="005618FF"/>
    <w:rsid w:val="005624BA"/>
    <w:rsid w:val="005628A4"/>
    <w:rsid w:val="005628E2"/>
    <w:rsid w:val="00563215"/>
    <w:rsid w:val="005635C1"/>
    <w:rsid w:val="0056386E"/>
    <w:rsid w:val="00563C62"/>
    <w:rsid w:val="00564139"/>
    <w:rsid w:val="00564714"/>
    <w:rsid w:val="00565179"/>
    <w:rsid w:val="00565452"/>
    <w:rsid w:val="00565CB6"/>
    <w:rsid w:val="00565E58"/>
    <w:rsid w:val="00566242"/>
    <w:rsid w:val="005668E7"/>
    <w:rsid w:val="00566EC6"/>
    <w:rsid w:val="00567A5D"/>
    <w:rsid w:val="00567DE3"/>
    <w:rsid w:val="00570207"/>
    <w:rsid w:val="0057046C"/>
    <w:rsid w:val="005704F3"/>
    <w:rsid w:val="00570AD7"/>
    <w:rsid w:val="00571EC8"/>
    <w:rsid w:val="00571FB6"/>
    <w:rsid w:val="005731B2"/>
    <w:rsid w:val="00573C90"/>
    <w:rsid w:val="00573E09"/>
    <w:rsid w:val="00574247"/>
    <w:rsid w:val="00574BA7"/>
    <w:rsid w:val="00574F6A"/>
    <w:rsid w:val="005751F8"/>
    <w:rsid w:val="00575985"/>
    <w:rsid w:val="005766FA"/>
    <w:rsid w:val="0057699A"/>
    <w:rsid w:val="00576B83"/>
    <w:rsid w:val="0057706F"/>
    <w:rsid w:val="00577204"/>
    <w:rsid w:val="00577484"/>
    <w:rsid w:val="005774FF"/>
    <w:rsid w:val="005803BF"/>
    <w:rsid w:val="00581AD4"/>
    <w:rsid w:val="00581B6D"/>
    <w:rsid w:val="00582727"/>
    <w:rsid w:val="00582D4A"/>
    <w:rsid w:val="00582F65"/>
    <w:rsid w:val="00583412"/>
    <w:rsid w:val="00583414"/>
    <w:rsid w:val="0058356D"/>
    <w:rsid w:val="00583663"/>
    <w:rsid w:val="0058466D"/>
    <w:rsid w:val="00584691"/>
    <w:rsid w:val="00584BD9"/>
    <w:rsid w:val="005856BF"/>
    <w:rsid w:val="00585DCD"/>
    <w:rsid w:val="00585FB7"/>
    <w:rsid w:val="005866FF"/>
    <w:rsid w:val="005867F5"/>
    <w:rsid w:val="00586910"/>
    <w:rsid w:val="00586F6B"/>
    <w:rsid w:val="005877ED"/>
    <w:rsid w:val="005879C3"/>
    <w:rsid w:val="00590B79"/>
    <w:rsid w:val="005912EE"/>
    <w:rsid w:val="00591857"/>
    <w:rsid w:val="00592323"/>
    <w:rsid w:val="00592801"/>
    <w:rsid w:val="005929EB"/>
    <w:rsid w:val="0059318D"/>
    <w:rsid w:val="00593FCC"/>
    <w:rsid w:val="0059499F"/>
    <w:rsid w:val="005953CF"/>
    <w:rsid w:val="005953DD"/>
    <w:rsid w:val="00595D2F"/>
    <w:rsid w:val="0059654E"/>
    <w:rsid w:val="005965F5"/>
    <w:rsid w:val="005967C9"/>
    <w:rsid w:val="00596E7D"/>
    <w:rsid w:val="00597200"/>
    <w:rsid w:val="005973E8"/>
    <w:rsid w:val="005A069D"/>
    <w:rsid w:val="005A191E"/>
    <w:rsid w:val="005A1A5C"/>
    <w:rsid w:val="005A1B3F"/>
    <w:rsid w:val="005A1F4F"/>
    <w:rsid w:val="005A2B01"/>
    <w:rsid w:val="005A2B4C"/>
    <w:rsid w:val="005A2FF8"/>
    <w:rsid w:val="005A3379"/>
    <w:rsid w:val="005A433E"/>
    <w:rsid w:val="005A45A5"/>
    <w:rsid w:val="005A4E59"/>
    <w:rsid w:val="005A5552"/>
    <w:rsid w:val="005A56BE"/>
    <w:rsid w:val="005A5CCF"/>
    <w:rsid w:val="005A60C4"/>
    <w:rsid w:val="005A6456"/>
    <w:rsid w:val="005A65B6"/>
    <w:rsid w:val="005A6655"/>
    <w:rsid w:val="005A6831"/>
    <w:rsid w:val="005A6BE1"/>
    <w:rsid w:val="005A74DD"/>
    <w:rsid w:val="005B02F2"/>
    <w:rsid w:val="005B0D84"/>
    <w:rsid w:val="005B2E21"/>
    <w:rsid w:val="005B2F92"/>
    <w:rsid w:val="005B4866"/>
    <w:rsid w:val="005B49B7"/>
    <w:rsid w:val="005B4BCE"/>
    <w:rsid w:val="005B56F8"/>
    <w:rsid w:val="005B604D"/>
    <w:rsid w:val="005B628E"/>
    <w:rsid w:val="005B6CD1"/>
    <w:rsid w:val="005B7051"/>
    <w:rsid w:val="005B7350"/>
    <w:rsid w:val="005B7A96"/>
    <w:rsid w:val="005B7BE0"/>
    <w:rsid w:val="005B7F3F"/>
    <w:rsid w:val="005C032D"/>
    <w:rsid w:val="005C03DA"/>
    <w:rsid w:val="005C075F"/>
    <w:rsid w:val="005C0901"/>
    <w:rsid w:val="005C13F7"/>
    <w:rsid w:val="005C149E"/>
    <w:rsid w:val="005C20CD"/>
    <w:rsid w:val="005C2720"/>
    <w:rsid w:val="005C2A58"/>
    <w:rsid w:val="005C31BC"/>
    <w:rsid w:val="005C32F2"/>
    <w:rsid w:val="005C3AA2"/>
    <w:rsid w:val="005C3EFE"/>
    <w:rsid w:val="005C44A5"/>
    <w:rsid w:val="005C46AC"/>
    <w:rsid w:val="005C4FF6"/>
    <w:rsid w:val="005C5FC1"/>
    <w:rsid w:val="005C69CF"/>
    <w:rsid w:val="005C7400"/>
    <w:rsid w:val="005C77F8"/>
    <w:rsid w:val="005C7B2A"/>
    <w:rsid w:val="005C7B36"/>
    <w:rsid w:val="005D06FD"/>
    <w:rsid w:val="005D0C86"/>
    <w:rsid w:val="005D1015"/>
    <w:rsid w:val="005D1A69"/>
    <w:rsid w:val="005D1C53"/>
    <w:rsid w:val="005D3064"/>
    <w:rsid w:val="005D342B"/>
    <w:rsid w:val="005D3652"/>
    <w:rsid w:val="005D49DD"/>
    <w:rsid w:val="005D54F1"/>
    <w:rsid w:val="005D56B3"/>
    <w:rsid w:val="005D5B91"/>
    <w:rsid w:val="005D6BC8"/>
    <w:rsid w:val="005D6FA9"/>
    <w:rsid w:val="005D6FB1"/>
    <w:rsid w:val="005D74A7"/>
    <w:rsid w:val="005D7CB1"/>
    <w:rsid w:val="005E091B"/>
    <w:rsid w:val="005E0D54"/>
    <w:rsid w:val="005E0FED"/>
    <w:rsid w:val="005E1BEA"/>
    <w:rsid w:val="005E2953"/>
    <w:rsid w:val="005E2A97"/>
    <w:rsid w:val="005E3AB5"/>
    <w:rsid w:val="005E3F84"/>
    <w:rsid w:val="005E4AF7"/>
    <w:rsid w:val="005E4ECE"/>
    <w:rsid w:val="005E5941"/>
    <w:rsid w:val="005E71DB"/>
    <w:rsid w:val="005E72CF"/>
    <w:rsid w:val="005F0955"/>
    <w:rsid w:val="005F0DFE"/>
    <w:rsid w:val="005F1305"/>
    <w:rsid w:val="005F1ECC"/>
    <w:rsid w:val="005F237E"/>
    <w:rsid w:val="005F2AFE"/>
    <w:rsid w:val="005F2D2D"/>
    <w:rsid w:val="005F32BE"/>
    <w:rsid w:val="005F4508"/>
    <w:rsid w:val="005F51BD"/>
    <w:rsid w:val="005F51EC"/>
    <w:rsid w:val="005F579A"/>
    <w:rsid w:val="005F584C"/>
    <w:rsid w:val="005F5E3D"/>
    <w:rsid w:val="005F6246"/>
    <w:rsid w:val="005F6F9C"/>
    <w:rsid w:val="00600264"/>
    <w:rsid w:val="0060028E"/>
    <w:rsid w:val="006002B7"/>
    <w:rsid w:val="006012C8"/>
    <w:rsid w:val="006013B5"/>
    <w:rsid w:val="0060147D"/>
    <w:rsid w:val="006014D0"/>
    <w:rsid w:val="006018EF"/>
    <w:rsid w:val="00602383"/>
    <w:rsid w:val="006030AE"/>
    <w:rsid w:val="00604421"/>
    <w:rsid w:val="00604DBB"/>
    <w:rsid w:val="0060585F"/>
    <w:rsid w:val="00605A7B"/>
    <w:rsid w:val="00605D48"/>
    <w:rsid w:val="0060635B"/>
    <w:rsid w:val="0060663C"/>
    <w:rsid w:val="00606A91"/>
    <w:rsid w:val="0060703E"/>
    <w:rsid w:val="006072A5"/>
    <w:rsid w:val="00607645"/>
    <w:rsid w:val="00607C60"/>
    <w:rsid w:val="00610794"/>
    <w:rsid w:val="0061198A"/>
    <w:rsid w:val="00611D4A"/>
    <w:rsid w:val="0061211B"/>
    <w:rsid w:val="006126DA"/>
    <w:rsid w:val="00612B5E"/>
    <w:rsid w:val="00612BBC"/>
    <w:rsid w:val="00612E84"/>
    <w:rsid w:val="00613667"/>
    <w:rsid w:val="006136A6"/>
    <w:rsid w:val="006144E1"/>
    <w:rsid w:val="006149B6"/>
    <w:rsid w:val="00615084"/>
    <w:rsid w:val="00615220"/>
    <w:rsid w:val="0061530A"/>
    <w:rsid w:val="006159EE"/>
    <w:rsid w:val="00616142"/>
    <w:rsid w:val="006169C7"/>
    <w:rsid w:val="006169E9"/>
    <w:rsid w:val="00616AFA"/>
    <w:rsid w:val="00617885"/>
    <w:rsid w:val="00617A95"/>
    <w:rsid w:val="00617F53"/>
    <w:rsid w:val="00620140"/>
    <w:rsid w:val="006206E9"/>
    <w:rsid w:val="00620775"/>
    <w:rsid w:val="00620868"/>
    <w:rsid w:val="00620B1A"/>
    <w:rsid w:val="00620C89"/>
    <w:rsid w:val="006219A8"/>
    <w:rsid w:val="006228C0"/>
    <w:rsid w:val="0062327A"/>
    <w:rsid w:val="006233D5"/>
    <w:rsid w:val="00623BCC"/>
    <w:rsid w:val="00624195"/>
    <w:rsid w:val="006244B6"/>
    <w:rsid w:val="00624AFB"/>
    <w:rsid w:val="00624ECC"/>
    <w:rsid w:val="00625395"/>
    <w:rsid w:val="00625660"/>
    <w:rsid w:val="006256A3"/>
    <w:rsid w:val="00625F40"/>
    <w:rsid w:val="00626022"/>
    <w:rsid w:val="00626A5A"/>
    <w:rsid w:val="00626DC5"/>
    <w:rsid w:val="00626E80"/>
    <w:rsid w:val="00627102"/>
    <w:rsid w:val="00627758"/>
    <w:rsid w:val="00630242"/>
    <w:rsid w:val="0063087B"/>
    <w:rsid w:val="00630C6F"/>
    <w:rsid w:val="00630F4E"/>
    <w:rsid w:val="006310DA"/>
    <w:rsid w:val="00631958"/>
    <w:rsid w:val="00631BBC"/>
    <w:rsid w:val="00631C3A"/>
    <w:rsid w:val="006320D4"/>
    <w:rsid w:val="0063240B"/>
    <w:rsid w:val="00632CD2"/>
    <w:rsid w:val="00632EFB"/>
    <w:rsid w:val="0063309D"/>
    <w:rsid w:val="006333C4"/>
    <w:rsid w:val="0063340E"/>
    <w:rsid w:val="00633467"/>
    <w:rsid w:val="0063517F"/>
    <w:rsid w:val="00635212"/>
    <w:rsid w:val="006355AA"/>
    <w:rsid w:val="006356DD"/>
    <w:rsid w:val="006366B7"/>
    <w:rsid w:val="00636D9A"/>
    <w:rsid w:val="00637168"/>
    <w:rsid w:val="00637457"/>
    <w:rsid w:val="00637855"/>
    <w:rsid w:val="006378A5"/>
    <w:rsid w:val="00637C7E"/>
    <w:rsid w:val="0064162A"/>
    <w:rsid w:val="00642582"/>
    <w:rsid w:val="00642DF3"/>
    <w:rsid w:val="00643116"/>
    <w:rsid w:val="006431CF"/>
    <w:rsid w:val="00644077"/>
    <w:rsid w:val="0064489C"/>
    <w:rsid w:val="00644928"/>
    <w:rsid w:val="00645120"/>
    <w:rsid w:val="006453F3"/>
    <w:rsid w:val="00645E44"/>
    <w:rsid w:val="00646283"/>
    <w:rsid w:val="00646D76"/>
    <w:rsid w:val="00646E26"/>
    <w:rsid w:val="00646EBD"/>
    <w:rsid w:val="00647180"/>
    <w:rsid w:val="00650310"/>
    <w:rsid w:val="006503B9"/>
    <w:rsid w:val="006504B2"/>
    <w:rsid w:val="00650878"/>
    <w:rsid w:val="00650F5E"/>
    <w:rsid w:val="00651B7B"/>
    <w:rsid w:val="00651F91"/>
    <w:rsid w:val="00652A6F"/>
    <w:rsid w:val="006534DD"/>
    <w:rsid w:val="0065399D"/>
    <w:rsid w:val="006539F5"/>
    <w:rsid w:val="006549C9"/>
    <w:rsid w:val="00655F97"/>
    <w:rsid w:val="006560E8"/>
    <w:rsid w:val="0065678D"/>
    <w:rsid w:val="00656EEA"/>
    <w:rsid w:val="006572CF"/>
    <w:rsid w:val="00657986"/>
    <w:rsid w:val="00657A2D"/>
    <w:rsid w:val="00660131"/>
    <w:rsid w:val="006605CF"/>
    <w:rsid w:val="006607F4"/>
    <w:rsid w:val="00660D9D"/>
    <w:rsid w:val="0066114E"/>
    <w:rsid w:val="00662248"/>
    <w:rsid w:val="006639F4"/>
    <w:rsid w:val="006647D5"/>
    <w:rsid w:val="006647E5"/>
    <w:rsid w:val="00665ED1"/>
    <w:rsid w:val="006673F4"/>
    <w:rsid w:val="0066764A"/>
    <w:rsid w:val="00667F56"/>
    <w:rsid w:val="00667FC4"/>
    <w:rsid w:val="0067003F"/>
    <w:rsid w:val="00670208"/>
    <w:rsid w:val="00670652"/>
    <w:rsid w:val="00670BCB"/>
    <w:rsid w:val="00670C10"/>
    <w:rsid w:val="00671753"/>
    <w:rsid w:val="006719F5"/>
    <w:rsid w:val="00671CE5"/>
    <w:rsid w:val="00671EA8"/>
    <w:rsid w:val="00672255"/>
    <w:rsid w:val="00672DF1"/>
    <w:rsid w:val="00672FE9"/>
    <w:rsid w:val="0067333E"/>
    <w:rsid w:val="0067340E"/>
    <w:rsid w:val="00673AE9"/>
    <w:rsid w:val="00673D5F"/>
    <w:rsid w:val="00674676"/>
    <w:rsid w:val="00674723"/>
    <w:rsid w:val="006748F5"/>
    <w:rsid w:val="00675AFF"/>
    <w:rsid w:val="00675C21"/>
    <w:rsid w:val="00676A5B"/>
    <w:rsid w:val="00676D1B"/>
    <w:rsid w:val="00676DD2"/>
    <w:rsid w:val="006771AA"/>
    <w:rsid w:val="006778BC"/>
    <w:rsid w:val="00677C84"/>
    <w:rsid w:val="006816A3"/>
    <w:rsid w:val="00682711"/>
    <w:rsid w:val="00682D0E"/>
    <w:rsid w:val="00682D51"/>
    <w:rsid w:val="00683D8D"/>
    <w:rsid w:val="00684B0F"/>
    <w:rsid w:val="00684BF1"/>
    <w:rsid w:val="00685AF3"/>
    <w:rsid w:val="00687013"/>
    <w:rsid w:val="00687188"/>
    <w:rsid w:val="00690220"/>
    <w:rsid w:val="00690318"/>
    <w:rsid w:val="00690F60"/>
    <w:rsid w:val="00691783"/>
    <w:rsid w:val="00691B7C"/>
    <w:rsid w:val="00691F11"/>
    <w:rsid w:val="00692126"/>
    <w:rsid w:val="006921CC"/>
    <w:rsid w:val="0069232F"/>
    <w:rsid w:val="006923A4"/>
    <w:rsid w:val="006933EC"/>
    <w:rsid w:val="00693567"/>
    <w:rsid w:val="00693EA3"/>
    <w:rsid w:val="00694FC5"/>
    <w:rsid w:val="006951AE"/>
    <w:rsid w:val="0069662E"/>
    <w:rsid w:val="00697545"/>
    <w:rsid w:val="006979D3"/>
    <w:rsid w:val="00697B01"/>
    <w:rsid w:val="00697FAE"/>
    <w:rsid w:val="006A0EB7"/>
    <w:rsid w:val="006A1D52"/>
    <w:rsid w:val="006A1E8E"/>
    <w:rsid w:val="006A1EDB"/>
    <w:rsid w:val="006A2C76"/>
    <w:rsid w:val="006A2F4D"/>
    <w:rsid w:val="006A2F6E"/>
    <w:rsid w:val="006A44A6"/>
    <w:rsid w:val="006A49CC"/>
    <w:rsid w:val="006A5F59"/>
    <w:rsid w:val="006A698E"/>
    <w:rsid w:val="006A6D33"/>
    <w:rsid w:val="006A7E7D"/>
    <w:rsid w:val="006B0501"/>
    <w:rsid w:val="006B072D"/>
    <w:rsid w:val="006B0F9E"/>
    <w:rsid w:val="006B14C7"/>
    <w:rsid w:val="006B19D1"/>
    <w:rsid w:val="006B1AB4"/>
    <w:rsid w:val="006B2299"/>
    <w:rsid w:val="006B2343"/>
    <w:rsid w:val="006B2610"/>
    <w:rsid w:val="006B26C5"/>
    <w:rsid w:val="006B3B7A"/>
    <w:rsid w:val="006B3F51"/>
    <w:rsid w:val="006B437F"/>
    <w:rsid w:val="006B4543"/>
    <w:rsid w:val="006B48CD"/>
    <w:rsid w:val="006B4B02"/>
    <w:rsid w:val="006B4B29"/>
    <w:rsid w:val="006B5150"/>
    <w:rsid w:val="006B5169"/>
    <w:rsid w:val="006B53DB"/>
    <w:rsid w:val="006B6051"/>
    <w:rsid w:val="006B6300"/>
    <w:rsid w:val="006B6967"/>
    <w:rsid w:val="006B69AA"/>
    <w:rsid w:val="006B6DBF"/>
    <w:rsid w:val="006B6DE5"/>
    <w:rsid w:val="006C0A61"/>
    <w:rsid w:val="006C0FF6"/>
    <w:rsid w:val="006C15A0"/>
    <w:rsid w:val="006C1A04"/>
    <w:rsid w:val="006C1E0A"/>
    <w:rsid w:val="006C1F88"/>
    <w:rsid w:val="006C201A"/>
    <w:rsid w:val="006C299F"/>
    <w:rsid w:val="006C2FE3"/>
    <w:rsid w:val="006C4049"/>
    <w:rsid w:val="006C437F"/>
    <w:rsid w:val="006C48D3"/>
    <w:rsid w:val="006C4CB3"/>
    <w:rsid w:val="006C5042"/>
    <w:rsid w:val="006C5AAF"/>
    <w:rsid w:val="006C5E91"/>
    <w:rsid w:val="006C6979"/>
    <w:rsid w:val="006C7D82"/>
    <w:rsid w:val="006D035B"/>
    <w:rsid w:val="006D07C9"/>
    <w:rsid w:val="006D0E99"/>
    <w:rsid w:val="006D21AC"/>
    <w:rsid w:val="006D2849"/>
    <w:rsid w:val="006D366D"/>
    <w:rsid w:val="006D3685"/>
    <w:rsid w:val="006D37FA"/>
    <w:rsid w:val="006D3AE3"/>
    <w:rsid w:val="006D3E16"/>
    <w:rsid w:val="006D3FA2"/>
    <w:rsid w:val="006D46AE"/>
    <w:rsid w:val="006D4787"/>
    <w:rsid w:val="006D4CF3"/>
    <w:rsid w:val="006D4D82"/>
    <w:rsid w:val="006D500C"/>
    <w:rsid w:val="006D560C"/>
    <w:rsid w:val="006D57A5"/>
    <w:rsid w:val="006D57DB"/>
    <w:rsid w:val="006D58C8"/>
    <w:rsid w:val="006D58D6"/>
    <w:rsid w:val="006D5A19"/>
    <w:rsid w:val="006D5C7B"/>
    <w:rsid w:val="006D5D7C"/>
    <w:rsid w:val="006D5E12"/>
    <w:rsid w:val="006D6207"/>
    <w:rsid w:val="006D63D2"/>
    <w:rsid w:val="006D647A"/>
    <w:rsid w:val="006D69D3"/>
    <w:rsid w:val="006D6B9C"/>
    <w:rsid w:val="006D7659"/>
    <w:rsid w:val="006E0373"/>
    <w:rsid w:val="006E04AB"/>
    <w:rsid w:val="006E0AB8"/>
    <w:rsid w:val="006E0BA8"/>
    <w:rsid w:val="006E1F7E"/>
    <w:rsid w:val="006E217B"/>
    <w:rsid w:val="006E2DCE"/>
    <w:rsid w:val="006E2FC9"/>
    <w:rsid w:val="006E3270"/>
    <w:rsid w:val="006E40A8"/>
    <w:rsid w:val="006E4485"/>
    <w:rsid w:val="006E4720"/>
    <w:rsid w:val="006E4CDD"/>
    <w:rsid w:val="006E4F10"/>
    <w:rsid w:val="006E500E"/>
    <w:rsid w:val="006E58ED"/>
    <w:rsid w:val="006E5DA4"/>
    <w:rsid w:val="006E5F02"/>
    <w:rsid w:val="006E65AD"/>
    <w:rsid w:val="006E66BB"/>
    <w:rsid w:val="006E69BD"/>
    <w:rsid w:val="006E69CF"/>
    <w:rsid w:val="006E7692"/>
    <w:rsid w:val="006F0B84"/>
    <w:rsid w:val="006F2835"/>
    <w:rsid w:val="006F32BA"/>
    <w:rsid w:val="006F357B"/>
    <w:rsid w:val="006F3AB2"/>
    <w:rsid w:val="006F434D"/>
    <w:rsid w:val="006F44FD"/>
    <w:rsid w:val="006F4723"/>
    <w:rsid w:val="006F4917"/>
    <w:rsid w:val="006F510B"/>
    <w:rsid w:val="006F5486"/>
    <w:rsid w:val="006F5528"/>
    <w:rsid w:val="006F631D"/>
    <w:rsid w:val="006F6ECE"/>
    <w:rsid w:val="006F7027"/>
    <w:rsid w:val="006F7D8A"/>
    <w:rsid w:val="006F7FF8"/>
    <w:rsid w:val="00700494"/>
    <w:rsid w:val="00700E38"/>
    <w:rsid w:val="00701359"/>
    <w:rsid w:val="00701A45"/>
    <w:rsid w:val="00702B9E"/>
    <w:rsid w:val="007047B8"/>
    <w:rsid w:val="00704EC0"/>
    <w:rsid w:val="0070520A"/>
    <w:rsid w:val="00705402"/>
    <w:rsid w:val="0070611B"/>
    <w:rsid w:val="00706B1F"/>
    <w:rsid w:val="0070710A"/>
    <w:rsid w:val="007078D4"/>
    <w:rsid w:val="00707AA2"/>
    <w:rsid w:val="00710BBA"/>
    <w:rsid w:val="00710C3D"/>
    <w:rsid w:val="0071181C"/>
    <w:rsid w:val="00711AF3"/>
    <w:rsid w:val="0071224C"/>
    <w:rsid w:val="007124C3"/>
    <w:rsid w:val="00713A3B"/>
    <w:rsid w:val="00713B97"/>
    <w:rsid w:val="00713E7A"/>
    <w:rsid w:val="00714288"/>
    <w:rsid w:val="00715A2E"/>
    <w:rsid w:val="00715A91"/>
    <w:rsid w:val="00715D39"/>
    <w:rsid w:val="00716173"/>
    <w:rsid w:val="00716571"/>
    <w:rsid w:val="00716F0F"/>
    <w:rsid w:val="007172E3"/>
    <w:rsid w:val="007178F4"/>
    <w:rsid w:val="00720180"/>
    <w:rsid w:val="007201A0"/>
    <w:rsid w:val="0072023F"/>
    <w:rsid w:val="007207D2"/>
    <w:rsid w:val="00720C0B"/>
    <w:rsid w:val="0072244E"/>
    <w:rsid w:val="0072251D"/>
    <w:rsid w:val="00722942"/>
    <w:rsid w:val="00723360"/>
    <w:rsid w:val="007234D2"/>
    <w:rsid w:val="007236DE"/>
    <w:rsid w:val="0072400A"/>
    <w:rsid w:val="007240AB"/>
    <w:rsid w:val="00724BC8"/>
    <w:rsid w:val="0072503B"/>
    <w:rsid w:val="00725DEE"/>
    <w:rsid w:val="0072684A"/>
    <w:rsid w:val="00726A61"/>
    <w:rsid w:val="00726B2F"/>
    <w:rsid w:val="00727824"/>
    <w:rsid w:val="00730119"/>
    <w:rsid w:val="007303D9"/>
    <w:rsid w:val="0073060E"/>
    <w:rsid w:val="00730FE8"/>
    <w:rsid w:val="0073118C"/>
    <w:rsid w:val="007316C5"/>
    <w:rsid w:val="007317F7"/>
    <w:rsid w:val="00731D21"/>
    <w:rsid w:val="0073222C"/>
    <w:rsid w:val="00732DC2"/>
    <w:rsid w:val="007336D6"/>
    <w:rsid w:val="00733734"/>
    <w:rsid w:val="00733A74"/>
    <w:rsid w:val="00734646"/>
    <w:rsid w:val="007356AD"/>
    <w:rsid w:val="00735AFA"/>
    <w:rsid w:val="00736411"/>
    <w:rsid w:val="007367F4"/>
    <w:rsid w:val="007368DC"/>
    <w:rsid w:val="00737019"/>
    <w:rsid w:val="00737BE6"/>
    <w:rsid w:val="00740259"/>
    <w:rsid w:val="00740408"/>
    <w:rsid w:val="00740708"/>
    <w:rsid w:val="00740942"/>
    <w:rsid w:val="007411A0"/>
    <w:rsid w:val="0074188B"/>
    <w:rsid w:val="00741914"/>
    <w:rsid w:val="007434A1"/>
    <w:rsid w:val="007439F7"/>
    <w:rsid w:val="00743AEC"/>
    <w:rsid w:val="00743BC9"/>
    <w:rsid w:val="00743C69"/>
    <w:rsid w:val="007440E5"/>
    <w:rsid w:val="00744310"/>
    <w:rsid w:val="00744A91"/>
    <w:rsid w:val="00745301"/>
    <w:rsid w:val="0074580C"/>
    <w:rsid w:val="007458B0"/>
    <w:rsid w:val="00745B84"/>
    <w:rsid w:val="00745E46"/>
    <w:rsid w:val="007461C7"/>
    <w:rsid w:val="007461D1"/>
    <w:rsid w:val="00747244"/>
    <w:rsid w:val="007476C5"/>
    <w:rsid w:val="007479CA"/>
    <w:rsid w:val="00747A9C"/>
    <w:rsid w:val="00747E79"/>
    <w:rsid w:val="00750567"/>
    <w:rsid w:val="00750C08"/>
    <w:rsid w:val="00751806"/>
    <w:rsid w:val="00751D2D"/>
    <w:rsid w:val="00752318"/>
    <w:rsid w:val="00752389"/>
    <w:rsid w:val="00752947"/>
    <w:rsid w:val="007533F2"/>
    <w:rsid w:val="007537BE"/>
    <w:rsid w:val="00753C58"/>
    <w:rsid w:val="0075521B"/>
    <w:rsid w:val="0075577A"/>
    <w:rsid w:val="00755962"/>
    <w:rsid w:val="007561ED"/>
    <w:rsid w:val="00756F23"/>
    <w:rsid w:val="0075707C"/>
    <w:rsid w:val="0075726F"/>
    <w:rsid w:val="0075736A"/>
    <w:rsid w:val="0075747E"/>
    <w:rsid w:val="007576BD"/>
    <w:rsid w:val="00757FD8"/>
    <w:rsid w:val="0076012D"/>
    <w:rsid w:val="00760221"/>
    <w:rsid w:val="00760745"/>
    <w:rsid w:val="00760AD0"/>
    <w:rsid w:val="00761E2F"/>
    <w:rsid w:val="00761F2A"/>
    <w:rsid w:val="0076250A"/>
    <w:rsid w:val="0076264B"/>
    <w:rsid w:val="00762663"/>
    <w:rsid w:val="00763199"/>
    <w:rsid w:val="00763818"/>
    <w:rsid w:val="00763BD7"/>
    <w:rsid w:val="00763F52"/>
    <w:rsid w:val="007642A0"/>
    <w:rsid w:val="00764703"/>
    <w:rsid w:val="0076471C"/>
    <w:rsid w:val="0076477C"/>
    <w:rsid w:val="007654AF"/>
    <w:rsid w:val="00765535"/>
    <w:rsid w:val="00766072"/>
    <w:rsid w:val="00766BDF"/>
    <w:rsid w:val="00766BF5"/>
    <w:rsid w:val="00766EF2"/>
    <w:rsid w:val="00767470"/>
    <w:rsid w:val="0076784B"/>
    <w:rsid w:val="00767F1A"/>
    <w:rsid w:val="007701DC"/>
    <w:rsid w:val="0077186B"/>
    <w:rsid w:val="007727D8"/>
    <w:rsid w:val="007728D1"/>
    <w:rsid w:val="00772CC2"/>
    <w:rsid w:val="00772D16"/>
    <w:rsid w:val="00772DA2"/>
    <w:rsid w:val="00772E54"/>
    <w:rsid w:val="007737C7"/>
    <w:rsid w:val="00773DB7"/>
    <w:rsid w:val="00773F74"/>
    <w:rsid w:val="00774679"/>
    <w:rsid w:val="00774B41"/>
    <w:rsid w:val="00774FFE"/>
    <w:rsid w:val="007750D0"/>
    <w:rsid w:val="0077557C"/>
    <w:rsid w:val="0077597E"/>
    <w:rsid w:val="00775E4A"/>
    <w:rsid w:val="00775F89"/>
    <w:rsid w:val="00776A79"/>
    <w:rsid w:val="00776FC5"/>
    <w:rsid w:val="007773FB"/>
    <w:rsid w:val="00777B93"/>
    <w:rsid w:val="0078082B"/>
    <w:rsid w:val="0078097E"/>
    <w:rsid w:val="00780D6A"/>
    <w:rsid w:val="0078119F"/>
    <w:rsid w:val="00781C9B"/>
    <w:rsid w:val="00782A4B"/>
    <w:rsid w:val="0078331C"/>
    <w:rsid w:val="00783671"/>
    <w:rsid w:val="0078392D"/>
    <w:rsid w:val="00784516"/>
    <w:rsid w:val="0078481A"/>
    <w:rsid w:val="007849E8"/>
    <w:rsid w:val="00784A35"/>
    <w:rsid w:val="007855AC"/>
    <w:rsid w:val="0078587B"/>
    <w:rsid w:val="00785FCC"/>
    <w:rsid w:val="00786492"/>
    <w:rsid w:val="00787D3C"/>
    <w:rsid w:val="007913A0"/>
    <w:rsid w:val="007923C1"/>
    <w:rsid w:val="007924CA"/>
    <w:rsid w:val="00792F0D"/>
    <w:rsid w:val="00792F2F"/>
    <w:rsid w:val="007937DE"/>
    <w:rsid w:val="007938D3"/>
    <w:rsid w:val="0079421C"/>
    <w:rsid w:val="00794925"/>
    <w:rsid w:val="0079505A"/>
    <w:rsid w:val="007950C8"/>
    <w:rsid w:val="007953AB"/>
    <w:rsid w:val="00795CB6"/>
    <w:rsid w:val="00795DEE"/>
    <w:rsid w:val="0079602F"/>
    <w:rsid w:val="00796463"/>
    <w:rsid w:val="00796720"/>
    <w:rsid w:val="00796CB3"/>
    <w:rsid w:val="00797AC4"/>
    <w:rsid w:val="00797B85"/>
    <w:rsid w:val="00797BB0"/>
    <w:rsid w:val="007A064E"/>
    <w:rsid w:val="007A07F9"/>
    <w:rsid w:val="007A0C4D"/>
    <w:rsid w:val="007A13B2"/>
    <w:rsid w:val="007A1958"/>
    <w:rsid w:val="007A1EB7"/>
    <w:rsid w:val="007A268D"/>
    <w:rsid w:val="007A2A31"/>
    <w:rsid w:val="007A312C"/>
    <w:rsid w:val="007A33E0"/>
    <w:rsid w:val="007A3DE1"/>
    <w:rsid w:val="007A3E08"/>
    <w:rsid w:val="007A3E56"/>
    <w:rsid w:val="007A46E1"/>
    <w:rsid w:val="007A4939"/>
    <w:rsid w:val="007A4CDC"/>
    <w:rsid w:val="007A502F"/>
    <w:rsid w:val="007A5CAB"/>
    <w:rsid w:val="007A65F7"/>
    <w:rsid w:val="007A68EA"/>
    <w:rsid w:val="007A6C8A"/>
    <w:rsid w:val="007A7328"/>
    <w:rsid w:val="007A7697"/>
    <w:rsid w:val="007B0984"/>
    <w:rsid w:val="007B0B6B"/>
    <w:rsid w:val="007B162F"/>
    <w:rsid w:val="007B17C8"/>
    <w:rsid w:val="007B1859"/>
    <w:rsid w:val="007B19DC"/>
    <w:rsid w:val="007B1E86"/>
    <w:rsid w:val="007B1FC2"/>
    <w:rsid w:val="007B2371"/>
    <w:rsid w:val="007B24CB"/>
    <w:rsid w:val="007B270C"/>
    <w:rsid w:val="007B28B9"/>
    <w:rsid w:val="007B41E8"/>
    <w:rsid w:val="007B4968"/>
    <w:rsid w:val="007B4ADB"/>
    <w:rsid w:val="007B51D3"/>
    <w:rsid w:val="007B529B"/>
    <w:rsid w:val="007B5717"/>
    <w:rsid w:val="007B585B"/>
    <w:rsid w:val="007B5D62"/>
    <w:rsid w:val="007B5EE8"/>
    <w:rsid w:val="007B6471"/>
    <w:rsid w:val="007B6572"/>
    <w:rsid w:val="007B69F0"/>
    <w:rsid w:val="007B71DB"/>
    <w:rsid w:val="007B7BC7"/>
    <w:rsid w:val="007B7D7B"/>
    <w:rsid w:val="007C015E"/>
    <w:rsid w:val="007C0257"/>
    <w:rsid w:val="007C025E"/>
    <w:rsid w:val="007C22D9"/>
    <w:rsid w:val="007C238B"/>
    <w:rsid w:val="007C2D64"/>
    <w:rsid w:val="007C338B"/>
    <w:rsid w:val="007C5AE7"/>
    <w:rsid w:val="007C5C9C"/>
    <w:rsid w:val="007C6E7D"/>
    <w:rsid w:val="007C7240"/>
    <w:rsid w:val="007C7B15"/>
    <w:rsid w:val="007C7DAD"/>
    <w:rsid w:val="007D0275"/>
    <w:rsid w:val="007D18B5"/>
    <w:rsid w:val="007D1B14"/>
    <w:rsid w:val="007D243E"/>
    <w:rsid w:val="007D24BD"/>
    <w:rsid w:val="007D2564"/>
    <w:rsid w:val="007D26DB"/>
    <w:rsid w:val="007D2AFE"/>
    <w:rsid w:val="007D2F09"/>
    <w:rsid w:val="007D33D3"/>
    <w:rsid w:val="007D3AE6"/>
    <w:rsid w:val="007D42E2"/>
    <w:rsid w:val="007D4BEE"/>
    <w:rsid w:val="007D4D66"/>
    <w:rsid w:val="007D7155"/>
    <w:rsid w:val="007D7B1F"/>
    <w:rsid w:val="007D7CB9"/>
    <w:rsid w:val="007E0024"/>
    <w:rsid w:val="007E0DD2"/>
    <w:rsid w:val="007E0E91"/>
    <w:rsid w:val="007E1F9E"/>
    <w:rsid w:val="007E235A"/>
    <w:rsid w:val="007E2422"/>
    <w:rsid w:val="007E2AF2"/>
    <w:rsid w:val="007E3201"/>
    <w:rsid w:val="007E3572"/>
    <w:rsid w:val="007E396E"/>
    <w:rsid w:val="007E3A17"/>
    <w:rsid w:val="007E45D6"/>
    <w:rsid w:val="007E474F"/>
    <w:rsid w:val="007E4BC6"/>
    <w:rsid w:val="007E4E69"/>
    <w:rsid w:val="007E54CD"/>
    <w:rsid w:val="007E5CC0"/>
    <w:rsid w:val="007E6DDC"/>
    <w:rsid w:val="007E76A5"/>
    <w:rsid w:val="007E7793"/>
    <w:rsid w:val="007E7986"/>
    <w:rsid w:val="007F0428"/>
    <w:rsid w:val="007F131A"/>
    <w:rsid w:val="007F1378"/>
    <w:rsid w:val="007F1DAB"/>
    <w:rsid w:val="007F1ED1"/>
    <w:rsid w:val="007F2053"/>
    <w:rsid w:val="007F2514"/>
    <w:rsid w:val="007F2DFC"/>
    <w:rsid w:val="007F35C0"/>
    <w:rsid w:val="007F39DA"/>
    <w:rsid w:val="007F464D"/>
    <w:rsid w:val="007F4BF3"/>
    <w:rsid w:val="007F4EDB"/>
    <w:rsid w:val="007F502A"/>
    <w:rsid w:val="007F588F"/>
    <w:rsid w:val="007F5A08"/>
    <w:rsid w:val="007F63CF"/>
    <w:rsid w:val="007F65A6"/>
    <w:rsid w:val="007F67F9"/>
    <w:rsid w:val="007F6DD0"/>
    <w:rsid w:val="007F710F"/>
    <w:rsid w:val="007F75A4"/>
    <w:rsid w:val="007F785A"/>
    <w:rsid w:val="007F7B34"/>
    <w:rsid w:val="008005C0"/>
    <w:rsid w:val="00800863"/>
    <w:rsid w:val="008009A3"/>
    <w:rsid w:val="00800CB8"/>
    <w:rsid w:val="00801381"/>
    <w:rsid w:val="00801637"/>
    <w:rsid w:val="00801BDA"/>
    <w:rsid w:val="008029F7"/>
    <w:rsid w:val="008030D0"/>
    <w:rsid w:val="00803217"/>
    <w:rsid w:val="008032F3"/>
    <w:rsid w:val="008035CD"/>
    <w:rsid w:val="00803C0F"/>
    <w:rsid w:val="008040DA"/>
    <w:rsid w:val="00804258"/>
    <w:rsid w:val="00804867"/>
    <w:rsid w:val="00804DD6"/>
    <w:rsid w:val="008050D7"/>
    <w:rsid w:val="0080524C"/>
    <w:rsid w:val="008068D1"/>
    <w:rsid w:val="00807582"/>
    <w:rsid w:val="008077A4"/>
    <w:rsid w:val="0080785A"/>
    <w:rsid w:val="00807E50"/>
    <w:rsid w:val="00810219"/>
    <w:rsid w:val="008102FE"/>
    <w:rsid w:val="008105C3"/>
    <w:rsid w:val="00811398"/>
    <w:rsid w:val="00811B6F"/>
    <w:rsid w:val="0081209D"/>
    <w:rsid w:val="00812DB3"/>
    <w:rsid w:val="00812E5E"/>
    <w:rsid w:val="00813823"/>
    <w:rsid w:val="00813BC5"/>
    <w:rsid w:val="0081404F"/>
    <w:rsid w:val="008141E0"/>
    <w:rsid w:val="0081443B"/>
    <w:rsid w:val="0081475A"/>
    <w:rsid w:val="008149C4"/>
    <w:rsid w:val="00814B2D"/>
    <w:rsid w:val="0081565F"/>
    <w:rsid w:val="00815E42"/>
    <w:rsid w:val="00816146"/>
    <w:rsid w:val="00816277"/>
    <w:rsid w:val="0081666C"/>
    <w:rsid w:val="00816A28"/>
    <w:rsid w:val="0081775E"/>
    <w:rsid w:val="00817EE8"/>
    <w:rsid w:val="008200E1"/>
    <w:rsid w:val="0082025A"/>
    <w:rsid w:val="008202C8"/>
    <w:rsid w:val="00820849"/>
    <w:rsid w:val="00820F80"/>
    <w:rsid w:val="008216B6"/>
    <w:rsid w:val="00821D9D"/>
    <w:rsid w:val="008220A4"/>
    <w:rsid w:val="00822CD3"/>
    <w:rsid w:val="008235A5"/>
    <w:rsid w:val="0082395C"/>
    <w:rsid w:val="008239E6"/>
    <w:rsid w:val="00823E58"/>
    <w:rsid w:val="00824329"/>
    <w:rsid w:val="00824455"/>
    <w:rsid w:val="008245C1"/>
    <w:rsid w:val="008247F2"/>
    <w:rsid w:val="00824863"/>
    <w:rsid w:val="0082518E"/>
    <w:rsid w:val="008251A0"/>
    <w:rsid w:val="0082539E"/>
    <w:rsid w:val="00825DD3"/>
    <w:rsid w:val="00825ED1"/>
    <w:rsid w:val="00825FDC"/>
    <w:rsid w:val="008265C1"/>
    <w:rsid w:val="00826C2D"/>
    <w:rsid w:val="00826F47"/>
    <w:rsid w:val="00826FC2"/>
    <w:rsid w:val="008270FF"/>
    <w:rsid w:val="00827251"/>
    <w:rsid w:val="00827A55"/>
    <w:rsid w:val="0083004E"/>
    <w:rsid w:val="008303B1"/>
    <w:rsid w:val="008309D5"/>
    <w:rsid w:val="00830D89"/>
    <w:rsid w:val="00830DE8"/>
    <w:rsid w:val="00831A0F"/>
    <w:rsid w:val="00831D3F"/>
    <w:rsid w:val="00831E8B"/>
    <w:rsid w:val="0083226B"/>
    <w:rsid w:val="0083242D"/>
    <w:rsid w:val="008328EA"/>
    <w:rsid w:val="00832AA1"/>
    <w:rsid w:val="008331B2"/>
    <w:rsid w:val="008331D2"/>
    <w:rsid w:val="0083330F"/>
    <w:rsid w:val="008334F0"/>
    <w:rsid w:val="008338D1"/>
    <w:rsid w:val="00833CA7"/>
    <w:rsid w:val="00834BB8"/>
    <w:rsid w:val="0083513D"/>
    <w:rsid w:val="0083563C"/>
    <w:rsid w:val="0083645A"/>
    <w:rsid w:val="0083718F"/>
    <w:rsid w:val="0083786F"/>
    <w:rsid w:val="0084033E"/>
    <w:rsid w:val="0084065B"/>
    <w:rsid w:val="008408EE"/>
    <w:rsid w:val="00840CD3"/>
    <w:rsid w:val="00841A6B"/>
    <w:rsid w:val="00841CF8"/>
    <w:rsid w:val="00842669"/>
    <w:rsid w:val="008426E9"/>
    <w:rsid w:val="00842C3C"/>
    <w:rsid w:val="008433F3"/>
    <w:rsid w:val="0084383F"/>
    <w:rsid w:val="008439CE"/>
    <w:rsid w:val="00844047"/>
    <w:rsid w:val="0084438D"/>
    <w:rsid w:val="00844601"/>
    <w:rsid w:val="0084481E"/>
    <w:rsid w:val="008456E5"/>
    <w:rsid w:val="00845ECF"/>
    <w:rsid w:val="0084670B"/>
    <w:rsid w:val="008467A4"/>
    <w:rsid w:val="00847282"/>
    <w:rsid w:val="008475F4"/>
    <w:rsid w:val="008479F7"/>
    <w:rsid w:val="00850165"/>
    <w:rsid w:val="00850417"/>
    <w:rsid w:val="00850505"/>
    <w:rsid w:val="0085108D"/>
    <w:rsid w:val="0085111D"/>
    <w:rsid w:val="008517F7"/>
    <w:rsid w:val="00851AE7"/>
    <w:rsid w:val="0085236D"/>
    <w:rsid w:val="008525BF"/>
    <w:rsid w:val="00852CF0"/>
    <w:rsid w:val="00852F69"/>
    <w:rsid w:val="00852F74"/>
    <w:rsid w:val="00853070"/>
    <w:rsid w:val="00853AA6"/>
    <w:rsid w:val="00853AB2"/>
    <w:rsid w:val="00853C7C"/>
    <w:rsid w:val="0085449A"/>
    <w:rsid w:val="0085456F"/>
    <w:rsid w:val="00854636"/>
    <w:rsid w:val="008546F6"/>
    <w:rsid w:val="00854946"/>
    <w:rsid w:val="00854B15"/>
    <w:rsid w:val="00854C45"/>
    <w:rsid w:val="00855010"/>
    <w:rsid w:val="0085504E"/>
    <w:rsid w:val="00855FF9"/>
    <w:rsid w:val="008564DB"/>
    <w:rsid w:val="008568A6"/>
    <w:rsid w:val="00856BB9"/>
    <w:rsid w:val="008573A8"/>
    <w:rsid w:val="0085791A"/>
    <w:rsid w:val="00857970"/>
    <w:rsid w:val="00857E3D"/>
    <w:rsid w:val="00857F70"/>
    <w:rsid w:val="00860433"/>
    <w:rsid w:val="00860586"/>
    <w:rsid w:val="00860B07"/>
    <w:rsid w:val="00860F93"/>
    <w:rsid w:val="008614C7"/>
    <w:rsid w:val="008628EB"/>
    <w:rsid w:val="00862A1B"/>
    <w:rsid w:val="00862A34"/>
    <w:rsid w:val="00862D19"/>
    <w:rsid w:val="00862D49"/>
    <w:rsid w:val="00863832"/>
    <w:rsid w:val="00864442"/>
    <w:rsid w:val="0086472C"/>
    <w:rsid w:val="00864A8F"/>
    <w:rsid w:val="0086548E"/>
    <w:rsid w:val="00865EB6"/>
    <w:rsid w:val="0086622E"/>
    <w:rsid w:val="00866710"/>
    <w:rsid w:val="00866A30"/>
    <w:rsid w:val="00867086"/>
    <w:rsid w:val="008673D9"/>
    <w:rsid w:val="00867DAB"/>
    <w:rsid w:val="00867EA3"/>
    <w:rsid w:val="00867EB5"/>
    <w:rsid w:val="0087089B"/>
    <w:rsid w:val="00871378"/>
    <w:rsid w:val="00871FD5"/>
    <w:rsid w:val="008725CC"/>
    <w:rsid w:val="008737CF"/>
    <w:rsid w:val="0087431E"/>
    <w:rsid w:val="00874915"/>
    <w:rsid w:val="00874B26"/>
    <w:rsid w:val="00874B49"/>
    <w:rsid w:val="00874C74"/>
    <w:rsid w:val="0087544B"/>
    <w:rsid w:val="00875767"/>
    <w:rsid w:val="00875FB6"/>
    <w:rsid w:val="00876887"/>
    <w:rsid w:val="00876B89"/>
    <w:rsid w:val="0087734F"/>
    <w:rsid w:val="00877614"/>
    <w:rsid w:val="00880125"/>
    <w:rsid w:val="00880506"/>
    <w:rsid w:val="00880A15"/>
    <w:rsid w:val="00881882"/>
    <w:rsid w:val="00881EEF"/>
    <w:rsid w:val="0088219C"/>
    <w:rsid w:val="00882332"/>
    <w:rsid w:val="00882373"/>
    <w:rsid w:val="008834C1"/>
    <w:rsid w:val="00883607"/>
    <w:rsid w:val="00883717"/>
    <w:rsid w:val="00883D59"/>
    <w:rsid w:val="00883D97"/>
    <w:rsid w:val="00884854"/>
    <w:rsid w:val="00884BCB"/>
    <w:rsid w:val="00884E32"/>
    <w:rsid w:val="00885196"/>
    <w:rsid w:val="00886272"/>
    <w:rsid w:val="0088664B"/>
    <w:rsid w:val="00887998"/>
    <w:rsid w:val="00887EDF"/>
    <w:rsid w:val="008902D3"/>
    <w:rsid w:val="00890BA0"/>
    <w:rsid w:val="00890E43"/>
    <w:rsid w:val="00890FDE"/>
    <w:rsid w:val="008918DE"/>
    <w:rsid w:val="008918FA"/>
    <w:rsid w:val="00892136"/>
    <w:rsid w:val="00892513"/>
    <w:rsid w:val="00893334"/>
    <w:rsid w:val="00893842"/>
    <w:rsid w:val="008940A4"/>
    <w:rsid w:val="0089477E"/>
    <w:rsid w:val="00894FF9"/>
    <w:rsid w:val="00895A53"/>
    <w:rsid w:val="00895AD0"/>
    <w:rsid w:val="00895B7B"/>
    <w:rsid w:val="00895C3D"/>
    <w:rsid w:val="00895F2A"/>
    <w:rsid w:val="008966DE"/>
    <w:rsid w:val="00896B14"/>
    <w:rsid w:val="00897174"/>
    <w:rsid w:val="00897583"/>
    <w:rsid w:val="0089794D"/>
    <w:rsid w:val="00897E07"/>
    <w:rsid w:val="008A0B70"/>
    <w:rsid w:val="008A0C36"/>
    <w:rsid w:val="008A0EF2"/>
    <w:rsid w:val="008A1688"/>
    <w:rsid w:val="008A1AEF"/>
    <w:rsid w:val="008A1C33"/>
    <w:rsid w:val="008A238F"/>
    <w:rsid w:val="008A2805"/>
    <w:rsid w:val="008A288D"/>
    <w:rsid w:val="008A2F5F"/>
    <w:rsid w:val="008A3526"/>
    <w:rsid w:val="008A357E"/>
    <w:rsid w:val="008A3626"/>
    <w:rsid w:val="008A3FF7"/>
    <w:rsid w:val="008A46D7"/>
    <w:rsid w:val="008A478A"/>
    <w:rsid w:val="008A4A29"/>
    <w:rsid w:val="008A58B8"/>
    <w:rsid w:val="008A604F"/>
    <w:rsid w:val="008A62A0"/>
    <w:rsid w:val="008A6944"/>
    <w:rsid w:val="008A71EC"/>
    <w:rsid w:val="008A76B7"/>
    <w:rsid w:val="008A7987"/>
    <w:rsid w:val="008B03F5"/>
    <w:rsid w:val="008B06FE"/>
    <w:rsid w:val="008B1432"/>
    <w:rsid w:val="008B1CBA"/>
    <w:rsid w:val="008B2C9B"/>
    <w:rsid w:val="008B2DF3"/>
    <w:rsid w:val="008B30F5"/>
    <w:rsid w:val="008B448C"/>
    <w:rsid w:val="008B4677"/>
    <w:rsid w:val="008B4908"/>
    <w:rsid w:val="008B5076"/>
    <w:rsid w:val="008B605B"/>
    <w:rsid w:val="008B622B"/>
    <w:rsid w:val="008B625F"/>
    <w:rsid w:val="008B63B5"/>
    <w:rsid w:val="008B7674"/>
    <w:rsid w:val="008B78B0"/>
    <w:rsid w:val="008B7CA9"/>
    <w:rsid w:val="008C00E5"/>
    <w:rsid w:val="008C0DBE"/>
    <w:rsid w:val="008C1A75"/>
    <w:rsid w:val="008C1DA4"/>
    <w:rsid w:val="008C2600"/>
    <w:rsid w:val="008C2676"/>
    <w:rsid w:val="008C2958"/>
    <w:rsid w:val="008C2E68"/>
    <w:rsid w:val="008C407D"/>
    <w:rsid w:val="008C43CE"/>
    <w:rsid w:val="008C56FA"/>
    <w:rsid w:val="008C5879"/>
    <w:rsid w:val="008C5B81"/>
    <w:rsid w:val="008C601F"/>
    <w:rsid w:val="008C6A70"/>
    <w:rsid w:val="008C7098"/>
    <w:rsid w:val="008C7B75"/>
    <w:rsid w:val="008C7BF8"/>
    <w:rsid w:val="008C7F05"/>
    <w:rsid w:val="008D09AF"/>
    <w:rsid w:val="008D0EAC"/>
    <w:rsid w:val="008D0F10"/>
    <w:rsid w:val="008D0FAB"/>
    <w:rsid w:val="008D1175"/>
    <w:rsid w:val="008D1709"/>
    <w:rsid w:val="008D1964"/>
    <w:rsid w:val="008D1A34"/>
    <w:rsid w:val="008D1D05"/>
    <w:rsid w:val="008D24DF"/>
    <w:rsid w:val="008D2875"/>
    <w:rsid w:val="008D2DEA"/>
    <w:rsid w:val="008D3237"/>
    <w:rsid w:val="008D433B"/>
    <w:rsid w:val="008D52DE"/>
    <w:rsid w:val="008D5718"/>
    <w:rsid w:val="008D5A91"/>
    <w:rsid w:val="008E0084"/>
    <w:rsid w:val="008E0138"/>
    <w:rsid w:val="008E0A2B"/>
    <w:rsid w:val="008E0E88"/>
    <w:rsid w:val="008E0F69"/>
    <w:rsid w:val="008E12FD"/>
    <w:rsid w:val="008E1564"/>
    <w:rsid w:val="008E3315"/>
    <w:rsid w:val="008E3688"/>
    <w:rsid w:val="008E36B7"/>
    <w:rsid w:val="008E4502"/>
    <w:rsid w:val="008E46AA"/>
    <w:rsid w:val="008E53B8"/>
    <w:rsid w:val="008E67E9"/>
    <w:rsid w:val="008E6865"/>
    <w:rsid w:val="008E7B87"/>
    <w:rsid w:val="008F0002"/>
    <w:rsid w:val="008F02AB"/>
    <w:rsid w:val="008F113C"/>
    <w:rsid w:val="008F1DF4"/>
    <w:rsid w:val="008F3561"/>
    <w:rsid w:val="008F475D"/>
    <w:rsid w:val="008F48F7"/>
    <w:rsid w:val="008F4FBE"/>
    <w:rsid w:val="008F59CB"/>
    <w:rsid w:val="008F6C84"/>
    <w:rsid w:val="008F6E68"/>
    <w:rsid w:val="008F727D"/>
    <w:rsid w:val="0090031D"/>
    <w:rsid w:val="009006D4"/>
    <w:rsid w:val="009008AE"/>
    <w:rsid w:val="00900D40"/>
    <w:rsid w:val="00900F80"/>
    <w:rsid w:val="00901638"/>
    <w:rsid w:val="009022A3"/>
    <w:rsid w:val="009039E3"/>
    <w:rsid w:val="00903A04"/>
    <w:rsid w:val="009042EB"/>
    <w:rsid w:val="00904B9C"/>
    <w:rsid w:val="00904BC4"/>
    <w:rsid w:val="00905262"/>
    <w:rsid w:val="00905489"/>
    <w:rsid w:val="00905EF0"/>
    <w:rsid w:val="00906281"/>
    <w:rsid w:val="0090787A"/>
    <w:rsid w:val="009101E3"/>
    <w:rsid w:val="0091031A"/>
    <w:rsid w:val="00910419"/>
    <w:rsid w:val="00910A9F"/>
    <w:rsid w:val="009113A4"/>
    <w:rsid w:val="00912509"/>
    <w:rsid w:val="00912FF8"/>
    <w:rsid w:val="009138C0"/>
    <w:rsid w:val="00913D5D"/>
    <w:rsid w:val="009145EE"/>
    <w:rsid w:val="009152CA"/>
    <w:rsid w:val="00915922"/>
    <w:rsid w:val="00916ECE"/>
    <w:rsid w:val="00916F85"/>
    <w:rsid w:val="00916F8B"/>
    <w:rsid w:val="0091732E"/>
    <w:rsid w:val="0091759B"/>
    <w:rsid w:val="009178E5"/>
    <w:rsid w:val="0092183F"/>
    <w:rsid w:val="00921A08"/>
    <w:rsid w:val="00921C58"/>
    <w:rsid w:val="00921CDD"/>
    <w:rsid w:val="009235D9"/>
    <w:rsid w:val="00923989"/>
    <w:rsid w:val="00923AE0"/>
    <w:rsid w:val="009252A2"/>
    <w:rsid w:val="0092579C"/>
    <w:rsid w:val="00926233"/>
    <w:rsid w:val="00926935"/>
    <w:rsid w:val="00926EEB"/>
    <w:rsid w:val="00927012"/>
    <w:rsid w:val="009274E7"/>
    <w:rsid w:val="00927CEF"/>
    <w:rsid w:val="00927DCB"/>
    <w:rsid w:val="009304FB"/>
    <w:rsid w:val="00930786"/>
    <w:rsid w:val="00930A8A"/>
    <w:rsid w:val="0093132C"/>
    <w:rsid w:val="0093170F"/>
    <w:rsid w:val="00931AFA"/>
    <w:rsid w:val="009322E2"/>
    <w:rsid w:val="00932931"/>
    <w:rsid w:val="0093313B"/>
    <w:rsid w:val="009349CF"/>
    <w:rsid w:val="00934E1F"/>
    <w:rsid w:val="00934F79"/>
    <w:rsid w:val="0093520F"/>
    <w:rsid w:val="00935B75"/>
    <w:rsid w:val="00936143"/>
    <w:rsid w:val="0093656E"/>
    <w:rsid w:val="009366AB"/>
    <w:rsid w:val="00936983"/>
    <w:rsid w:val="00936DEB"/>
    <w:rsid w:val="00937A73"/>
    <w:rsid w:val="00937FCD"/>
    <w:rsid w:val="00940141"/>
    <w:rsid w:val="00940271"/>
    <w:rsid w:val="00940610"/>
    <w:rsid w:val="00940EB1"/>
    <w:rsid w:val="0094288A"/>
    <w:rsid w:val="009431D0"/>
    <w:rsid w:val="009431D3"/>
    <w:rsid w:val="0094345C"/>
    <w:rsid w:val="00943570"/>
    <w:rsid w:val="00943617"/>
    <w:rsid w:val="009438A5"/>
    <w:rsid w:val="00943DD8"/>
    <w:rsid w:val="00944034"/>
    <w:rsid w:val="00944F63"/>
    <w:rsid w:val="009451AD"/>
    <w:rsid w:val="009453AD"/>
    <w:rsid w:val="00945BD4"/>
    <w:rsid w:val="00946412"/>
    <w:rsid w:val="00947B81"/>
    <w:rsid w:val="00947D6E"/>
    <w:rsid w:val="009504AD"/>
    <w:rsid w:val="00950548"/>
    <w:rsid w:val="00950F2E"/>
    <w:rsid w:val="009516BD"/>
    <w:rsid w:val="00951B97"/>
    <w:rsid w:val="009529A3"/>
    <w:rsid w:val="0095315F"/>
    <w:rsid w:val="0095337A"/>
    <w:rsid w:val="00953783"/>
    <w:rsid w:val="00953CC3"/>
    <w:rsid w:val="00953DDD"/>
    <w:rsid w:val="00953DEE"/>
    <w:rsid w:val="00954F4D"/>
    <w:rsid w:val="009555A9"/>
    <w:rsid w:val="009558A5"/>
    <w:rsid w:val="00955BDB"/>
    <w:rsid w:val="00955D10"/>
    <w:rsid w:val="00956029"/>
    <w:rsid w:val="00956656"/>
    <w:rsid w:val="0095676E"/>
    <w:rsid w:val="00956EF3"/>
    <w:rsid w:val="00957769"/>
    <w:rsid w:val="00957BE6"/>
    <w:rsid w:val="00957D07"/>
    <w:rsid w:val="009614DC"/>
    <w:rsid w:val="00962355"/>
    <w:rsid w:val="00962C68"/>
    <w:rsid w:val="00963742"/>
    <w:rsid w:val="00963B08"/>
    <w:rsid w:val="00963E99"/>
    <w:rsid w:val="0096424B"/>
    <w:rsid w:val="0096467C"/>
    <w:rsid w:val="0096477E"/>
    <w:rsid w:val="0096519C"/>
    <w:rsid w:val="00965640"/>
    <w:rsid w:val="00965968"/>
    <w:rsid w:val="00966105"/>
    <w:rsid w:val="00966360"/>
    <w:rsid w:val="00966632"/>
    <w:rsid w:val="00966A21"/>
    <w:rsid w:val="00966DDF"/>
    <w:rsid w:val="00967A45"/>
    <w:rsid w:val="00967AC0"/>
    <w:rsid w:val="00967C78"/>
    <w:rsid w:val="0097109F"/>
    <w:rsid w:val="00971A12"/>
    <w:rsid w:val="00973DFF"/>
    <w:rsid w:val="009743A2"/>
    <w:rsid w:val="00974551"/>
    <w:rsid w:val="009748C4"/>
    <w:rsid w:val="00974C6C"/>
    <w:rsid w:val="0097549B"/>
    <w:rsid w:val="00975EDE"/>
    <w:rsid w:val="00976176"/>
    <w:rsid w:val="0097680E"/>
    <w:rsid w:val="00976C96"/>
    <w:rsid w:val="00976FA9"/>
    <w:rsid w:val="009773BD"/>
    <w:rsid w:val="009811E7"/>
    <w:rsid w:val="0098127B"/>
    <w:rsid w:val="00981DDD"/>
    <w:rsid w:val="009824A5"/>
    <w:rsid w:val="009829B9"/>
    <w:rsid w:val="00983123"/>
    <w:rsid w:val="00983BBE"/>
    <w:rsid w:val="00983DF2"/>
    <w:rsid w:val="00985027"/>
    <w:rsid w:val="009851B3"/>
    <w:rsid w:val="00985246"/>
    <w:rsid w:val="00985430"/>
    <w:rsid w:val="0098543E"/>
    <w:rsid w:val="009855A0"/>
    <w:rsid w:val="0098592A"/>
    <w:rsid w:val="009876E2"/>
    <w:rsid w:val="0099020A"/>
    <w:rsid w:val="00990C5A"/>
    <w:rsid w:val="00990E29"/>
    <w:rsid w:val="00991193"/>
    <w:rsid w:val="00991242"/>
    <w:rsid w:val="0099163C"/>
    <w:rsid w:val="00991CDD"/>
    <w:rsid w:val="00991E02"/>
    <w:rsid w:val="00992137"/>
    <w:rsid w:val="00992DBC"/>
    <w:rsid w:val="0099406D"/>
    <w:rsid w:val="0099474F"/>
    <w:rsid w:val="00994DE0"/>
    <w:rsid w:val="00996136"/>
    <w:rsid w:val="009962B3"/>
    <w:rsid w:val="00996D8C"/>
    <w:rsid w:val="009970BE"/>
    <w:rsid w:val="0099782B"/>
    <w:rsid w:val="00997D5B"/>
    <w:rsid w:val="00997E15"/>
    <w:rsid w:val="009A09F9"/>
    <w:rsid w:val="009A0A54"/>
    <w:rsid w:val="009A0B3E"/>
    <w:rsid w:val="009A0E26"/>
    <w:rsid w:val="009A10FB"/>
    <w:rsid w:val="009A1313"/>
    <w:rsid w:val="009A159E"/>
    <w:rsid w:val="009A1A95"/>
    <w:rsid w:val="009A1DAF"/>
    <w:rsid w:val="009A2CCF"/>
    <w:rsid w:val="009A3079"/>
    <w:rsid w:val="009A31DF"/>
    <w:rsid w:val="009A468F"/>
    <w:rsid w:val="009A4911"/>
    <w:rsid w:val="009A5308"/>
    <w:rsid w:val="009A5706"/>
    <w:rsid w:val="009A5918"/>
    <w:rsid w:val="009A598D"/>
    <w:rsid w:val="009A6F10"/>
    <w:rsid w:val="009A71FD"/>
    <w:rsid w:val="009A7A7F"/>
    <w:rsid w:val="009A7CFD"/>
    <w:rsid w:val="009A7DFD"/>
    <w:rsid w:val="009B0742"/>
    <w:rsid w:val="009B07A2"/>
    <w:rsid w:val="009B091D"/>
    <w:rsid w:val="009B15EB"/>
    <w:rsid w:val="009B1935"/>
    <w:rsid w:val="009B1B18"/>
    <w:rsid w:val="009B2234"/>
    <w:rsid w:val="009B2374"/>
    <w:rsid w:val="009B2376"/>
    <w:rsid w:val="009B2899"/>
    <w:rsid w:val="009B32B1"/>
    <w:rsid w:val="009B357D"/>
    <w:rsid w:val="009B385B"/>
    <w:rsid w:val="009B3B04"/>
    <w:rsid w:val="009B3D76"/>
    <w:rsid w:val="009B40A9"/>
    <w:rsid w:val="009B50E0"/>
    <w:rsid w:val="009B5647"/>
    <w:rsid w:val="009B5CAA"/>
    <w:rsid w:val="009B5E88"/>
    <w:rsid w:val="009B6FB7"/>
    <w:rsid w:val="009B77FF"/>
    <w:rsid w:val="009B7949"/>
    <w:rsid w:val="009B7BCE"/>
    <w:rsid w:val="009C09C1"/>
    <w:rsid w:val="009C1960"/>
    <w:rsid w:val="009C1FCE"/>
    <w:rsid w:val="009C2262"/>
    <w:rsid w:val="009C231E"/>
    <w:rsid w:val="009C288A"/>
    <w:rsid w:val="009C29C3"/>
    <w:rsid w:val="009C313F"/>
    <w:rsid w:val="009C3C23"/>
    <w:rsid w:val="009C484C"/>
    <w:rsid w:val="009C59B0"/>
    <w:rsid w:val="009C5E10"/>
    <w:rsid w:val="009C6E20"/>
    <w:rsid w:val="009C723E"/>
    <w:rsid w:val="009C7240"/>
    <w:rsid w:val="009C774F"/>
    <w:rsid w:val="009C7D94"/>
    <w:rsid w:val="009C7F05"/>
    <w:rsid w:val="009D0138"/>
    <w:rsid w:val="009D04BF"/>
    <w:rsid w:val="009D05E5"/>
    <w:rsid w:val="009D1929"/>
    <w:rsid w:val="009D20EF"/>
    <w:rsid w:val="009D2333"/>
    <w:rsid w:val="009D2359"/>
    <w:rsid w:val="009D2B5C"/>
    <w:rsid w:val="009D2CA7"/>
    <w:rsid w:val="009D2D80"/>
    <w:rsid w:val="009D310F"/>
    <w:rsid w:val="009D35FC"/>
    <w:rsid w:val="009D379D"/>
    <w:rsid w:val="009D598F"/>
    <w:rsid w:val="009D6C0C"/>
    <w:rsid w:val="009D7BB6"/>
    <w:rsid w:val="009D7C18"/>
    <w:rsid w:val="009E0467"/>
    <w:rsid w:val="009E094D"/>
    <w:rsid w:val="009E0F4A"/>
    <w:rsid w:val="009E1A4A"/>
    <w:rsid w:val="009E2002"/>
    <w:rsid w:val="009E2080"/>
    <w:rsid w:val="009E28E5"/>
    <w:rsid w:val="009E2EA4"/>
    <w:rsid w:val="009E37BA"/>
    <w:rsid w:val="009E3A87"/>
    <w:rsid w:val="009E3F7E"/>
    <w:rsid w:val="009E412E"/>
    <w:rsid w:val="009E4BAE"/>
    <w:rsid w:val="009E5013"/>
    <w:rsid w:val="009E509D"/>
    <w:rsid w:val="009E5297"/>
    <w:rsid w:val="009E57BF"/>
    <w:rsid w:val="009E6053"/>
    <w:rsid w:val="009E6303"/>
    <w:rsid w:val="009E6708"/>
    <w:rsid w:val="009E7DAC"/>
    <w:rsid w:val="009F03C0"/>
    <w:rsid w:val="009F073E"/>
    <w:rsid w:val="009F1794"/>
    <w:rsid w:val="009F1943"/>
    <w:rsid w:val="009F1A5B"/>
    <w:rsid w:val="009F264D"/>
    <w:rsid w:val="009F27A8"/>
    <w:rsid w:val="009F298E"/>
    <w:rsid w:val="009F35DD"/>
    <w:rsid w:val="009F4B2E"/>
    <w:rsid w:val="009F4E86"/>
    <w:rsid w:val="009F5489"/>
    <w:rsid w:val="009F5513"/>
    <w:rsid w:val="009F70E6"/>
    <w:rsid w:val="009F7314"/>
    <w:rsid w:val="009F77D9"/>
    <w:rsid w:val="009F7979"/>
    <w:rsid w:val="009F7B2E"/>
    <w:rsid w:val="009F7B83"/>
    <w:rsid w:val="009F7C01"/>
    <w:rsid w:val="009F7E6F"/>
    <w:rsid w:val="00A0016D"/>
    <w:rsid w:val="00A0099E"/>
    <w:rsid w:val="00A00E43"/>
    <w:rsid w:val="00A014D0"/>
    <w:rsid w:val="00A02841"/>
    <w:rsid w:val="00A02A6F"/>
    <w:rsid w:val="00A02C4E"/>
    <w:rsid w:val="00A02C6E"/>
    <w:rsid w:val="00A03543"/>
    <w:rsid w:val="00A03879"/>
    <w:rsid w:val="00A03ED3"/>
    <w:rsid w:val="00A04A33"/>
    <w:rsid w:val="00A04B0B"/>
    <w:rsid w:val="00A05D04"/>
    <w:rsid w:val="00A0656E"/>
    <w:rsid w:val="00A07A4A"/>
    <w:rsid w:val="00A10184"/>
    <w:rsid w:val="00A1021C"/>
    <w:rsid w:val="00A11209"/>
    <w:rsid w:val="00A13881"/>
    <w:rsid w:val="00A13B74"/>
    <w:rsid w:val="00A13E9D"/>
    <w:rsid w:val="00A14524"/>
    <w:rsid w:val="00A14640"/>
    <w:rsid w:val="00A14E7B"/>
    <w:rsid w:val="00A15051"/>
    <w:rsid w:val="00A152CC"/>
    <w:rsid w:val="00A157F9"/>
    <w:rsid w:val="00A15942"/>
    <w:rsid w:val="00A15B46"/>
    <w:rsid w:val="00A16D23"/>
    <w:rsid w:val="00A17EF7"/>
    <w:rsid w:val="00A17EF9"/>
    <w:rsid w:val="00A20339"/>
    <w:rsid w:val="00A20426"/>
    <w:rsid w:val="00A2044D"/>
    <w:rsid w:val="00A20505"/>
    <w:rsid w:val="00A20A5F"/>
    <w:rsid w:val="00A215D3"/>
    <w:rsid w:val="00A21BFB"/>
    <w:rsid w:val="00A21C3F"/>
    <w:rsid w:val="00A222B1"/>
    <w:rsid w:val="00A2367A"/>
    <w:rsid w:val="00A24171"/>
    <w:rsid w:val="00A2432A"/>
    <w:rsid w:val="00A24F02"/>
    <w:rsid w:val="00A25140"/>
    <w:rsid w:val="00A25978"/>
    <w:rsid w:val="00A25EC4"/>
    <w:rsid w:val="00A2604A"/>
    <w:rsid w:val="00A267FC"/>
    <w:rsid w:val="00A26972"/>
    <w:rsid w:val="00A26C44"/>
    <w:rsid w:val="00A26CBB"/>
    <w:rsid w:val="00A26D4B"/>
    <w:rsid w:val="00A26E34"/>
    <w:rsid w:val="00A26F71"/>
    <w:rsid w:val="00A27C66"/>
    <w:rsid w:val="00A27D10"/>
    <w:rsid w:val="00A30E86"/>
    <w:rsid w:val="00A32050"/>
    <w:rsid w:val="00A326D3"/>
    <w:rsid w:val="00A3281D"/>
    <w:rsid w:val="00A32A17"/>
    <w:rsid w:val="00A3300E"/>
    <w:rsid w:val="00A3346D"/>
    <w:rsid w:val="00A338BD"/>
    <w:rsid w:val="00A33FA8"/>
    <w:rsid w:val="00A3406C"/>
    <w:rsid w:val="00A3482D"/>
    <w:rsid w:val="00A352BE"/>
    <w:rsid w:val="00A35673"/>
    <w:rsid w:val="00A36B1E"/>
    <w:rsid w:val="00A36B39"/>
    <w:rsid w:val="00A36C10"/>
    <w:rsid w:val="00A36CA3"/>
    <w:rsid w:val="00A36EF6"/>
    <w:rsid w:val="00A37105"/>
    <w:rsid w:val="00A37D14"/>
    <w:rsid w:val="00A37DDC"/>
    <w:rsid w:val="00A40680"/>
    <w:rsid w:val="00A40FE0"/>
    <w:rsid w:val="00A41BB9"/>
    <w:rsid w:val="00A42296"/>
    <w:rsid w:val="00A426EC"/>
    <w:rsid w:val="00A42ED4"/>
    <w:rsid w:val="00A42F46"/>
    <w:rsid w:val="00A4312B"/>
    <w:rsid w:val="00A4348C"/>
    <w:rsid w:val="00A4432C"/>
    <w:rsid w:val="00A446A8"/>
    <w:rsid w:val="00A4670E"/>
    <w:rsid w:val="00A46AB3"/>
    <w:rsid w:val="00A46DC2"/>
    <w:rsid w:val="00A476EB"/>
    <w:rsid w:val="00A50382"/>
    <w:rsid w:val="00A50744"/>
    <w:rsid w:val="00A5250A"/>
    <w:rsid w:val="00A53419"/>
    <w:rsid w:val="00A534A5"/>
    <w:rsid w:val="00A536DB"/>
    <w:rsid w:val="00A54129"/>
    <w:rsid w:val="00A54A94"/>
    <w:rsid w:val="00A54D4C"/>
    <w:rsid w:val="00A554E7"/>
    <w:rsid w:val="00A559E6"/>
    <w:rsid w:val="00A55AC9"/>
    <w:rsid w:val="00A55BC9"/>
    <w:rsid w:val="00A56615"/>
    <w:rsid w:val="00A57980"/>
    <w:rsid w:val="00A57FBB"/>
    <w:rsid w:val="00A60192"/>
    <w:rsid w:val="00A603FF"/>
    <w:rsid w:val="00A60B28"/>
    <w:rsid w:val="00A60C72"/>
    <w:rsid w:val="00A6220A"/>
    <w:rsid w:val="00A62EE7"/>
    <w:rsid w:val="00A635BF"/>
    <w:rsid w:val="00A6366F"/>
    <w:rsid w:val="00A63754"/>
    <w:rsid w:val="00A6391B"/>
    <w:rsid w:val="00A63D4E"/>
    <w:rsid w:val="00A64CF8"/>
    <w:rsid w:val="00A659E8"/>
    <w:rsid w:val="00A66132"/>
    <w:rsid w:val="00A67AEC"/>
    <w:rsid w:val="00A702E3"/>
    <w:rsid w:val="00A7040D"/>
    <w:rsid w:val="00A70D31"/>
    <w:rsid w:val="00A7140C"/>
    <w:rsid w:val="00A71968"/>
    <w:rsid w:val="00A71AE9"/>
    <w:rsid w:val="00A71E5D"/>
    <w:rsid w:val="00A721E9"/>
    <w:rsid w:val="00A72DEE"/>
    <w:rsid w:val="00A73093"/>
    <w:rsid w:val="00A73DBC"/>
    <w:rsid w:val="00A74793"/>
    <w:rsid w:val="00A748CD"/>
    <w:rsid w:val="00A74B00"/>
    <w:rsid w:val="00A74FDD"/>
    <w:rsid w:val="00A752F9"/>
    <w:rsid w:val="00A7547D"/>
    <w:rsid w:val="00A75673"/>
    <w:rsid w:val="00A758BD"/>
    <w:rsid w:val="00A75934"/>
    <w:rsid w:val="00A75980"/>
    <w:rsid w:val="00A76173"/>
    <w:rsid w:val="00A765D2"/>
    <w:rsid w:val="00A76774"/>
    <w:rsid w:val="00A7740B"/>
    <w:rsid w:val="00A77F24"/>
    <w:rsid w:val="00A802E6"/>
    <w:rsid w:val="00A809E9"/>
    <w:rsid w:val="00A80C1C"/>
    <w:rsid w:val="00A8139C"/>
    <w:rsid w:val="00A81878"/>
    <w:rsid w:val="00A827EB"/>
    <w:rsid w:val="00A82835"/>
    <w:rsid w:val="00A82D28"/>
    <w:rsid w:val="00A83B1F"/>
    <w:rsid w:val="00A83BA3"/>
    <w:rsid w:val="00A844C5"/>
    <w:rsid w:val="00A84CFE"/>
    <w:rsid w:val="00A85B3F"/>
    <w:rsid w:val="00A85FAD"/>
    <w:rsid w:val="00A862CE"/>
    <w:rsid w:val="00A86A7E"/>
    <w:rsid w:val="00A86E6F"/>
    <w:rsid w:val="00A873ED"/>
    <w:rsid w:val="00A875B9"/>
    <w:rsid w:val="00A879B7"/>
    <w:rsid w:val="00A904C4"/>
    <w:rsid w:val="00A904CD"/>
    <w:rsid w:val="00A91730"/>
    <w:rsid w:val="00A91DC1"/>
    <w:rsid w:val="00A92150"/>
    <w:rsid w:val="00A9279C"/>
    <w:rsid w:val="00A92850"/>
    <w:rsid w:val="00A92EA6"/>
    <w:rsid w:val="00A93CF7"/>
    <w:rsid w:val="00A9434C"/>
    <w:rsid w:val="00A94CE4"/>
    <w:rsid w:val="00A9521F"/>
    <w:rsid w:val="00A9525D"/>
    <w:rsid w:val="00A961F8"/>
    <w:rsid w:val="00A96FE8"/>
    <w:rsid w:val="00A97801"/>
    <w:rsid w:val="00AA1079"/>
    <w:rsid w:val="00AA138E"/>
    <w:rsid w:val="00AA177D"/>
    <w:rsid w:val="00AA19E7"/>
    <w:rsid w:val="00AA19FF"/>
    <w:rsid w:val="00AA2A00"/>
    <w:rsid w:val="00AA2EED"/>
    <w:rsid w:val="00AA2EF2"/>
    <w:rsid w:val="00AA3A3C"/>
    <w:rsid w:val="00AA4209"/>
    <w:rsid w:val="00AA453F"/>
    <w:rsid w:val="00AA5140"/>
    <w:rsid w:val="00AA5688"/>
    <w:rsid w:val="00AA5A7A"/>
    <w:rsid w:val="00AA61EB"/>
    <w:rsid w:val="00AA6BA2"/>
    <w:rsid w:val="00AA6EA4"/>
    <w:rsid w:val="00AA769E"/>
    <w:rsid w:val="00AA7988"/>
    <w:rsid w:val="00AB008F"/>
    <w:rsid w:val="00AB011A"/>
    <w:rsid w:val="00AB069B"/>
    <w:rsid w:val="00AB0AE4"/>
    <w:rsid w:val="00AB0B41"/>
    <w:rsid w:val="00AB0D9F"/>
    <w:rsid w:val="00AB1287"/>
    <w:rsid w:val="00AB16C4"/>
    <w:rsid w:val="00AB1B3C"/>
    <w:rsid w:val="00AB21F8"/>
    <w:rsid w:val="00AB2404"/>
    <w:rsid w:val="00AB2D4D"/>
    <w:rsid w:val="00AB315D"/>
    <w:rsid w:val="00AB32F0"/>
    <w:rsid w:val="00AB3594"/>
    <w:rsid w:val="00AB38EF"/>
    <w:rsid w:val="00AB53A9"/>
    <w:rsid w:val="00AB6021"/>
    <w:rsid w:val="00AB6844"/>
    <w:rsid w:val="00AB6BFA"/>
    <w:rsid w:val="00AB6C5C"/>
    <w:rsid w:val="00AB74FD"/>
    <w:rsid w:val="00AC0922"/>
    <w:rsid w:val="00AC0A94"/>
    <w:rsid w:val="00AC0CDC"/>
    <w:rsid w:val="00AC0EA5"/>
    <w:rsid w:val="00AC162D"/>
    <w:rsid w:val="00AC163A"/>
    <w:rsid w:val="00AC18B4"/>
    <w:rsid w:val="00AC1CB0"/>
    <w:rsid w:val="00AC1E81"/>
    <w:rsid w:val="00AC3056"/>
    <w:rsid w:val="00AC367C"/>
    <w:rsid w:val="00AC407F"/>
    <w:rsid w:val="00AC4D20"/>
    <w:rsid w:val="00AC6BEE"/>
    <w:rsid w:val="00AC6C31"/>
    <w:rsid w:val="00AC7CC8"/>
    <w:rsid w:val="00AC7E42"/>
    <w:rsid w:val="00AD006B"/>
    <w:rsid w:val="00AD03B7"/>
    <w:rsid w:val="00AD04BA"/>
    <w:rsid w:val="00AD0B7B"/>
    <w:rsid w:val="00AD0F35"/>
    <w:rsid w:val="00AD1349"/>
    <w:rsid w:val="00AD1A39"/>
    <w:rsid w:val="00AD46D9"/>
    <w:rsid w:val="00AD4BEB"/>
    <w:rsid w:val="00AD4C59"/>
    <w:rsid w:val="00AD4D7F"/>
    <w:rsid w:val="00AD51BE"/>
    <w:rsid w:val="00AD5F9D"/>
    <w:rsid w:val="00AD6293"/>
    <w:rsid w:val="00AD66EB"/>
    <w:rsid w:val="00AD6848"/>
    <w:rsid w:val="00AD725D"/>
    <w:rsid w:val="00AD7944"/>
    <w:rsid w:val="00AD7AEA"/>
    <w:rsid w:val="00AE0820"/>
    <w:rsid w:val="00AE1C3D"/>
    <w:rsid w:val="00AE2204"/>
    <w:rsid w:val="00AE2799"/>
    <w:rsid w:val="00AE2997"/>
    <w:rsid w:val="00AE2A17"/>
    <w:rsid w:val="00AE2F48"/>
    <w:rsid w:val="00AE35B3"/>
    <w:rsid w:val="00AE3BC7"/>
    <w:rsid w:val="00AE3E0F"/>
    <w:rsid w:val="00AE3FDF"/>
    <w:rsid w:val="00AE4645"/>
    <w:rsid w:val="00AE4772"/>
    <w:rsid w:val="00AE4FD9"/>
    <w:rsid w:val="00AE53A5"/>
    <w:rsid w:val="00AE5514"/>
    <w:rsid w:val="00AE57B6"/>
    <w:rsid w:val="00AE6A4E"/>
    <w:rsid w:val="00AE726E"/>
    <w:rsid w:val="00AE78B8"/>
    <w:rsid w:val="00AF192E"/>
    <w:rsid w:val="00AF1979"/>
    <w:rsid w:val="00AF1CC3"/>
    <w:rsid w:val="00AF2008"/>
    <w:rsid w:val="00AF2DCE"/>
    <w:rsid w:val="00AF2F7D"/>
    <w:rsid w:val="00AF3020"/>
    <w:rsid w:val="00AF30BF"/>
    <w:rsid w:val="00AF4BE2"/>
    <w:rsid w:val="00AF56D6"/>
    <w:rsid w:val="00AF5903"/>
    <w:rsid w:val="00AF5BEA"/>
    <w:rsid w:val="00AF5F49"/>
    <w:rsid w:val="00AF5F61"/>
    <w:rsid w:val="00AF65F6"/>
    <w:rsid w:val="00AF6E3B"/>
    <w:rsid w:val="00AF78DE"/>
    <w:rsid w:val="00AF7E9F"/>
    <w:rsid w:val="00B01027"/>
    <w:rsid w:val="00B01489"/>
    <w:rsid w:val="00B01731"/>
    <w:rsid w:val="00B02050"/>
    <w:rsid w:val="00B024FC"/>
    <w:rsid w:val="00B02F45"/>
    <w:rsid w:val="00B031C4"/>
    <w:rsid w:val="00B0344D"/>
    <w:rsid w:val="00B03501"/>
    <w:rsid w:val="00B03C0C"/>
    <w:rsid w:val="00B04ECE"/>
    <w:rsid w:val="00B053C0"/>
    <w:rsid w:val="00B05935"/>
    <w:rsid w:val="00B05EA5"/>
    <w:rsid w:val="00B06047"/>
    <w:rsid w:val="00B0654C"/>
    <w:rsid w:val="00B068B5"/>
    <w:rsid w:val="00B06929"/>
    <w:rsid w:val="00B069C9"/>
    <w:rsid w:val="00B06D49"/>
    <w:rsid w:val="00B0754E"/>
    <w:rsid w:val="00B0773B"/>
    <w:rsid w:val="00B07A21"/>
    <w:rsid w:val="00B07EDE"/>
    <w:rsid w:val="00B103F4"/>
    <w:rsid w:val="00B104EC"/>
    <w:rsid w:val="00B1098B"/>
    <w:rsid w:val="00B109B3"/>
    <w:rsid w:val="00B11774"/>
    <w:rsid w:val="00B119E1"/>
    <w:rsid w:val="00B121B8"/>
    <w:rsid w:val="00B121D0"/>
    <w:rsid w:val="00B12C50"/>
    <w:rsid w:val="00B12F40"/>
    <w:rsid w:val="00B130C6"/>
    <w:rsid w:val="00B13165"/>
    <w:rsid w:val="00B14B54"/>
    <w:rsid w:val="00B14DBE"/>
    <w:rsid w:val="00B14E92"/>
    <w:rsid w:val="00B154A1"/>
    <w:rsid w:val="00B15E64"/>
    <w:rsid w:val="00B15FEA"/>
    <w:rsid w:val="00B16074"/>
    <w:rsid w:val="00B16447"/>
    <w:rsid w:val="00B169A5"/>
    <w:rsid w:val="00B174D9"/>
    <w:rsid w:val="00B17BE5"/>
    <w:rsid w:val="00B20370"/>
    <w:rsid w:val="00B21532"/>
    <w:rsid w:val="00B2157B"/>
    <w:rsid w:val="00B21672"/>
    <w:rsid w:val="00B21E9B"/>
    <w:rsid w:val="00B221A3"/>
    <w:rsid w:val="00B22710"/>
    <w:rsid w:val="00B22B6F"/>
    <w:rsid w:val="00B22C66"/>
    <w:rsid w:val="00B22E46"/>
    <w:rsid w:val="00B23A84"/>
    <w:rsid w:val="00B243A3"/>
    <w:rsid w:val="00B244F4"/>
    <w:rsid w:val="00B24805"/>
    <w:rsid w:val="00B252B5"/>
    <w:rsid w:val="00B25D36"/>
    <w:rsid w:val="00B26A76"/>
    <w:rsid w:val="00B26D70"/>
    <w:rsid w:val="00B26EA6"/>
    <w:rsid w:val="00B30963"/>
    <w:rsid w:val="00B30A65"/>
    <w:rsid w:val="00B30D20"/>
    <w:rsid w:val="00B30F2A"/>
    <w:rsid w:val="00B30FC8"/>
    <w:rsid w:val="00B311A7"/>
    <w:rsid w:val="00B3125F"/>
    <w:rsid w:val="00B31AA5"/>
    <w:rsid w:val="00B3232A"/>
    <w:rsid w:val="00B32358"/>
    <w:rsid w:val="00B328A4"/>
    <w:rsid w:val="00B331F3"/>
    <w:rsid w:val="00B3339A"/>
    <w:rsid w:val="00B33BB7"/>
    <w:rsid w:val="00B33CBD"/>
    <w:rsid w:val="00B33F04"/>
    <w:rsid w:val="00B34076"/>
    <w:rsid w:val="00B34504"/>
    <w:rsid w:val="00B34BC6"/>
    <w:rsid w:val="00B34BF1"/>
    <w:rsid w:val="00B3521D"/>
    <w:rsid w:val="00B352B0"/>
    <w:rsid w:val="00B353A4"/>
    <w:rsid w:val="00B358F6"/>
    <w:rsid w:val="00B35E79"/>
    <w:rsid w:val="00B35F31"/>
    <w:rsid w:val="00B364F7"/>
    <w:rsid w:val="00B36B84"/>
    <w:rsid w:val="00B372C2"/>
    <w:rsid w:val="00B40CE6"/>
    <w:rsid w:val="00B4119A"/>
    <w:rsid w:val="00B411CA"/>
    <w:rsid w:val="00B4138F"/>
    <w:rsid w:val="00B413F1"/>
    <w:rsid w:val="00B41C9A"/>
    <w:rsid w:val="00B4261B"/>
    <w:rsid w:val="00B4277B"/>
    <w:rsid w:val="00B42C1F"/>
    <w:rsid w:val="00B42D46"/>
    <w:rsid w:val="00B42FA8"/>
    <w:rsid w:val="00B442E1"/>
    <w:rsid w:val="00B44897"/>
    <w:rsid w:val="00B44FB8"/>
    <w:rsid w:val="00B457E5"/>
    <w:rsid w:val="00B47085"/>
    <w:rsid w:val="00B471AB"/>
    <w:rsid w:val="00B502CB"/>
    <w:rsid w:val="00B50E2B"/>
    <w:rsid w:val="00B50F18"/>
    <w:rsid w:val="00B51364"/>
    <w:rsid w:val="00B51BDF"/>
    <w:rsid w:val="00B52672"/>
    <w:rsid w:val="00B53559"/>
    <w:rsid w:val="00B5395A"/>
    <w:rsid w:val="00B53E4E"/>
    <w:rsid w:val="00B54533"/>
    <w:rsid w:val="00B54E87"/>
    <w:rsid w:val="00B54FEC"/>
    <w:rsid w:val="00B55657"/>
    <w:rsid w:val="00B55A3E"/>
    <w:rsid w:val="00B56CA2"/>
    <w:rsid w:val="00B57867"/>
    <w:rsid w:val="00B57DD8"/>
    <w:rsid w:val="00B601D3"/>
    <w:rsid w:val="00B60620"/>
    <w:rsid w:val="00B607AC"/>
    <w:rsid w:val="00B60C55"/>
    <w:rsid w:val="00B60E06"/>
    <w:rsid w:val="00B60E7F"/>
    <w:rsid w:val="00B61349"/>
    <w:rsid w:val="00B61D22"/>
    <w:rsid w:val="00B62093"/>
    <w:rsid w:val="00B620F1"/>
    <w:rsid w:val="00B62927"/>
    <w:rsid w:val="00B62D8A"/>
    <w:rsid w:val="00B62DE0"/>
    <w:rsid w:val="00B64311"/>
    <w:rsid w:val="00B645D4"/>
    <w:rsid w:val="00B647DF"/>
    <w:rsid w:val="00B649E5"/>
    <w:rsid w:val="00B65475"/>
    <w:rsid w:val="00B65BFA"/>
    <w:rsid w:val="00B65C75"/>
    <w:rsid w:val="00B66947"/>
    <w:rsid w:val="00B66FC3"/>
    <w:rsid w:val="00B6796F"/>
    <w:rsid w:val="00B67CD6"/>
    <w:rsid w:val="00B702DD"/>
    <w:rsid w:val="00B70495"/>
    <w:rsid w:val="00B7064A"/>
    <w:rsid w:val="00B70767"/>
    <w:rsid w:val="00B70B7D"/>
    <w:rsid w:val="00B70E7F"/>
    <w:rsid w:val="00B715FA"/>
    <w:rsid w:val="00B716EF"/>
    <w:rsid w:val="00B71955"/>
    <w:rsid w:val="00B7257F"/>
    <w:rsid w:val="00B725B0"/>
    <w:rsid w:val="00B72786"/>
    <w:rsid w:val="00B72950"/>
    <w:rsid w:val="00B72EC3"/>
    <w:rsid w:val="00B73288"/>
    <w:rsid w:val="00B73496"/>
    <w:rsid w:val="00B73AC8"/>
    <w:rsid w:val="00B74CC1"/>
    <w:rsid w:val="00B754F4"/>
    <w:rsid w:val="00B7557C"/>
    <w:rsid w:val="00B76EAB"/>
    <w:rsid w:val="00B76FEC"/>
    <w:rsid w:val="00B776E5"/>
    <w:rsid w:val="00B7771F"/>
    <w:rsid w:val="00B77DC7"/>
    <w:rsid w:val="00B804B3"/>
    <w:rsid w:val="00B805DE"/>
    <w:rsid w:val="00B80C00"/>
    <w:rsid w:val="00B811B2"/>
    <w:rsid w:val="00B81563"/>
    <w:rsid w:val="00B817FF"/>
    <w:rsid w:val="00B81F51"/>
    <w:rsid w:val="00B825A7"/>
    <w:rsid w:val="00B82F2C"/>
    <w:rsid w:val="00B831F6"/>
    <w:rsid w:val="00B83391"/>
    <w:rsid w:val="00B83756"/>
    <w:rsid w:val="00B83EDC"/>
    <w:rsid w:val="00B83F53"/>
    <w:rsid w:val="00B84EB6"/>
    <w:rsid w:val="00B873F3"/>
    <w:rsid w:val="00B8783A"/>
    <w:rsid w:val="00B903C9"/>
    <w:rsid w:val="00B90521"/>
    <w:rsid w:val="00B9055F"/>
    <w:rsid w:val="00B91720"/>
    <w:rsid w:val="00B92D2C"/>
    <w:rsid w:val="00B93B23"/>
    <w:rsid w:val="00B93B3D"/>
    <w:rsid w:val="00B93DB1"/>
    <w:rsid w:val="00B941AE"/>
    <w:rsid w:val="00B94456"/>
    <w:rsid w:val="00B94AAE"/>
    <w:rsid w:val="00B94B17"/>
    <w:rsid w:val="00B955E6"/>
    <w:rsid w:val="00B95D05"/>
    <w:rsid w:val="00B961B2"/>
    <w:rsid w:val="00B96738"/>
    <w:rsid w:val="00B96887"/>
    <w:rsid w:val="00B96DC9"/>
    <w:rsid w:val="00B97727"/>
    <w:rsid w:val="00B97B37"/>
    <w:rsid w:val="00BA005D"/>
    <w:rsid w:val="00BA04B6"/>
    <w:rsid w:val="00BA0559"/>
    <w:rsid w:val="00BA0BD3"/>
    <w:rsid w:val="00BA122E"/>
    <w:rsid w:val="00BA1D3C"/>
    <w:rsid w:val="00BA1DA3"/>
    <w:rsid w:val="00BA2E95"/>
    <w:rsid w:val="00BA3A07"/>
    <w:rsid w:val="00BA404F"/>
    <w:rsid w:val="00BA456D"/>
    <w:rsid w:val="00BA479E"/>
    <w:rsid w:val="00BA5184"/>
    <w:rsid w:val="00BA64A7"/>
    <w:rsid w:val="00BA6B1B"/>
    <w:rsid w:val="00BA6B4A"/>
    <w:rsid w:val="00BA70EF"/>
    <w:rsid w:val="00BA714F"/>
    <w:rsid w:val="00BA73BC"/>
    <w:rsid w:val="00BA7477"/>
    <w:rsid w:val="00BA7664"/>
    <w:rsid w:val="00BA7753"/>
    <w:rsid w:val="00BA7EF5"/>
    <w:rsid w:val="00BA7F37"/>
    <w:rsid w:val="00BB0175"/>
    <w:rsid w:val="00BB197D"/>
    <w:rsid w:val="00BB1CD2"/>
    <w:rsid w:val="00BB1FB9"/>
    <w:rsid w:val="00BB236B"/>
    <w:rsid w:val="00BB23AB"/>
    <w:rsid w:val="00BB240C"/>
    <w:rsid w:val="00BB2A3A"/>
    <w:rsid w:val="00BB2BA3"/>
    <w:rsid w:val="00BB2FED"/>
    <w:rsid w:val="00BB30C2"/>
    <w:rsid w:val="00BB3212"/>
    <w:rsid w:val="00BB3812"/>
    <w:rsid w:val="00BB3C16"/>
    <w:rsid w:val="00BB3C47"/>
    <w:rsid w:val="00BB46A3"/>
    <w:rsid w:val="00BB47D6"/>
    <w:rsid w:val="00BB525A"/>
    <w:rsid w:val="00BB5419"/>
    <w:rsid w:val="00BB5B33"/>
    <w:rsid w:val="00BB5DB0"/>
    <w:rsid w:val="00BB668D"/>
    <w:rsid w:val="00BB68D4"/>
    <w:rsid w:val="00BB6D82"/>
    <w:rsid w:val="00BB6EFF"/>
    <w:rsid w:val="00BB7098"/>
    <w:rsid w:val="00BB796B"/>
    <w:rsid w:val="00BB797B"/>
    <w:rsid w:val="00BB7AEE"/>
    <w:rsid w:val="00BC036D"/>
    <w:rsid w:val="00BC04EE"/>
    <w:rsid w:val="00BC0D9D"/>
    <w:rsid w:val="00BC1250"/>
    <w:rsid w:val="00BC12A8"/>
    <w:rsid w:val="00BC199D"/>
    <w:rsid w:val="00BC1B54"/>
    <w:rsid w:val="00BC1FAB"/>
    <w:rsid w:val="00BC2099"/>
    <w:rsid w:val="00BC23E4"/>
    <w:rsid w:val="00BC23E7"/>
    <w:rsid w:val="00BC240E"/>
    <w:rsid w:val="00BC26D6"/>
    <w:rsid w:val="00BC29CB"/>
    <w:rsid w:val="00BC2EB8"/>
    <w:rsid w:val="00BC3168"/>
    <w:rsid w:val="00BC31F0"/>
    <w:rsid w:val="00BC32E4"/>
    <w:rsid w:val="00BC3781"/>
    <w:rsid w:val="00BC3CCA"/>
    <w:rsid w:val="00BC3FBF"/>
    <w:rsid w:val="00BC41D2"/>
    <w:rsid w:val="00BC427B"/>
    <w:rsid w:val="00BC4FE2"/>
    <w:rsid w:val="00BC5A77"/>
    <w:rsid w:val="00BC5B7B"/>
    <w:rsid w:val="00BC6750"/>
    <w:rsid w:val="00BC6F6D"/>
    <w:rsid w:val="00BC73AF"/>
    <w:rsid w:val="00BC797A"/>
    <w:rsid w:val="00BD0723"/>
    <w:rsid w:val="00BD0D33"/>
    <w:rsid w:val="00BD0EB4"/>
    <w:rsid w:val="00BD157E"/>
    <w:rsid w:val="00BD17D1"/>
    <w:rsid w:val="00BD222A"/>
    <w:rsid w:val="00BD228D"/>
    <w:rsid w:val="00BD293F"/>
    <w:rsid w:val="00BD2A3E"/>
    <w:rsid w:val="00BD2E12"/>
    <w:rsid w:val="00BD3080"/>
    <w:rsid w:val="00BD337E"/>
    <w:rsid w:val="00BD33FA"/>
    <w:rsid w:val="00BD4A5D"/>
    <w:rsid w:val="00BD5AB2"/>
    <w:rsid w:val="00BD5ECF"/>
    <w:rsid w:val="00BD6A55"/>
    <w:rsid w:val="00BD70D5"/>
    <w:rsid w:val="00BD7470"/>
    <w:rsid w:val="00BD7778"/>
    <w:rsid w:val="00BD7848"/>
    <w:rsid w:val="00BD7D87"/>
    <w:rsid w:val="00BE0007"/>
    <w:rsid w:val="00BE01CA"/>
    <w:rsid w:val="00BE033A"/>
    <w:rsid w:val="00BE03E7"/>
    <w:rsid w:val="00BE0F31"/>
    <w:rsid w:val="00BE1507"/>
    <w:rsid w:val="00BE17CA"/>
    <w:rsid w:val="00BE1F3D"/>
    <w:rsid w:val="00BE21EF"/>
    <w:rsid w:val="00BE28F0"/>
    <w:rsid w:val="00BE2A2B"/>
    <w:rsid w:val="00BE2ADB"/>
    <w:rsid w:val="00BE2DCC"/>
    <w:rsid w:val="00BE37B7"/>
    <w:rsid w:val="00BE3E1A"/>
    <w:rsid w:val="00BE4074"/>
    <w:rsid w:val="00BE4691"/>
    <w:rsid w:val="00BE4850"/>
    <w:rsid w:val="00BE4ABE"/>
    <w:rsid w:val="00BE5145"/>
    <w:rsid w:val="00BE5C84"/>
    <w:rsid w:val="00BE5F8C"/>
    <w:rsid w:val="00BE6092"/>
    <w:rsid w:val="00BE6931"/>
    <w:rsid w:val="00BE6E7C"/>
    <w:rsid w:val="00BE77AE"/>
    <w:rsid w:val="00BE7AE8"/>
    <w:rsid w:val="00BE7B8E"/>
    <w:rsid w:val="00BE7DB8"/>
    <w:rsid w:val="00BE7DC8"/>
    <w:rsid w:val="00BE7FC9"/>
    <w:rsid w:val="00BF0565"/>
    <w:rsid w:val="00BF0DEA"/>
    <w:rsid w:val="00BF2800"/>
    <w:rsid w:val="00BF2B84"/>
    <w:rsid w:val="00BF2D65"/>
    <w:rsid w:val="00BF34B3"/>
    <w:rsid w:val="00BF3664"/>
    <w:rsid w:val="00BF3DF2"/>
    <w:rsid w:val="00BF3F49"/>
    <w:rsid w:val="00BF3FDE"/>
    <w:rsid w:val="00BF468A"/>
    <w:rsid w:val="00BF469F"/>
    <w:rsid w:val="00BF5697"/>
    <w:rsid w:val="00BF58D9"/>
    <w:rsid w:val="00BF67D7"/>
    <w:rsid w:val="00BF71E1"/>
    <w:rsid w:val="00BF764D"/>
    <w:rsid w:val="00BF7864"/>
    <w:rsid w:val="00BF7DBF"/>
    <w:rsid w:val="00C00CAD"/>
    <w:rsid w:val="00C00D4C"/>
    <w:rsid w:val="00C011B6"/>
    <w:rsid w:val="00C013C8"/>
    <w:rsid w:val="00C018A5"/>
    <w:rsid w:val="00C02017"/>
    <w:rsid w:val="00C0248B"/>
    <w:rsid w:val="00C03457"/>
    <w:rsid w:val="00C04162"/>
    <w:rsid w:val="00C04393"/>
    <w:rsid w:val="00C04A20"/>
    <w:rsid w:val="00C051D4"/>
    <w:rsid w:val="00C05EEA"/>
    <w:rsid w:val="00C06681"/>
    <w:rsid w:val="00C07676"/>
    <w:rsid w:val="00C077C4"/>
    <w:rsid w:val="00C0797D"/>
    <w:rsid w:val="00C10656"/>
    <w:rsid w:val="00C10884"/>
    <w:rsid w:val="00C11C51"/>
    <w:rsid w:val="00C1200D"/>
    <w:rsid w:val="00C12208"/>
    <w:rsid w:val="00C124DC"/>
    <w:rsid w:val="00C12711"/>
    <w:rsid w:val="00C12C93"/>
    <w:rsid w:val="00C12D95"/>
    <w:rsid w:val="00C12E99"/>
    <w:rsid w:val="00C13860"/>
    <w:rsid w:val="00C13CD3"/>
    <w:rsid w:val="00C13EEF"/>
    <w:rsid w:val="00C1406C"/>
    <w:rsid w:val="00C146BB"/>
    <w:rsid w:val="00C14AE8"/>
    <w:rsid w:val="00C14ED9"/>
    <w:rsid w:val="00C1561C"/>
    <w:rsid w:val="00C1608E"/>
    <w:rsid w:val="00C16407"/>
    <w:rsid w:val="00C1670E"/>
    <w:rsid w:val="00C173DD"/>
    <w:rsid w:val="00C17780"/>
    <w:rsid w:val="00C1791E"/>
    <w:rsid w:val="00C17C93"/>
    <w:rsid w:val="00C20167"/>
    <w:rsid w:val="00C208ED"/>
    <w:rsid w:val="00C20F5C"/>
    <w:rsid w:val="00C21048"/>
    <w:rsid w:val="00C210E5"/>
    <w:rsid w:val="00C212A3"/>
    <w:rsid w:val="00C212ED"/>
    <w:rsid w:val="00C2146E"/>
    <w:rsid w:val="00C21500"/>
    <w:rsid w:val="00C21C15"/>
    <w:rsid w:val="00C22051"/>
    <w:rsid w:val="00C221ED"/>
    <w:rsid w:val="00C22796"/>
    <w:rsid w:val="00C22F5D"/>
    <w:rsid w:val="00C238BB"/>
    <w:rsid w:val="00C2453A"/>
    <w:rsid w:val="00C248BE"/>
    <w:rsid w:val="00C24FB5"/>
    <w:rsid w:val="00C25093"/>
    <w:rsid w:val="00C25382"/>
    <w:rsid w:val="00C261AA"/>
    <w:rsid w:val="00C26F38"/>
    <w:rsid w:val="00C27344"/>
    <w:rsid w:val="00C27BBE"/>
    <w:rsid w:val="00C27D09"/>
    <w:rsid w:val="00C31337"/>
    <w:rsid w:val="00C3143D"/>
    <w:rsid w:val="00C31473"/>
    <w:rsid w:val="00C31658"/>
    <w:rsid w:val="00C32772"/>
    <w:rsid w:val="00C32886"/>
    <w:rsid w:val="00C32DCC"/>
    <w:rsid w:val="00C330C7"/>
    <w:rsid w:val="00C33501"/>
    <w:rsid w:val="00C34293"/>
    <w:rsid w:val="00C344D7"/>
    <w:rsid w:val="00C34CE5"/>
    <w:rsid w:val="00C35869"/>
    <w:rsid w:val="00C35F2C"/>
    <w:rsid w:val="00C36A1F"/>
    <w:rsid w:val="00C37B43"/>
    <w:rsid w:val="00C37B97"/>
    <w:rsid w:val="00C400CC"/>
    <w:rsid w:val="00C40BAB"/>
    <w:rsid w:val="00C40F88"/>
    <w:rsid w:val="00C420C7"/>
    <w:rsid w:val="00C421F6"/>
    <w:rsid w:val="00C42D8F"/>
    <w:rsid w:val="00C42EC8"/>
    <w:rsid w:val="00C430DD"/>
    <w:rsid w:val="00C4320C"/>
    <w:rsid w:val="00C44082"/>
    <w:rsid w:val="00C44D4A"/>
    <w:rsid w:val="00C45695"/>
    <w:rsid w:val="00C458DD"/>
    <w:rsid w:val="00C45B10"/>
    <w:rsid w:val="00C47950"/>
    <w:rsid w:val="00C47B9A"/>
    <w:rsid w:val="00C50198"/>
    <w:rsid w:val="00C5083C"/>
    <w:rsid w:val="00C50C74"/>
    <w:rsid w:val="00C51461"/>
    <w:rsid w:val="00C5179B"/>
    <w:rsid w:val="00C5234E"/>
    <w:rsid w:val="00C52708"/>
    <w:rsid w:val="00C53006"/>
    <w:rsid w:val="00C5358F"/>
    <w:rsid w:val="00C53DB7"/>
    <w:rsid w:val="00C53E49"/>
    <w:rsid w:val="00C54635"/>
    <w:rsid w:val="00C5464D"/>
    <w:rsid w:val="00C54ABB"/>
    <w:rsid w:val="00C54B6C"/>
    <w:rsid w:val="00C54E25"/>
    <w:rsid w:val="00C554A4"/>
    <w:rsid w:val="00C562EA"/>
    <w:rsid w:val="00C563CB"/>
    <w:rsid w:val="00C570F3"/>
    <w:rsid w:val="00C5743D"/>
    <w:rsid w:val="00C574C1"/>
    <w:rsid w:val="00C57859"/>
    <w:rsid w:val="00C57897"/>
    <w:rsid w:val="00C60217"/>
    <w:rsid w:val="00C60506"/>
    <w:rsid w:val="00C60842"/>
    <w:rsid w:val="00C6197D"/>
    <w:rsid w:val="00C62116"/>
    <w:rsid w:val="00C626B0"/>
    <w:rsid w:val="00C6344D"/>
    <w:rsid w:val="00C63F97"/>
    <w:rsid w:val="00C640FC"/>
    <w:rsid w:val="00C649ED"/>
    <w:rsid w:val="00C64F0E"/>
    <w:rsid w:val="00C65791"/>
    <w:rsid w:val="00C65881"/>
    <w:rsid w:val="00C66474"/>
    <w:rsid w:val="00C664FF"/>
    <w:rsid w:val="00C66801"/>
    <w:rsid w:val="00C66BDD"/>
    <w:rsid w:val="00C66C50"/>
    <w:rsid w:val="00C66F7A"/>
    <w:rsid w:val="00C673B3"/>
    <w:rsid w:val="00C67EC8"/>
    <w:rsid w:val="00C67FAE"/>
    <w:rsid w:val="00C70038"/>
    <w:rsid w:val="00C70758"/>
    <w:rsid w:val="00C719E2"/>
    <w:rsid w:val="00C71CD9"/>
    <w:rsid w:val="00C71E93"/>
    <w:rsid w:val="00C720A0"/>
    <w:rsid w:val="00C723AF"/>
    <w:rsid w:val="00C72746"/>
    <w:rsid w:val="00C73222"/>
    <w:rsid w:val="00C7461E"/>
    <w:rsid w:val="00C74865"/>
    <w:rsid w:val="00C76531"/>
    <w:rsid w:val="00C766C1"/>
    <w:rsid w:val="00C76C02"/>
    <w:rsid w:val="00C7701A"/>
    <w:rsid w:val="00C77204"/>
    <w:rsid w:val="00C77982"/>
    <w:rsid w:val="00C802FC"/>
    <w:rsid w:val="00C80359"/>
    <w:rsid w:val="00C80B51"/>
    <w:rsid w:val="00C80F2F"/>
    <w:rsid w:val="00C81C50"/>
    <w:rsid w:val="00C81DC8"/>
    <w:rsid w:val="00C8230E"/>
    <w:rsid w:val="00C83B28"/>
    <w:rsid w:val="00C83B6A"/>
    <w:rsid w:val="00C83D09"/>
    <w:rsid w:val="00C83DEF"/>
    <w:rsid w:val="00C842AD"/>
    <w:rsid w:val="00C843B9"/>
    <w:rsid w:val="00C84718"/>
    <w:rsid w:val="00C84B02"/>
    <w:rsid w:val="00C84D87"/>
    <w:rsid w:val="00C84F8E"/>
    <w:rsid w:val="00C8502A"/>
    <w:rsid w:val="00C853B1"/>
    <w:rsid w:val="00C858C8"/>
    <w:rsid w:val="00C85A81"/>
    <w:rsid w:val="00C86133"/>
    <w:rsid w:val="00C86475"/>
    <w:rsid w:val="00C86503"/>
    <w:rsid w:val="00C867E3"/>
    <w:rsid w:val="00C86AC0"/>
    <w:rsid w:val="00C87BB9"/>
    <w:rsid w:val="00C90342"/>
    <w:rsid w:val="00C9094C"/>
    <w:rsid w:val="00C90DD1"/>
    <w:rsid w:val="00C91554"/>
    <w:rsid w:val="00C915B3"/>
    <w:rsid w:val="00C93ADF"/>
    <w:rsid w:val="00C94307"/>
    <w:rsid w:val="00C944BF"/>
    <w:rsid w:val="00C946F3"/>
    <w:rsid w:val="00C9534F"/>
    <w:rsid w:val="00C95BFD"/>
    <w:rsid w:val="00C95C40"/>
    <w:rsid w:val="00C95D60"/>
    <w:rsid w:val="00C96998"/>
    <w:rsid w:val="00C96D39"/>
    <w:rsid w:val="00C9739A"/>
    <w:rsid w:val="00C97529"/>
    <w:rsid w:val="00C97F3C"/>
    <w:rsid w:val="00CA028F"/>
    <w:rsid w:val="00CA0B57"/>
    <w:rsid w:val="00CA165A"/>
    <w:rsid w:val="00CA1DF5"/>
    <w:rsid w:val="00CA1E69"/>
    <w:rsid w:val="00CA1F54"/>
    <w:rsid w:val="00CA35BB"/>
    <w:rsid w:val="00CA3D72"/>
    <w:rsid w:val="00CA4A42"/>
    <w:rsid w:val="00CA4A95"/>
    <w:rsid w:val="00CA4BE5"/>
    <w:rsid w:val="00CA5184"/>
    <w:rsid w:val="00CA5EEA"/>
    <w:rsid w:val="00CA5FF4"/>
    <w:rsid w:val="00CA6534"/>
    <w:rsid w:val="00CA6B4B"/>
    <w:rsid w:val="00CA7407"/>
    <w:rsid w:val="00CB0D73"/>
    <w:rsid w:val="00CB14BD"/>
    <w:rsid w:val="00CB1502"/>
    <w:rsid w:val="00CB1CF6"/>
    <w:rsid w:val="00CB1F72"/>
    <w:rsid w:val="00CB21AE"/>
    <w:rsid w:val="00CB249F"/>
    <w:rsid w:val="00CB3491"/>
    <w:rsid w:val="00CB3579"/>
    <w:rsid w:val="00CB3D14"/>
    <w:rsid w:val="00CB41E9"/>
    <w:rsid w:val="00CB440A"/>
    <w:rsid w:val="00CB44AF"/>
    <w:rsid w:val="00CB44FF"/>
    <w:rsid w:val="00CB50B6"/>
    <w:rsid w:val="00CB5414"/>
    <w:rsid w:val="00CB583A"/>
    <w:rsid w:val="00CB5BE0"/>
    <w:rsid w:val="00CB7038"/>
    <w:rsid w:val="00CB7215"/>
    <w:rsid w:val="00CB72A9"/>
    <w:rsid w:val="00CB753C"/>
    <w:rsid w:val="00CB7F04"/>
    <w:rsid w:val="00CC0031"/>
    <w:rsid w:val="00CC0734"/>
    <w:rsid w:val="00CC07B5"/>
    <w:rsid w:val="00CC07DD"/>
    <w:rsid w:val="00CC0D89"/>
    <w:rsid w:val="00CC14E4"/>
    <w:rsid w:val="00CC182E"/>
    <w:rsid w:val="00CC195F"/>
    <w:rsid w:val="00CC2A13"/>
    <w:rsid w:val="00CC2BFA"/>
    <w:rsid w:val="00CC32BB"/>
    <w:rsid w:val="00CC39CC"/>
    <w:rsid w:val="00CC3BC8"/>
    <w:rsid w:val="00CC3D20"/>
    <w:rsid w:val="00CC40BC"/>
    <w:rsid w:val="00CC4275"/>
    <w:rsid w:val="00CC469B"/>
    <w:rsid w:val="00CC47C7"/>
    <w:rsid w:val="00CC4B1B"/>
    <w:rsid w:val="00CC50FC"/>
    <w:rsid w:val="00CC54CF"/>
    <w:rsid w:val="00CC60BE"/>
    <w:rsid w:val="00CC62A9"/>
    <w:rsid w:val="00CC68BE"/>
    <w:rsid w:val="00CC6B87"/>
    <w:rsid w:val="00CC70AB"/>
    <w:rsid w:val="00CD013E"/>
    <w:rsid w:val="00CD0709"/>
    <w:rsid w:val="00CD0927"/>
    <w:rsid w:val="00CD0ABC"/>
    <w:rsid w:val="00CD0B53"/>
    <w:rsid w:val="00CD0EEE"/>
    <w:rsid w:val="00CD185C"/>
    <w:rsid w:val="00CD1B2A"/>
    <w:rsid w:val="00CD247E"/>
    <w:rsid w:val="00CD2572"/>
    <w:rsid w:val="00CD2CFC"/>
    <w:rsid w:val="00CD3046"/>
    <w:rsid w:val="00CD34A2"/>
    <w:rsid w:val="00CD3D0D"/>
    <w:rsid w:val="00CD4194"/>
    <w:rsid w:val="00CD490E"/>
    <w:rsid w:val="00CD545D"/>
    <w:rsid w:val="00CD5A24"/>
    <w:rsid w:val="00CD5AA3"/>
    <w:rsid w:val="00CD67C3"/>
    <w:rsid w:val="00CD67EB"/>
    <w:rsid w:val="00CD6E9C"/>
    <w:rsid w:val="00CE047B"/>
    <w:rsid w:val="00CE17D0"/>
    <w:rsid w:val="00CE1FA5"/>
    <w:rsid w:val="00CE20AE"/>
    <w:rsid w:val="00CE2222"/>
    <w:rsid w:val="00CE2616"/>
    <w:rsid w:val="00CE2946"/>
    <w:rsid w:val="00CE2B6B"/>
    <w:rsid w:val="00CE2C59"/>
    <w:rsid w:val="00CE2D17"/>
    <w:rsid w:val="00CE4741"/>
    <w:rsid w:val="00CE5167"/>
    <w:rsid w:val="00CE5942"/>
    <w:rsid w:val="00CE7075"/>
    <w:rsid w:val="00CE74CC"/>
    <w:rsid w:val="00CE776E"/>
    <w:rsid w:val="00CE7B3A"/>
    <w:rsid w:val="00CF00F5"/>
    <w:rsid w:val="00CF0149"/>
    <w:rsid w:val="00CF06C7"/>
    <w:rsid w:val="00CF0D5C"/>
    <w:rsid w:val="00CF1E8A"/>
    <w:rsid w:val="00CF1EA3"/>
    <w:rsid w:val="00CF1FAB"/>
    <w:rsid w:val="00CF2DCD"/>
    <w:rsid w:val="00CF2F2C"/>
    <w:rsid w:val="00CF31DA"/>
    <w:rsid w:val="00CF331E"/>
    <w:rsid w:val="00CF3769"/>
    <w:rsid w:val="00CF379E"/>
    <w:rsid w:val="00CF38B3"/>
    <w:rsid w:val="00CF3D4C"/>
    <w:rsid w:val="00CF41D8"/>
    <w:rsid w:val="00CF4C00"/>
    <w:rsid w:val="00CF4F99"/>
    <w:rsid w:val="00CF51B5"/>
    <w:rsid w:val="00CF5D3C"/>
    <w:rsid w:val="00CF5FF9"/>
    <w:rsid w:val="00CF65BE"/>
    <w:rsid w:val="00CF7BD9"/>
    <w:rsid w:val="00CF7FA9"/>
    <w:rsid w:val="00D00933"/>
    <w:rsid w:val="00D01A92"/>
    <w:rsid w:val="00D01E24"/>
    <w:rsid w:val="00D0200A"/>
    <w:rsid w:val="00D02719"/>
    <w:rsid w:val="00D02C23"/>
    <w:rsid w:val="00D036FD"/>
    <w:rsid w:val="00D03A7F"/>
    <w:rsid w:val="00D03DD7"/>
    <w:rsid w:val="00D04E3B"/>
    <w:rsid w:val="00D051AB"/>
    <w:rsid w:val="00D05532"/>
    <w:rsid w:val="00D05656"/>
    <w:rsid w:val="00D05FD7"/>
    <w:rsid w:val="00D06340"/>
    <w:rsid w:val="00D067C4"/>
    <w:rsid w:val="00D068F0"/>
    <w:rsid w:val="00D069FF"/>
    <w:rsid w:val="00D06C54"/>
    <w:rsid w:val="00D06CF4"/>
    <w:rsid w:val="00D06F33"/>
    <w:rsid w:val="00D0763A"/>
    <w:rsid w:val="00D077FC"/>
    <w:rsid w:val="00D07A9F"/>
    <w:rsid w:val="00D07D17"/>
    <w:rsid w:val="00D10512"/>
    <w:rsid w:val="00D1056D"/>
    <w:rsid w:val="00D1061A"/>
    <w:rsid w:val="00D10905"/>
    <w:rsid w:val="00D10E92"/>
    <w:rsid w:val="00D10EA4"/>
    <w:rsid w:val="00D119D3"/>
    <w:rsid w:val="00D126C5"/>
    <w:rsid w:val="00D1374B"/>
    <w:rsid w:val="00D13A05"/>
    <w:rsid w:val="00D13DBF"/>
    <w:rsid w:val="00D13FDC"/>
    <w:rsid w:val="00D14130"/>
    <w:rsid w:val="00D15640"/>
    <w:rsid w:val="00D15670"/>
    <w:rsid w:val="00D16162"/>
    <w:rsid w:val="00D1656A"/>
    <w:rsid w:val="00D16D9F"/>
    <w:rsid w:val="00D17228"/>
    <w:rsid w:val="00D173AE"/>
    <w:rsid w:val="00D17800"/>
    <w:rsid w:val="00D17A03"/>
    <w:rsid w:val="00D2019E"/>
    <w:rsid w:val="00D20497"/>
    <w:rsid w:val="00D20ABD"/>
    <w:rsid w:val="00D21CC9"/>
    <w:rsid w:val="00D21D7B"/>
    <w:rsid w:val="00D2249E"/>
    <w:rsid w:val="00D22A0D"/>
    <w:rsid w:val="00D22A42"/>
    <w:rsid w:val="00D22AF2"/>
    <w:rsid w:val="00D22AF5"/>
    <w:rsid w:val="00D22FFB"/>
    <w:rsid w:val="00D23422"/>
    <w:rsid w:val="00D23726"/>
    <w:rsid w:val="00D23926"/>
    <w:rsid w:val="00D23AC1"/>
    <w:rsid w:val="00D2400F"/>
    <w:rsid w:val="00D2408A"/>
    <w:rsid w:val="00D24126"/>
    <w:rsid w:val="00D25F6A"/>
    <w:rsid w:val="00D269C2"/>
    <w:rsid w:val="00D2706A"/>
    <w:rsid w:val="00D276C6"/>
    <w:rsid w:val="00D27A2A"/>
    <w:rsid w:val="00D27F3F"/>
    <w:rsid w:val="00D3053C"/>
    <w:rsid w:val="00D3076F"/>
    <w:rsid w:val="00D308D6"/>
    <w:rsid w:val="00D31B65"/>
    <w:rsid w:val="00D32154"/>
    <w:rsid w:val="00D325C6"/>
    <w:rsid w:val="00D32739"/>
    <w:rsid w:val="00D32AD2"/>
    <w:rsid w:val="00D32EC8"/>
    <w:rsid w:val="00D334CE"/>
    <w:rsid w:val="00D3380D"/>
    <w:rsid w:val="00D33890"/>
    <w:rsid w:val="00D344C0"/>
    <w:rsid w:val="00D34A9E"/>
    <w:rsid w:val="00D351F8"/>
    <w:rsid w:val="00D353D5"/>
    <w:rsid w:val="00D358D4"/>
    <w:rsid w:val="00D35F28"/>
    <w:rsid w:val="00D36111"/>
    <w:rsid w:val="00D36896"/>
    <w:rsid w:val="00D37742"/>
    <w:rsid w:val="00D40707"/>
    <w:rsid w:val="00D40E6C"/>
    <w:rsid w:val="00D41182"/>
    <w:rsid w:val="00D425ED"/>
    <w:rsid w:val="00D42EA3"/>
    <w:rsid w:val="00D439F9"/>
    <w:rsid w:val="00D44216"/>
    <w:rsid w:val="00D44AA9"/>
    <w:rsid w:val="00D44D6C"/>
    <w:rsid w:val="00D44F82"/>
    <w:rsid w:val="00D4546D"/>
    <w:rsid w:val="00D4560E"/>
    <w:rsid w:val="00D459A6"/>
    <w:rsid w:val="00D47D27"/>
    <w:rsid w:val="00D47D9D"/>
    <w:rsid w:val="00D47F7D"/>
    <w:rsid w:val="00D5009C"/>
    <w:rsid w:val="00D503AD"/>
    <w:rsid w:val="00D50EDA"/>
    <w:rsid w:val="00D5107C"/>
    <w:rsid w:val="00D511DA"/>
    <w:rsid w:val="00D51F51"/>
    <w:rsid w:val="00D520C1"/>
    <w:rsid w:val="00D52815"/>
    <w:rsid w:val="00D5283F"/>
    <w:rsid w:val="00D53993"/>
    <w:rsid w:val="00D547BE"/>
    <w:rsid w:val="00D55B37"/>
    <w:rsid w:val="00D55FB5"/>
    <w:rsid w:val="00D56137"/>
    <w:rsid w:val="00D5628A"/>
    <w:rsid w:val="00D56E24"/>
    <w:rsid w:val="00D56E2C"/>
    <w:rsid w:val="00D5776D"/>
    <w:rsid w:val="00D60FBD"/>
    <w:rsid w:val="00D61096"/>
    <w:rsid w:val="00D61D3A"/>
    <w:rsid w:val="00D61E62"/>
    <w:rsid w:val="00D626E8"/>
    <w:rsid w:val="00D636F0"/>
    <w:rsid w:val="00D64022"/>
    <w:rsid w:val="00D64494"/>
    <w:rsid w:val="00D64939"/>
    <w:rsid w:val="00D65CD4"/>
    <w:rsid w:val="00D66030"/>
    <w:rsid w:val="00D660A4"/>
    <w:rsid w:val="00D6638A"/>
    <w:rsid w:val="00D6668A"/>
    <w:rsid w:val="00D677FF"/>
    <w:rsid w:val="00D70332"/>
    <w:rsid w:val="00D70E3C"/>
    <w:rsid w:val="00D7121F"/>
    <w:rsid w:val="00D71656"/>
    <w:rsid w:val="00D7192A"/>
    <w:rsid w:val="00D71E86"/>
    <w:rsid w:val="00D720AD"/>
    <w:rsid w:val="00D723FB"/>
    <w:rsid w:val="00D7253B"/>
    <w:rsid w:val="00D73C6A"/>
    <w:rsid w:val="00D73F5A"/>
    <w:rsid w:val="00D741B4"/>
    <w:rsid w:val="00D757FC"/>
    <w:rsid w:val="00D75E50"/>
    <w:rsid w:val="00D7788E"/>
    <w:rsid w:val="00D77F0F"/>
    <w:rsid w:val="00D800C3"/>
    <w:rsid w:val="00D80123"/>
    <w:rsid w:val="00D807C9"/>
    <w:rsid w:val="00D81273"/>
    <w:rsid w:val="00D81402"/>
    <w:rsid w:val="00D81B94"/>
    <w:rsid w:val="00D81FB6"/>
    <w:rsid w:val="00D82363"/>
    <w:rsid w:val="00D82AE2"/>
    <w:rsid w:val="00D82BF7"/>
    <w:rsid w:val="00D82D25"/>
    <w:rsid w:val="00D83257"/>
    <w:rsid w:val="00D835D9"/>
    <w:rsid w:val="00D83614"/>
    <w:rsid w:val="00D836F6"/>
    <w:rsid w:val="00D83CF1"/>
    <w:rsid w:val="00D8499D"/>
    <w:rsid w:val="00D84D62"/>
    <w:rsid w:val="00D85C83"/>
    <w:rsid w:val="00D860EA"/>
    <w:rsid w:val="00D865DC"/>
    <w:rsid w:val="00D8678F"/>
    <w:rsid w:val="00D86FAA"/>
    <w:rsid w:val="00D87D29"/>
    <w:rsid w:val="00D87E6B"/>
    <w:rsid w:val="00D87F3B"/>
    <w:rsid w:val="00D904A5"/>
    <w:rsid w:val="00D90530"/>
    <w:rsid w:val="00D913F5"/>
    <w:rsid w:val="00D914A4"/>
    <w:rsid w:val="00D91970"/>
    <w:rsid w:val="00D924BE"/>
    <w:rsid w:val="00D9381D"/>
    <w:rsid w:val="00D93CBB"/>
    <w:rsid w:val="00D941F3"/>
    <w:rsid w:val="00D95839"/>
    <w:rsid w:val="00D96268"/>
    <w:rsid w:val="00D96C0E"/>
    <w:rsid w:val="00D970A7"/>
    <w:rsid w:val="00D9727F"/>
    <w:rsid w:val="00D97BC2"/>
    <w:rsid w:val="00DA015F"/>
    <w:rsid w:val="00DA0532"/>
    <w:rsid w:val="00DA078F"/>
    <w:rsid w:val="00DA0C58"/>
    <w:rsid w:val="00DA1168"/>
    <w:rsid w:val="00DA1757"/>
    <w:rsid w:val="00DA2021"/>
    <w:rsid w:val="00DA24D9"/>
    <w:rsid w:val="00DA2937"/>
    <w:rsid w:val="00DA296E"/>
    <w:rsid w:val="00DA31D5"/>
    <w:rsid w:val="00DA35E0"/>
    <w:rsid w:val="00DA3E11"/>
    <w:rsid w:val="00DA3FA2"/>
    <w:rsid w:val="00DA42C6"/>
    <w:rsid w:val="00DA469A"/>
    <w:rsid w:val="00DA5314"/>
    <w:rsid w:val="00DA5CE9"/>
    <w:rsid w:val="00DA614D"/>
    <w:rsid w:val="00DB0AC8"/>
    <w:rsid w:val="00DB0BAF"/>
    <w:rsid w:val="00DB123D"/>
    <w:rsid w:val="00DB137A"/>
    <w:rsid w:val="00DB16B3"/>
    <w:rsid w:val="00DB1CE3"/>
    <w:rsid w:val="00DB2114"/>
    <w:rsid w:val="00DB2D0B"/>
    <w:rsid w:val="00DB2F4F"/>
    <w:rsid w:val="00DB367A"/>
    <w:rsid w:val="00DB4029"/>
    <w:rsid w:val="00DB432B"/>
    <w:rsid w:val="00DB435C"/>
    <w:rsid w:val="00DB4487"/>
    <w:rsid w:val="00DB4A7E"/>
    <w:rsid w:val="00DB58E2"/>
    <w:rsid w:val="00DB5DE8"/>
    <w:rsid w:val="00DB60C9"/>
    <w:rsid w:val="00DB706E"/>
    <w:rsid w:val="00DB725C"/>
    <w:rsid w:val="00DB75BE"/>
    <w:rsid w:val="00DB76E9"/>
    <w:rsid w:val="00DB7F47"/>
    <w:rsid w:val="00DC00D4"/>
    <w:rsid w:val="00DC05DE"/>
    <w:rsid w:val="00DC0939"/>
    <w:rsid w:val="00DC10D3"/>
    <w:rsid w:val="00DC137D"/>
    <w:rsid w:val="00DC1ADC"/>
    <w:rsid w:val="00DC1DA0"/>
    <w:rsid w:val="00DC2317"/>
    <w:rsid w:val="00DC2435"/>
    <w:rsid w:val="00DC26C5"/>
    <w:rsid w:val="00DC2A54"/>
    <w:rsid w:val="00DC2A68"/>
    <w:rsid w:val="00DC30C8"/>
    <w:rsid w:val="00DC3E1F"/>
    <w:rsid w:val="00DC3F14"/>
    <w:rsid w:val="00DC4B7B"/>
    <w:rsid w:val="00DC5001"/>
    <w:rsid w:val="00DC676A"/>
    <w:rsid w:val="00DC6C02"/>
    <w:rsid w:val="00DC6DCF"/>
    <w:rsid w:val="00DC734A"/>
    <w:rsid w:val="00DD0375"/>
    <w:rsid w:val="00DD068E"/>
    <w:rsid w:val="00DD0CF3"/>
    <w:rsid w:val="00DD0E64"/>
    <w:rsid w:val="00DD16E3"/>
    <w:rsid w:val="00DD1A47"/>
    <w:rsid w:val="00DD24EB"/>
    <w:rsid w:val="00DD2520"/>
    <w:rsid w:val="00DD2C19"/>
    <w:rsid w:val="00DD3728"/>
    <w:rsid w:val="00DD3BBE"/>
    <w:rsid w:val="00DD3FBF"/>
    <w:rsid w:val="00DD4A87"/>
    <w:rsid w:val="00DD5470"/>
    <w:rsid w:val="00DD550B"/>
    <w:rsid w:val="00DD55F6"/>
    <w:rsid w:val="00DD63BC"/>
    <w:rsid w:val="00DD675F"/>
    <w:rsid w:val="00DD6B0E"/>
    <w:rsid w:val="00DD6CEA"/>
    <w:rsid w:val="00DD704A"/>
    <w:rsid w:val="00DD7143"/>
    <w:rsid w:val="00DD76BE"/>
    <w:rsid w:val="00DE02E5"/>
    <w:rsid w:val="00DE0ECD"/>
    <w:rsid w:val="00DE10C7"/>
    <w:rsid w:val="00DE14EA"/>
    <w:rsid w:val="00DE18CA"/>
    <w:rsid w:val="00DE1ACF"/>
    <w:rsid w:val="00DE22F0"/>
    <w:rsid w:val="00DE2542"/>
    <w:rsid w:val="00DE2939"/>
    <w:rsid w:val="00DE2B5D"/>
    <w:rsid w:val="00DE2C8D"/>
    <w:rsid w:val="00DE2F30"/>
    <w:rsid w:val="00DE404B"/>
    <w:rsid w:val="00DE40DD"/>
    <w:rsid w:val="00DE40FE"/>
    <w:rsid w:val="00DE4EAB"/>
    <w:rsid w:val="00DE5D9D"/>
    <w:rsid w:val="00DE6377"/>
    <w:rsid w:val="00DE6687"/>
    <w:rsid w:val="00DE7463"/>
    <w:rsid w:val="00DE7E24"/>
    <w:rsid w:val="00DF0425"/>
    <w:rsid w:val="00DF05BA"/>
    <w:rsid w:val="00DF0840"/>
    <w:rsid w:val="00DF09AF"/>
    <w:rsid w:val="00DF0F34"/>
    <w:rsid w:val="00DF1260"/>
    <w:rsid w:val="00DF18D3"/>
    <w:rsid w:val="00DF19F5"/>
    <w:rsid w:val="00DF1A36"/>
    <w:rsid w:val="00DF1F82"/>
    <w:rsid w:val="00DF3B17"/>
    <w:rsid w:val="00DF3C0B"/>
    <w:rsid w:val="00DF3F3A"/>
    <w:rsid w:val="00DF4713"/>
    <w:rsid w:val="00DF5079"/>
    <w:rsid w:val="00DF5119"/>
    <w:rsid w:val="00DF5E50"/>
    <w:rsid w:val="00DF675B"/>
    <w:rsid w:val="00DF6C88"/>
    <w:rsid w:val="00DF7457"/>
    <w:rsid w:val="00DF7881"/>
    <w:rsid w:val="00E0012A"/>
    <w:rsid w:val="00E00375"/>
    <w:rsid w:val="00E0084A"/>
    <w:rsid w:val="00E01319"/>
    <w:rsid w:val="00E0156F"/>
    <w:rsid w:val="00E016BF"/>
    <w:rsid w:val="00E017B5"/>
    <w:rsid w:val="00E0255D"/>
    <w:rsid w:val="00E030EE"/>
    <w:rsid w:val="00E03255"/>
    <w:rsid w:val="00E03DD7"/>
    <w:rsid w:val="00E03EDB"/>
    <w:rsid w:val="00E04958"/>
    <w:rsid w:val="00E0528E"/>
    <w:rsid w:val="00E0532F"/>
    <w:rsid w:val="00E056E3"/>
    <w:rsid w:val="00E05977"/>
    <w:rsid w:val="00E0653E"/>
    <w:rsid w:val="00E06D78"/>
    <w:rsid w:val="00E07085"/>
    <w:rsid w:val="00E10B36"/>
    <w:rsid w:val="00E10C82"/>
    <w:rsid w:val="00E10EE5"/>
    <w:rsid w:val="00E10F74"/>
    <w:rsid w:val="00E11DAB"/>
    <w:rsid w:val="00E12223"/>
    <w:rsid w:val="00E12AAF"/>
    <w:rsid w:val="00E1369A"/>
    <w:rsid w:val="00E140FA"/>
    <w:rsid w:val="00E14114"/>
    <w:rsid w:val="00E144DB"/>
    <w:rsid w:val="00E1567C"/>
    <w:rsid w:val="00E15F22"/>
    <w:rsid w:val="00E16888"/>
    <w:rsid w:val="00E16966"/>
    <w:rsid w:val="00E16FFB"/>
    <w:rsid w:val="00E17666"/>
    <w:rsid w:val="00E211A7"/>
    <w:rsid w:val="00E2162B"/>
    <w:rsid w:val="00E21646"/>
    <w:rsid w:val="00E220EA"/>
    <w:rsid w:val="00E226B4"/>
    <w:rsid w:val="00E2392A"/>
    <w:rsid w:val="00E23935"/>
    <w:rsid w:val="00E23C56"/>
    <w:rsid w:val="00E23EFE"/>
    <w:rsid w:val="00E23F96"/>
    <w:rsid w:val="00E24153"/>
    <w:rsid w:val="00E241DB"/>
    <w:rsid w:val="00E251F2"/>
    <w:rsid w:val="00E25C20"/>
    <w:rsid w:val="00E25D66"/>
    <w:rsid w:val="00E260B4"/>
    <w:rsid w:val="00E2662E"/>
    <w:rsid w:val="00E26756"/>
    <w:rsid w:val="00E26D63"/>
    <w:rsid w:val="00E27027"/>
    <w:rsid w:val="00E2713D"/>
    <w:rsid w:val="00E2715D"/>
    <w:rsid w:val="00E2768F"/>
    <w:rsid w:val="00E276D4"/>
    <w:rsid w:val="00E279F8"/>
    <w:rsid w:val="00E27F3D"/>
    <w:rsid w:val="00E3060F"/>
    <w:rsid w:val="00E30E9F"/>
    <w:rsid w:val="00E31DCE"/>
    <w:rsid w:val="00E32452"/>
    <w:rsid w:val="00E3257D"/>
    <w:rsid w:val="00E326CF"/>
    <w:rsid w:val="00E3274E"/>
    <w:rsid w:val="00E32F14"/>
    <w:rsid w:val="00E331CB"/>
    <w:rsid w:val="00E33DAB"/>
    <w:rsid w:val="00E33DFA"/>
    <w:rsid w:val="00E345A4"/>
    <w:rsid w:val="00E34B82"/>
    <w:rsid w:val="00E34E0B"/>
    <w:rsid w:val="00E34EE2"/>
    <w:rsid w:val="00E35942"/>
    <w:rsid w:val="00E35DAA"/>
    <w:rsid w:val="00E35FA2"/>
    <w:rsid w:val="00E364BD"/>
    <w:rsid w:val="00E365E3"/>
    <w:rsid w:val="00E36756"/>
    <w:rsid w:val="00E3676D"/>
    <w:rsid w:val="00E36DF8"/>
    <w:rsid w:val="00E372B3"/>
    <w:rsid w:val="00E3740B"/>
    <w:rsid w:val="00E404C6"/>
    <w:rsid w:val="00E40C41"/>
    <w:rsid w:val="00E419D7"/>
    <w:rsid w:val="00E42092"/>
    <w:rsid w:val="00E429EB"/>
    <w:rsid w:val="00E42DE1"/>
    <w:rsid w:val="00E43873"/>
    <w:rsid w:val="00E4395F"/>
    <w:rsid w:val="00E43983"/>
    <w:rsid w:val="00E44607"/>
    <w:rsid w:val="00E4463F"/>
    <w:rsid w:val="00E446E3"/>
    <w:rsid w:val="00E458AA"/>
    <w:rsid w:val="00E458C6"/>
    <w:rsid w:val="00E458EF"/>
    <w:rsid w:val="00E45F76"/>
    <w:rsid w:val="00E464D0"/>
    <w:rsid w:val="00E464E7"/>
    <w:rsid w:val="00E46A58"/>
    <w:rsid w:val="00E46DA5"/>
    <w:rsid w:val="00E46DA8"/>
    <w:rsid w:val="00E47BB4"/>
    <w:rsid w:val="00E47BC3"/>
    <w:rsid w:val="00E47C08"/>
    <w:rsid w:val="00E47E12"/>
    <w:rsid w:val="00E50852"/>
    <w:rsid w:val="00E52470"/>
    <w:rsid w:val="00E53406"/>
    <w:rsid w:val="00E53BF9"/>
    <w:rsid w:val="00E54064"/>
    <w:rsid w:val="00E54744"/>
    <w:rsid w:val="00E5583B"/>
    <w:rsid w:val="00E559EE"/>
    <w:rsid w:val="00E5635E"/>
    <w:rsid w:val="00E56407"/>
    <w:rsid w:val="00E571C4"/>
    <w:rsid w:val="00E57DF6"/>
    <w:rsid w:val="00E6100D"/>
    <w:rsid w:val="00E61A64"/>
    <w:rsid w:val="00E621CB"/>
    <w:rsid w:val="00E624DB"/>
    <w:rsid w:val="00E635C3"/>
    <w:rsid w:val="00E6464B"/>
    <w:rsid w:val="00E64713"/>
    <w:rsid w:val="00E64B3A"/>
    <w:rsid w:val="00E64D9D"/>
    <w:rsid w:val="00E64FE3"/>
    <w:rsid w:val="00E65AF0"/>
    <w:rsid w:val="00E66DD9"/>
    <w:rsid w:val="00E67120"/>
    <w:rsid w:val="00E6770B"/>
    <w:rsid w:val="00E67722"/>
    <w:rsid w:val="00E67B30"/>
    <w:rsid w:val="00E67B3D"/>
    <w:rsid w:val="00E67F6B"/>
    <w:rsid w:val="00E7021B"/>
    <w:rsid w:val="00E703D2"/>
    <w:rsid w:val="00E7055D"/>
    <w:rsid w:val="00E7056F"/>
    <w:rsid w:val="00E70886"/>
    <w:rsid w:val="00E70FAF"/>
    <w:rsid w:val="00E7123E"/>
    <w:rsid w:val="00E71EB5"/>
    <w:rsid w:val="00E71F0A"/>
    <w:rsid w:val="00E72333"/>
    <w:rsid w:val="00E723F0"/>
    <w:rsid w:val="00E7250D"/>
    <w:rsid w:val="00E72F58"/>
    <w:rsid w:val="00E72FA4"/>
    <w:rsid w:val="00E7399B"/>
    <w:rsid w:val="00E73C9C"/>
    <w:rsid w:val="00E73DE2"/>
    <w:rsid w:val="00E7421F"/>
    <w:rsid w:val="00E74280"/>
    <w:rsid w:val="00E75451"/>
    <w:rsid w:val="00E75934"/>
    <w:rsid w:val="00E76571"/>
    <w:rsid w:val="00E76D6E"/>
    <w:rsid w:val="00E7756D"/>
    <w:rsid w:val="00E802D9"/>
    <w:rsid w:val="00E803A9"/>
    <w:rsid w:val="00E80874"/>
    <w:rsid w:val="00E809DC"/>
    <w:rsid w:val="00E810A8"/>
    <w:rsid w:val="00E812B6"/>
    <w:rsid w:val="00E81716"/>
    <w:rsid w:val="00E81A7E"/>
    <w:rsid w:val="00E81CA9"/>
    <w:rsid w:val="00E82607"/>
    <w:rsid w:val="00E82903"/>
    <w:rsid w:val="00E830D2"/>
    <w:rsid w:val="00E83EBC"/>
    <w:rsid w:val="00E84158"/>
    <w:rsid w:val="00E8474B"/>
    <w:rsid w:val="00E8482B"/>
    <w:rsid w:val="00E84B09"/>
    <w:rsid w:val="00E85555"/>
    <w:rsid w:val="00E863A9"/>
    <w:rsid w:val="00E868B6"/>
    <w:rsid w:val="00E86B64"/>
    <w:rsid w:val="00E8705A"/>
    <w:rsid w:val="00E8736D"/>
    <w:rsid w:val="00E907EC"/>
    <w:rsid w:val="00E90A2C"/>
    <w:rsid w:val="00E90F78"/>
    <w:rsid w:val="00E91EB9"/>
    <w:rsid w:val="00E92634"/>
    <w:rsid w:val="00E92C38"/>
    <w:rsid w:val="00E92C91"/>
    <w:rsid w:val="00E9336C"/>
    <w:rsid w:val="00E936F5"/>
    <w:rsid w:val="00E93BDD"/>
    <w:rsid w:val="00E9428F"/>
    <w:rsid w:val="00E943EA"/>
    <w:rsid w:val="00E9526D"/>
    <w:rsid w:val="00E95660"/>
    <w:rsid w:val="00E957AB"/>
    <w:rsid w:val="00E9587A"/>
    <w:rsid w:val="00E95D7C"/>
    <w:rsid w:val="00E9620C"/>
    <w:rsid w:val="00E96948"/>
    <w:rsid w:val="00E96FE7"/>
    <w:rsid w:val="00E9731C"/>
    <w:rsid w:val="00EA0E44"/>
    <w:rsid w:val="00EA16A4"/>
    <w:rsid w:val="00EA2284"/>
    <w:rsid w:val="00EA23F9"/>
    <w:rsid w:val="00EA24E2"/>
    <w:rsid w:val="00EA2783"/>
    <w:rsid w:val="00EA2A85"/>
    <w:rsid w:val="00EA38DE"/>
    <w:rsid w:val="00EA3D0F"/>
    <w:rsid w:val="00EA4282"/>
    <w:rsid w:val="00EA4503"/>
    <w:rsid w:val="00EA5B3D"/>
    <w:rsid w:val="00EA5E99"/>
    <w:rsid w:val="00EA6180"/>
    <w:rsid w:val="00EA642A"/>
    <w:rsid w:val="00EA6C92"/>
    <w:rsid w:val="00EA7581"/>
    <w:rsid w:val="00EA7655"/>
    <w:rsid w:val="00EA7805"/>
    <w:rsid w:val="00EA7A03"/>
    <w:rsid w:val="00EA7BC6"/>
    <w:rsid w:val="00EB04D0"/>
    <w:rsid w:val="00EB04E1"/>
    <w:rsid w:val="00EB1C6E"/>
    <w:rsid w:val="00EB213C"/>
    <w:rsid w:val="00EB2E3F"/>
    <w:rsid w:val="00EB2E80"/>
    <w:rsid w:val="00EB3087"/>
    <w:rsid w:val="00EB33FD"/>
    <w:rsid w:val="00EB349A"/>
    <w:rsid w:val="00EB3E24"/>
    <w:rsid w:val="00EB4DAA"/>
    <w:rsid w:val="00EB4F85"/>
    <w:rsid w:val="00EB5602"/>
    <w:rsid w:val="00EB589C"/>
    <w:rsid w:val="00EB5AA7"/>
    <w:rsid w:val="00EB626E"/>
    <w:rsid w:val="00EB6D24"/>
    <w:rsid w:val="00EB6FE0"/>
    <w:rsid w:val="00EB76A9"/>
    <w:rsid w:val="00EB7810"/>
    <w:rsid w:val="00EB7ADE"/>
    <w:rsid w:val="00EB7DF9"/>
    <w:rsid w:val="00EC048A"/>
    <w:rsid w:val="00EC07D8"/>
    <w:rsid w:val="00EC08F3"/>
    <w:rsid w:val="00EC0911"/>
    <w:rsid w:val="00EC0A21"/>
    <w:rsid w:val="00EC0F7A"/>
    <w:rsid w:val="00EC10D1"/>
    <w:rsid w:val="00EC135C"/>
    <w:rsid w:val="00EC169A"/>
    <w:rsid w:val="00EC192E"/>
    <w:rsid w:val="00EC1EAC"/>
    <w:rsid w:val="00EC201C"/>
    <w:rsid w:val="00EC2248"/>
    <w:rsid w:val="00EC26B2"/>
    <w:rsid w:val="00EC29CA"/>
    <w:rsid w:val="00EC2F41"/>
    <w:rsid w:val="00EC3B23"/>
    <w:rsid w:val="00EC4909"/>
    <w:rsid w:val="00EC4A0E"/>
    <w:rsid w:val="00EC5290"/>
    <w:rsid w:val="00EC599D"/>
    <w:rsid w:val="00EC5F29"/>
    <w:rsid w:val="00EC6A70"/>
    <w:rsid w:val="00EC6B04"/>
    <w:rsid w:val="00EC7126"/>
    <w:rsid w:val="00EC747B"/>
    <w:rsid w:val="00EC756C"/>
    <w:rsid w:val="00ED0058"/>
    <w:rsid w:val="00ED00A2"/>
    <w:rsid w:val="00ED041F"/>
    <w:rsid w:val="00ED055A"/>
    <w:rsid w:val="00ED083C"/>
    <w:rsid w:val="00ED0C35"/>
    <w:rsid w:val="00ED1833"/>
    <w:rsid w:val="00ED251C"/>
    <w:rsid w:val="00ED2BC8"/>
    <w:rsid w:val="00ED3076"/>
    <w:rsid w:val="00ED3523"/>
    <w:rsid w:val="00ED45AE"/>
    <w:rsid w:val="00ED4B12"/>
    <w:rsid w:val="00ED4CB2"/>
    <w:rsid w:val="00ED502D"/>
    <w:rsid w:val="00ED6309"/>
    <w:rsid w:val="00ED67DD"/>
    <w:rsid w:val="00ED6944"/>
    <w:rsid w:val="00ED6C2B"/>
    <w:rsid w:val="00ED7913"/>
    <w:rsid w:val="00ED7BB4"/>
    <w:rsid w:val="00ED7F00"/>
    <w:rsid w:val="00EE0186"/>
    <w:rsid w:val="00EE053A"/>
    <w:rsid w:val="00EE1316"/>
    <w:rsid w:val="00EE2246"/>
    <w:rsid w:val="00EE226A"/>
    <w:rsid w:val="00EE2557"/>
    <w:rsid w:val="00EE2BC6"/>
    <w:rsid w:val="00EE359A"/>
    <w:rsid w:val="00EE36E8"/>
    <w:rsid w:val="00EE3A4F"/>
    <w:rsid w:val="00EE403B"/>
    <w:rsid w:val="00EE4D6B"/>
    <w:rsid w:val="00EE4DE4"/>
    <w:rsid w:val="00EE55A4"/>
    <w:rsid w:val="00EE5A62"/>
    <w:rsid w:val="00EE5BF6"/>
    <w:rsid w:val="00EE5E4C"/>
    <w:rsid w:val="00EE6415"/>
    <w:rsid w:val="00EE644A"/>
    <w:rsid w:val="00EE64C7"/>
    <w:rsid w:val="00EE64D3"/>
    <w:rsid w:val="00EE71E8"/>
    <w:rsid w:val="00EE765C"/>
    <w:rsid w:val="00EF05D3"/>
    <w:rsid w:val="00EF0B15"/>
    <w:rsid w:val="00EF106C"/>
    <w:rsid w:val="00EF1A22"/>
    <w:rsid w:val="00EF24BF"/>
    <w:rsid w:val="00EF2E10"/>
    <w:rsid w:val="00EF2F21"/>
    <w:rsid w:val="00EF335C"/>
    <w:rsid w:val="00EF3CC3"/>
    <w:rsid w:val="00EF3E72"/>
    <w:rsid w:val="00EF3F14"/>
    <w:rsid w:val="00EF43CE"/>
    <w:rsid w:val="00EF48D9"/>
    <w:rsid w:val="00EF542F"/>
    <w:rsid w:val="00EF5AB9"/>
    <w:rsid w:val="00EF5F03"/>
    <w:rsid w:val="00EF74E8"/>
    <w:rsid w:val="00EF7AA4"/>
    <w:rsid w:val="00EF7CE3"/>
    <w:rsid w:val="00EF7D5D"/>
    <w:rsid w:val="00F00D4C"/>
    <w:rsid w:val="00F00DFD"/>
    <w:rsid w:val="00F020D4"/>
    <w:rsid w:val="00F022D9"/>
    <w:rsid w:val="00F026B5"/>
    <w:rsid w:val="00F02E75"/>
    <w:rsid w:val="00F0316A"/>
    <w:rsid w:val="00F03644"/>
    <w:rsid w:val="00F0371A"/>
    <w:rsid w:val="00F03B36"/>
    <w:rsid w:val="00F049B7"/>
    <w:rsid w:val="00F05781"/>
    <w:rsid w:val="00F05A34"/>
    <w:rsid w:val="00F05B69"/>
    <w:rsid w:val="00F05ECA"/>
    <w:rsid w:val="00F063EB"/>
    <w:rsid w:val="00F071E6"/>
    <w:rsid w:val="00F1074B"/>
    <w:rsid w:val="00F10CD7"/>
    <w:rsid w:val="00F11153"/>
    <w:rsid w:val="00F11328"/>
    <w:rsid w:val="00F116D4"/>
    <w:rsid w:val="00F118D9"/>
    <w:rsid w:val="00F11A8C"/>
    <w:rsid w:val="00F11CE5"/>
    <w:rsid w:val="00F120AD"/>
    <w:rsid w:val="00F12B20"/>
    <w:rsid w:val="00F12B46"/>
    <w:rsid w:val="00F1311B"/>
    <w:rsid w:val="00F133DF"/>
    <w:rsid w:val="00F13757"/>
    <w:rsid w:val="00F145BD"/>
    <w:rsid w:val="00F14883"/>
    <w:rsid w:val="00F14FFC"/>
    <w:rsid w:val="00F15181"/>
    <w:rsid w:val="00F152EE"/>
    <w:rsid w:val="00F15B34"/>
    <w:rsid w:val="00F15CC7"/>
    <w:rsid w:val="00F1628B"/>
    <w:rsid w:val="00F162A7"/>
    <w:rsid w:val="00F17136"/>
    <w:rsid w:val="00F17577"/>
    <w:rsid w:val="00F17A60"/>
    <w:rsid w:val="00F202EC"/>
    <w:rsid w:val="00F208E1"/>
    <w:rsid w:val="00F210F9"/>
    <w:rsid w:val="00F216B4"/>
    <w:rsid w:val="00F223BC"/>
    <w:rsid w:val="00F2396C"/>
    <w:rsid w:val="00F23EDB"/>
    <w:rsid w:val="00F24320"/>
    <w:rsid w:val="00F24871"/>
    <w:rsid w:val="00F24BC5"/>
    <w:rsid w:val="00F25440"/>
    <w:rsid w:val="00F25468"/>
    <w:rsid w:val="00F26153"/>
    <w:rsid w:val="00F2699D"/>
    <w:rsid w:val="00F26D50"/>
    <w:rsid w:val="00F26E2E"/>
    <w:rsid w:val="00F27431"/>
    <w:rsid w:val="00F27F34"/>
    <w:rsid w:val="00F307C2"/>
    <w:rsid w:val="00F30E59"/>
    <w:rsid w:val="00F312C7"/>
    <w:rsid w:val="00F31711"/>
    <w:rsid w:val="00F319C7"/>
    <w:rsid w:val="00F31F85"/>
    <w:rsid w:val="00F32488"/>
    <w:rsid w:val="00F32DB5"/>
    <w:rsid w:val="00F3342C"/>
    <w:rsid w:val="00F33819"/>
    <w:rsid w:val="00F33B7E"/>
    <w:rsid w:val="00F33FD0"/>
    <w:rsid w:val="00F35101"/>
    <w:rsid w:val="00F351D9"/>
    <w:rsid w:val="00F35725"/>
    <w:rsid w:val="00F35949"/>
    <w:rsid w:val="00F35E6B"/>
    <w:rsid w:val="00F3662F"/>
    <w:rsid w:val="00F3698C"/>
    <w:rsid w:val="00F36D63"/>
    <w:rsid w:val="00F373E8"/>
    <w:rsid w:val="00F375DD"/>
    <w:rsid w:val="00F37BA0"/>
    <w:rsid w:val="00F37D71"/>
    <w:rsid w:val="00F37FAE"/>
    <w:rsid w:val="00F41BA5"/>
    <w:rsid w:val="00F41D2A"/>
    <w:rsid w:val="00F41F3D"/>
    <w:rsid w:val="00F42034"/>
    <w:rsid w:val="00F434EC"/>
    <w:rsid w:val="00F442BB"/>
    <w:rsid w:val="00F4501E"/>
    <w:rsid w:val="00F45320"/>
    <w:rsid w:val="00F4564C"/>
    <w:rsid w:val="00F4620C"/>
    <w:rsid w:val="00F46391"/>
    <w:rsid w:val="00F466B7"/>
    <w:rsid w:val="00F46742"/>
    <w:rsid w:val="00F469B0"/>
    <w:rsid w:val="00F46F36"/>
    <w:rsid w:val="00F47D9A"/>
    <w:rsid w:val="00F50077"/>
    <w:rsid w:val="00F50A34"/>
    <w:rsid w:val="00F513D7"/>
    <w:rsid w:val="00F52E4C"/>
    <w:rsid w:val="00F53CEE"/>
    <w:rsid w:val="00F546AF"/>
    <w:rsid w:val="00F55D4F"/>
    <w:rsid w:val="00F55DAB"/>
    <w:rsid w:val="00F562F4"/>
    <w:rsid w:val="00F5652E"/>
    <w:rsid w:val="00F56B5B"/>
    <w:rsid w:val="00F56CF7"/>
    <w:rsid w:val="00F570CA"/>
    <w:rsid w:val="00F57AFF"/>
    <w:rsid w:val="00F6057B"/>
    <w:rsid w:val="00F60C93"/>
    <w:rsid w:val="00F61092"/>
    <w:rsid w:val="00F61ADB"/>
    <w:rsid w:val="00F61DAD"/>
    <w:rsid w:val="00F62275"/>
    <w:rsid w:val="00F62B0F"/>
    <w:rsid w:val="00F631CC"/>
    <w:rsid w:val="00F63272"/>
    <w:rsid w:val="00F634B5"/>
    <w:rsid w:val="00F650C8"/>
    <w:rsid w:val="00F65D20"/>
    <w:rsid w:val="00F6604A"/>
    <w:rsid w:val="00F66868"/>
    <w:rsid w:val="00F668B8"/>
    <w:rsid w:val="00F669D4"/>
    <w:rsid w:val="00F66C01"/>
    <w:rsid w:val="00F674E2"/>
    <w:rsid w:val="00F6775D"/>
    <w:rsid w:val="00F677B4"/>
    <w:rsid w:val="00F67D4D"/>
    <w:rsid w:val="00F67EE8"/>
    <w:rsid w:val="00F7016B"/>
    <w:rsid w:val="00F70511"/>
    <w:rsid w:val="00F70A7D"/>
    <w:rsid w:val="00F70BE7"/>
    <w:rsid w:val="00F710F2"/>
    <w:rsid w:val="00F7120C"/>
    <w:rsid w:val="00F71DC0"/>
    <w:rsid w:val="00F7255A"/>
    <w:rsid w:val="00F729A9"/>
    <w:rsid w:val="00F72CE6"/>
    <w:rsid w:val="00F72D11"/>
    <w:rsid w:val="00F743A9"/>
    <w:rsid w:val="00F74652"/>
    <w:rsid w:val="00F748F1"/>
    <w:rsid w:val="00F7498D"/>
    <w:rsid w:val="00F7651B"/>
    <w:rsid w:val="00F76569"/>
    <w:rsid w:val="00F76CC8"/>
    <w:rsid w:val="00F76CD6"/>
    <w:rsid w:val="00F76D49"/>
    <w:rsid w:val="00F76FA7"/>
    <w:rsid w:val="00F7785F"/>
    <w:rsid w:val="00F77A55"/>
    <w:rsid w:val="00F803B0"/>
    <w:rsid w:val="00F80EC2"/>
    <w:rsid w:val="00F80FD7"/>
    <w:rsid w:val="00F81464"/>
    <w:rsid w:val="00F81BE5"/>
    <w:rsid w:val="00F8217C"/>
    <w:rsid w:val="00F828D3"/>
    <w:rsid w:val="00F83CAF"/>
    <w:rsid w:val="00F83DB1"/>
    <w:rsid w:val="00F8511B"/>
    <w:rsid w:val="00F85BDC"/>
    <w:rsid w:val="00F86478"/>
    <w:rsid w:val="00F86C56"/>
    <w:rsid w:val="00F86D3F"/>
    <w:rsid w:val="00F878C5"/>
    <w:rsid w:val="00F9018B"/>
    <w:rsid w:val="00F904A5"/>
    <w:rsid w:val="00F90E51"/>
    <w:rsid w:val="00F910D3"/>
    <w:rsid w:val="00F9135C"/>
    <w:rsid w:val="00F914D1"/>
    <w:rsid w:val="00F91763"/>
    <w:rsid w:val="00F917E6"/>
    <w:rsid w:val="00F92B2A"/>
    <w:rsid w:val="00F936D8"/>
    <w:rsid w:val="00F93AB4"/>
    <w:rsid w:val="00F94A95"/>
    <w:rsid w:val="00F94FA0"/>
    <w:rsid w:val="00F9529B"/>
    <w:rsid w:val="00F956FF"/>
    <w:rsid w:val="00F95792"/>
    <w:rsid w:val="00F95A65"/>
    <w:rsid w:val="00F95A6F"/>
    <w:rsid w:val="00F96C1D"/>
    <w:rsid w:val="00F97B25"/>
    <w:rsid w:val="00FA041D"/>
    <w:rsid w:val="00FA0632"/>
    <w:rsid w:val="00FA1823"/>
    <w:rsid w:val="00FA216C"/>
    <w:rsid w:val="00FA2501"/>
    <w:rsid w:val="00FA2A14"/>
    <w:rsid w:val="00FA2DF3"/>
    <w:rsid w:val="00FA2E32"/>
    <w:rsid w:val="00FA2E9F"/>
    <w:rsid w:val="00FA39B7"/>
    <w:rsid w:val="00FA3CD3"/>
    <w:rsid w:val="00FA4498"/>
    <w:rsid w:val="00FA4875"/>
    <w:rsid w:val="00FA5B74"/>
    <w:rsid w:val="00FA69CE"/>
    <w:rsid w:val="00FB0F84"/>
    <w:rsid w:val="00FB1418"/>
    <w:rsid w:val="00FB19C9"/>
    <w:rsid w:val="00FB2142"/>
    <w:rsid w:val="00FB2694"/>
    <w:rsid w:val="00FB2CE4"/>
    <w:rsid w:val="00FB2D14"/>
    <w:rsid w:val="00FB303C"/>
    <w:rsid w:val="00FB3448"/>
    <w:rsid w:val="00FB39A6"/>
    <w:rsid w:val="00FB3A35"/>
    <w:rsid w:val="00FB3BDC"/>
    <w:rsid w:val="00FB3BE4"/>
    <w:rsid w:val="00FB3FE0"/>
    <w:rsid w:val="00FB4056"/>
    <w:rsid w:val="00FB4303"/>
    <w:rsid w:val="00FB473E"/>
    <w:rsid w:val="00FB4E9D"/>
    <w:rsid w:val="00FB527C"/>
    <w:rsid w:val="00FB588D"/>
    <w:rsid w:val="00FB5F4A"/>
    <w:rsid w:val="00FB5FEF"/>
    <w:rsid w:val="00FB6874"/>
    <w:rsid w:val="00FB710C"/>
    <w:rsid w:val="00FB7D74"/>
    <w:rsid w:val="00FC1076"/>
    <w:rsid w:val="00FC107E"/>
    <w:rsid w:val="00FC149F"/>
    <w:rsid w:val="00FC161D"/>
    <w:rsid w:val="00FC1AAD"/>
    <w:rsid w:val="00FC35D9"/>
    <w:rsid w:val="00FC4E88"/>
    <w:rsid w:val="00FC57FC"/>
    <w:rsid w:val="00FC641A"/>
    <w:rsid w:val="00FC7215"/>
    <w:rsid w:val="00FC78EF"/>
    <w:rsid w:val="00FC79A1"/>
    <w:rsid w:val="00FC7F5B"/>
    <w:rsid w:val="00FD014B"/>
    <w:rsid w:val="00FD019F"/>
    <w:rsid w:val="00FD02E8"/>
    <w:rsid w:val="00FD130E"/>
    <w:rsid w:val="00FD1A05"/>
    <w:rsid w:val="00FD27B7"/>
    <w:rsid w:val="00FD28F0"/>
    <w:rsid w:val="00FD2AF7"/>
    <w:rsid w:val="00FD49F1"/>
    <w:rsid w:val="00FD4E2C"/>
    <w:rsid w:val="00FD5101"/>
    <w:rsid w:val="00FD6A40"/>
    <w:rsid w:val="00FD6D68"/>
    <w:rsid w:val="00FD7E6E"/>
    <w:rsid w:val="00FD7E92"/>
    <w:rsid w:val="00FE123C"/>
    <w:rsid w:val="00FE291D"/>
    <w:rsid w:val="00FE29CA"/>
    <w:rsid w:val="00FE2B91"/>
    <w:rsid w:val="00FE301A"/>
    <w:rsid w:val="00FE388C"/>
    <w:rsid w:val="00FE38C5"/>
    <w:rsid w:val="00FE3A18"/>
    <w:rsid w:val="00FE3AA5"/>
    <w:rsid w:val="00FE3F25"/>
    <w:rsid w:val="00FE3FAD"/>
    <w:rsid w:val="00FE43A1"/>
    <w:rsid w:val="00FE46B6"/>
    <w:rsid w:val="00FE4B97"/>
    <w:rsid w:val="00FE5018"/>
    <w:rsid w:val="00FE5314"/>
    <w:rsid w:val="00FE56A4"/>
    <w:rsid w:val="00FE6831"/>
    <w:rsid w:val="00FE73A5"/>
    <w:rsid w:val="00FE74A8"/>
    <w:rsid w:val="00FE79E5"/>
    <w:rsid w:val="00FF024D"/>
    <w:rsid w:val="00FF0494"/>
    <w:rsid w:val="00FF054D"/>
    <w:rsid w:val="00FF0B7F"/>
    <w:rsid w:val="00FF0B81"/>
    <w:rsid w:val="00FF0DF9"/>
    <w:rsid w:val="00FF235C"/>
    <w:rsid w:val="00FF26A2"/>
    <w:rsid w:val="00FF2A40"/>
    <w:rsid w:val="00FF2D8A"/>
    <w:rsid w:val="00FF2EBF"/>
    <w:rsid w:val="00FF33E1"/>
    <w:rsid w:val="00FF3A4C"/>
    <w:rsid w:val="00FF46E0"/>
    <w:rsid w:val="00FF4C33"/>
    <w:rsid w:val="00FF52F9"/>
    <w:rsid w:val="00FF59B8"/>
    <w:rsid w:val="00FF6243"/>
    <w:rsid w:val="00FF6395"/>
    <w:rsid w:val="00FF64F9"/>
    <w:rsid w:val="00FF6CE8"/>
    <w:rsid w:val="00FF6EFB"/>
    <w:rsid w:val="00FF6F76"/>
    <w:rsid w:val="00FF6FBB"/>
    <w:rsid w:val="00FF74C0"/>
    <w:rsid w:val="00FF7977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F7EE9F-643E-4AFC-8A3D-3D210B91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672"/>
    <w:pPr>
      <w:jc w:val="both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DD0"/>
    <w:pPr>
      <w:keepNext/>
      <w:keepLines/>
      <w:numPr>
        <w:numId w:val="11"/>
      </w:numPr>
      <w:spacing w:before="240" w:after="240"/>
      <w:outlineLvl w:val="0"/>
    </w:pPr>
    <w:rPr>
      <w:rFonts w:eastAsiaTheme="majorEastAsia" w:cstheme="majorBidi"/>
      <w:b/>
      <w:bCs/>
      <w:color w:val="9BBB59" w:themeColor="accent3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DD0"/>
    <w:pPr>
      <w:keepNext/>
      <w:keepLines/>
      <w:numPr>
        <w:numId w:val="22"/>
      </w:numPr>
      <w:spacing w:before="120" w:after="240"/>
      <w:outlineLvl w:val="1"/>
    </w:pPr>
    <w:rPr>
      <w:rFonts w:eastAsiaTheme="majorEastAsia" w:cstheme="majorBidi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63B8"/>
    <w:pPr>
      <w:keepNext/>
      <w:keepLines/>
      <w:numPr>
        <w:numId w:val="26"/>
      </w:numPr>
      <w:spacing w:before="200" w:after="240" w:line="240" w:lineRule="auto"/>
      <w:ind w:left="1134" w:right="113" w:firstLine="0"/>
      <w:outlineLvl w:val="2"/>
    </w:pPr>
    <w:rPr>
      <w:rFonts w:eastAsiaTheme="majorEastAsia" w:cs="Arial"/>
      <w:b/>
      <w:b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8DE"/>
  </w:style>
  <w:style w:type="paragraph" w:styleId="Footer">
    <w:name w:val="footer"/>
    <w:basedOn w:val="Normal"/>
    <w:link w:val="FooterChar"/>
    <w:uiPriority w:val="99"/>
    <w:unhideWhenUsed/>
    <w:rsid w:val="00891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8DE"/>
  </w:style>
  <w:style w:type="table" w:styleId="TableGrid">
    <w:name w:val="Table Grid"/>
    <w:basedOn w:val="TableNormal"/>
    <w:uiPriority w:val="39"/>
    <w:rsid w:val="0089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57F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2157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15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157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40B0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F6DD0"/>
    <w:rPr>
      <w:rFonts w:ascii="Arial" w:eastAsiaTheme="majorEastAsia" w:hAnsi="Arial" w:cstheme="majorBidi"/>
      <w:b/>
      <w:bCs/>
      <w:color w:val="9BBB59" w:themeColor="accent3"/>
      <w:sz w:val="32"/>
      <w:szCs w:val="28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761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C1EAC"/>
    <w:pPr>
      <w:spacing w:after="100"/>
    </w:pPr>
  </w:style>
  <w:style w:type="paragraph" w:styleId="NormalWeb">
    <w:name w:val="Normal (Web)"/>
    <w:basedOn w:val="Normal"/>
    <w:uiPriority w:val="99"/>
    <w:semiHidden/>
    <w:unhideWhenUsed/>
    <w:rsid w:val="00EE36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5E3AB5"/>
    <w:pPr>
      <w:spacing w:after="0" w:line="240" w:lineRule="auto"/>
      <w:jc w:val="center"/>
    </w:pPr>
    <w:rPr>
      <w:b/>
      <w:bC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F6DD0"/>
    <w:rPr>
      <w:rFonts w:ascii="Arial" w:eastAsiaTheme="majorEastAsia" w:hAnsi="Arial" w:cstheme="majorBidi"/>
      <w:b/>
      <w:bCs/>
      <w:sz w:val="24"/>
      <w:szCs w:val="24"/>
      <w:u w:val="single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C570F3"/>
    <w:pPr>
      <w:spacing w:after="100"/>
      <w:ind w:left="200"/>
    </w:pPr>
  </w:style>
  <w:style w:type="paragraph" w:styleId="PlainText">
    <w:name w:val="Plain Text"/>
    <w:basedOn w:val="Normal"/>
    <w:link w:val="PlainTextChar"/>
    <w:uiPriority w:val="99"/>
    <w:unhideWhenUsed/>
    <w:rsid w:val="005628E2"/>
    <w:pPr>
      <w:spacing w:after="0" w:line="240" w:lineRule="auto"/>
      <w:jc w:val="left"/>
    </w:pPr>
    <w:rPr>
      <w:rFonts w:ascii="Consolas" w:hAnsi="Consolas"/>
      <w:sz w:val="21"/>
      <w:szCs w:val="21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5628E2"/>
    <w:rPr>
      <w:rFonts w:ascii="Consolas" w:hAnsi="Consolas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6534DD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063B8"/>
    <w:rPr>
      <w:rFonts w:ascii="Arial" w:eastAsiaTheme="majorEastAsia" w:hAnsi="Arial" w:cs="Arial"/>
      <w:b/>
      <w:bCs/>
      <w:u w:val="single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F743A9"/>
    <w:pPr>
      <w:spacing w:after="100"/>
      <w:ind w:left="400"/>
    </w:pPr>
  </w:style>
  <w:style w:type="character" w:styleId="CommentReference">
    <w:name w:val="annotation reference"/>
    <w:basedOn w:val="DefaultParagraphFont"/>
    <w:uiPriority w:val="99"/>
    <w:semiHidden/>
    <w:unhideWhenUsed/>
    <w:rsid w:val="001E2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8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83D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83D"/>
    <w:rPr>
      <w:rFonts w:ascii="Arial" w:hAnsi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7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7721"/>
    <w:rPr>
      <w:rFonts w:ascii="Tahoma" w:hAnsi="Tahoma" w:cs="Tahoma"/>
      <w:sz w:val="16"/>
      <w:szCs w:val="16"/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F31F85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nt-ltd.co.u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cnt-ltd.co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nt-ltd.co.uk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viallon\Desktop\N-track%20Deliverable%20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2681E0D-0DDC-4816-A9A1-433AB556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N-track Deliverable Template.dotx</Template>
  <TotalTime>16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Maxence viallon</dc:creator>
  <cp:lastModifiedBy>Monica Spreadbury</cp:lastModifiedBy>
  <cp:revision>11</cp:revision>
  <dcterms:created xsi:type="dcterms:W3CDTF">2019-05-24T09:21:00Z</dcterms:created>
  <dcterms:modified xsi:type="dcterms:W3CDTF">2019-05-28T14:30:00Z</dcterms:modified>
</cp:coreProperties>
</file>